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F2" w:rsidRPr="00117934" w:rsidRDefault="00B85A71" w:rsidP="00117934">
      <w:pPr>
        <w:spacing w:before="69" w:after="0" w:line="316" w:lineRule="exact"/>
        <w:ind w:left="142" w:right="-20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ALL</w:t>
      </w:r>
      <w:r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EG</w:t>
      </w:r>
      <w:r w:rsidRPr="00117934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AT</w:t>
      </w:r>
      <w:r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O </w:t>
      </w:r>
      <w:r w:rsidR="00AE04D3"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2</w:t>
      </w:r>
      <w:r w:rsidR="00C542D6"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 – DOMANDA DI PARTECIPAZIONE</w:t>
      </w:r>
    </w:p>
    <w:p w:rsidR="001D58F2" w:rsidRPr="00117934" w:rsidRDefault="001D58F2">
      <w:pPr>
        <w:spacing w:before="5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117934" w:rsidRDefault="00754E67" w:rsidP="00117934">
      <w:pPr>
        <w:spacing w:before="29" w:after="0" w:line="240" w:lineRule="auto"/>
        <w:ind w:left="142" w:right="6551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Spett.le</w:t>
      </w:r>
    </w:p>
    <w:p w:rsidR="001D58F2" w:rsidRPr="00117934" w:rsidRDefault="00754E67" w:rsidP="006A3E7D">
      <w:pPr>
        <w:spacing w:before="2" w:after="0" w:line="240" w:lineRule="auto"/>
        <w:ind w:left="142" w:right="4265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OSPEDALE RIABILITATIVO DI ALTA SPECIALIZZAZIONE S.p.A</w:t>
      </w:r>
    </w:p>
    <w:p w:rsidR="001D58F2" w:rsidRPr="00117934" w:rsidRDefault="00754E67" w:rsidP="00117934">
      <w:pPr>
        <w:spacing w:before="2" w:after="0" w:line="240" w:lineRule="auto"/>
        <w:ind w:left="142" w:right="6069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VIA</w:t>
      </w: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PADRE LEONARDO BELLO, 3/C</w:t>
      </w:r>
    </w:p>
    <w:p w:rsidR="001D58F2" w:rsidRPr="006B2956" w:rsidRDefault="00754E67" w:rsidP="00117934">
      <w:pPr>
        <w:spacing w:before="2" w:after="0" w:line="240" w:lineRule="auto"/>
        <w:ind w:left="142" w:right="6636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31045</w:t>
      </w:r>
      <w:r w:rsidR="00B85A71"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MOTTA DI LIVENZA (TV</w:t>
      </w:r>
      <w:r>
        <w:rPr>
          <w:rFonts w:ascii="Arial" w:eastAsia="Arial" w:hAnsi="Arial" w:cs="Arial"/>
          <w:i/>
          <w:spacing w:val="1"/>
          <w:sz w:val="18"/>
          <w:szCs w:val="18"/>
          <w:lang w:val="it-IT"/>
        </w:rPr>
        <w:t>)</w:t>
      </w:r>
    </w:p>
    <w:p w:rsidR="00B85A71" w:rsidRPr="006B2956" w:rsidRDefault="00B85A71" w:rsidP="00B85A71">
      <w:pPr>
        <w:spacing w:before="2" w:after="0" w:line="240" w:lineRule="auto"/>
        <w:ind w:left="255" w:right="7930"/>
        <w:jc w:val="both"/>
        <w:rPr>
          <w:rFonts w:ascii="Arial" w:eastAsia="Arial" w:hAnsi="Arial" w:cs="Arial"/>
          <w:sz w:val="18"/>
          <w:szCs w:val="18"/>
          <w:lang w:val="it-IT"/>
        </w:rPr>
      </w:pPr>
    </w:p>
    <w:p w:rsidR="00754E67" w:rsidRPr="00754E67" w:rsidRDefault="00754E67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 w:rsidR="005F4126"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9120C9" w:rsidRPr="00754E67" w:rsidRDefault="005F4126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393FCB">
        <w:rPr>
          <w:rFonts w:ascii="Garamond" w:hAnsi="Garamond"/>
          <w:b/>
          <w:sz w:val="18"/>
          <w:szCs w:val="18"/>
          <w:lang w:val="it-IT"/>
        </w:rPr>
        <w:t>CI</w:t>
      </w:r>
      <w:r w:rsidR="00A012F3">
        <w:rPr>
          <w:rFonts w:ascii="Garamond" w:hAnsi="Garamond"/>
          <w:b/>
          <w:sz w:val="18"/>
          <w:szCs w:val="18"/>
          <w:lang w:val="it-IT"/>
        </w:rPr>
        <w:t xml:space="preserve">G __________ – CUP </w:t>
      </w:r>
      <w:r w:rsidR="005E6209">
        <w:rPr>
          <w:rFonts w:ascii="Garamond" w:hAnsi="Garamond"/>
          <w:b/>
          <w:sz w:val="18"/>
          <w:szCs w:val="18"/>
          <w:lang w:val="it-IT"/>
        </w:rPr>
        <w:t>____________</w:t>
      </w:r>
      <w:bookmarkStart w:id="0" w:name="_GoBack"/>
      <w:bookmarkEnd w:id="0"/>
    </w:p>
    <w:p w:rsidR="001D58F2" w:rsidRPr="006B2956" w:rsidRDefault="00AD2F5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9B04B2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5F3B0751" wp14:editId="7694A350">
                <wp:simplePos x="0" y="0"/>
                <wp:positionH relativeFrom="page">
                  <wp:posOffset>716503</wp:posOffset>
                </wp:positionH>
                <wp:positionV relativeFrom="paragraph">
                  <wp:posOffset>24130</wp:posOffset>
                </wp:positionV>
                <wp:extent cx="6192000" cy="327596"/>
                <wp:effectExtent l="0" t="0" r="18415" b="15875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2000" cy="327596"/>
                          <a:chOff x="1065" y="-363"/>
                          <a:chExt cx="9782" cy="400"/>
                        </a:xfrm>
                      </wpg:grpSpPr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073" y="-355"/>
                            <a:ext cx="9765" cy="2"/>
                            <a:chOff x="1073" y="-355"/>
                            <a:chExt cx="976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073" y="-355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1073" y="29"/>
                            <a:ext cx="9765" cy="2"/>
                            <a:chOff x="1073" y="29"/>
                            <a:chExt cx="9765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1073" y="29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1080" y="-348"/>
                            <a:ext cx="2" cy="370"/>
                            <a:chOff x="1080" y="-348"/>
                            <a:chExt cx="2" cy="370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1080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10831" y="-348"/>
                            <a:ext cx="2" cy="370"/>
                            <a:chOff x="10831" y="-348"/>
                            <a:chExt cx="2" cy="370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10831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56.4pt;margin-top:1.9pt;width:487.55pt;height:25.8pt;z-index:-251666944;mso-position-horizontal-relative:page" coordorigin="1065,-363" coordsize="978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">
                <v:group id="Group 99" o:spid="_x0000_s1027" style="position:absolute;left:1073;top:-355;width:9765;height:2" coordorigin="1073,-355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0" o:spid="_x0000_s1028" style="position:absolute;left:1073;top:-355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KpcIA&#10;AADbAAAADwAAAGRycy9kb3ducmV2LnhtbESPS4vCQBCE74L/YWjB2zrRZUWjo8g+RA+Cz3uTaZNo&#10;pidkxhj/vSMseCyq6itqOm9MIWqqXG5ZQb8XgSBOrM45VXA8/H2MQDiPrLGwTAoe5GA+a7emGGt7&#10;5x3Ve5+KAGEXo4LM+zKW0iUZGXQ9WxIH72wrgz7IKpW6wnuAm0IOomgoDeYcFjIs6Tuj5Lq/GQX1&#10;D1r/yK+D5ea0HZrd71e9vKyV6naaxQSEp8a/w//tlVYw/oTXl/A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L4ql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7" o:spid="_x0000_s1029" style="position:absolute;left:1073;top:29;width:9765;height:2" coordorigin="1073,29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030" style="position:absolute;left:1073;top:29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q3SsIA&#10;AADbAAAADwAAAGRycy9kb3ducmV2LnhtbESPS4vCQBCE7wv+h6EFb+tEQVmjo4gv9LDg895k2iSa&#10;6QmZMcZ/7wgLeyyq6itqMmtMIWqqXG5ZQa8bgSBOrM45VXA+rb9/QDiPrLGwTApe5GA2bX1NMNb2&#10;yQeqjz4VAcIuRgWZ92UspUsyMui6tiQO3tVWBn2QVSp1hc8AN4XsR9FQGsw5LGRY0iKj5H58GAX1&#10;Eq1/5ff+5veyH5rDalBvbjulOu1mPgbhqfH/4b/2VisYDeDzJfw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rdK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5" o:spid="_x0000_s1031" style="position:absolute;left:1080;top:-348;width:2;height:370" coordorigin="1080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6" o:spid="_x0000_s1032" style="position:absolute;left:1080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mLk8UA&#10;AADbAAAADwAAAGRycy9kb3ducmV2LnhtbESPT4vCMBTE78J+h/AEb5pqQXerURbZPx72YKsI3h7N&#10;27Zs81KbqPXbbwTB4zAzv2EWq87U4kKtqywrGI8iEMS51RUXCva7z+ErCOeRNdaWScGNHKyWL70F&#10;JtpeOaVL5gsRIOwSVFB63yRSurwkg25kG+Lg/drWoA+yLaRu8RrgppaTKJpKgxWHhRIbWpeU/2Vn&#10;oyDdniaH9OsYm7jeFh8/O57F9lupQb97n4Pw1Pln+NHeaAVvM7h/CT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YuTxQAAANsAAAAPAAAAAAAAAAAAAAAAAJgCAABkcnMv&#10;ZG93bnJldi54bWxQSwUGAAAAAAQABAD1AAAAigMAAAAA&#10;" path="m,l,370e" filled="f" strokeweight=".82pt">
                    <v:path arrowok="t" o:connecttype="custom" o:connectlocs="0,-348;0,22" o:connectangles="0,0"/>
                  </v:shape>
                </v:group>
                <v:group id="Group 93" o:spid="_x0000_s1033" style="position:absolute;left:10831;top:-348;width:2;height:370" coordorigin="10831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4" o:spid="_x0000_s1034" style="position:absolute;left:10831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6esQA&#10;AADbAAAADwAAAGRycy9kb3ducmV2LnhtbESPQWvCQBSE7wX/w/IEb3WjgVajq4hU66EHoyJ4e2Sf&#10;STD7Ns2uGv+9KxR6HGbmG2Y6b00lbtS40rKCQT8CQZxZXXKu4LBfvY9AOI+ssbJMCh7kYD7rvE0x&#10;0fbOKd12PhcBwi5BBYX3dSKlywoy6Pq2Jg7e2TYGfZBNLnWD9wA3lRxG0Yc0WHJYKLCmZUHZZXc1&#10;CtLt7/CYrk+xiatt/vWz58/YfivV67aLCQhPrf8P/7U3WsF4DK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unrEAAAA2wAAAA8AAAAAAAAAAAAAAAAAmAIAAGRycy9k&#10;b3ducmV2LnhtbFBLBQYAAAAABAAEAPUAAACJAwAAAAA=&#10;" path="m,l,370e" filled="f" strokeweight=".82pt">
                    <v:path arrowok="t" o:connecttype="custom" o:connectlocs="0,-348;0,22" o:connectangles="0,0"/>
                  </v:shape>
                </v:group>
                <w10:wrap anchorx="page"/>
              </v:group>
            </w:pict>
          </mc:Fallback>
        </mc:AlternateContent>
      </w:r>
    </w:p>
    <w:p w:rsidR="001D58F2" w:rsidRPr="006B2956" w:rsidRDefault="00B85A71">
      <w:pPr>
        <w:spacing w:after="0" w:line="240" w:lineRule="auto"/>
        <w:ind w:left="2859" w:right="285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9B04B2" w:rsidRDefault="00B85A71" w:rsidP="00AD2F5D">
      <w:pPr>
        <w:spacing w:before="120" w:after="120" w:line="271" w:lineRule="exact"/>
        <w:ind w:left="3362" w:right="3294"/>
        <w:jc w:val="center"/>
        <w:rPr>
          <w:rFonts w:ascii="Garamond" w:eastAsia="Arial" w:hAnsi="Garamond" w:cs="Arial"/>
          <w:strike/>
          <w:sz w:val="18"/>
          <w:szCs w:val="18"/>
          <w:lang w:val="it-IT"/>
        </w:rPr>
      </w:pP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(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 xml:space="preserve">da 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n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d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 so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oscrit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a</w:t>
      </w:r>
      <w:r w:rsidRPr="009B04B2">
        <w:rPr>
          <w:rFonts w:ascii="Garamond" w:eastAsia="Arial" w:hAnsi="Garamond" w:cs="Arial"/>
          <w:i/>
          <w:strike/>
          <w:position w:val="-1"/>
          <w:sz w:val="18"/>
          <w:szCs w:val="18"/>
          <w:lang w:val="it-IT"/>
        </w:rPr>
        <w:t>)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9753"/>
      </w:tblGrid>
      <w:tr w:rsidR="009B04B2" w:rsidRPr="009B04B2" w:rsidTr="00241126">
        <w:trPr>
          <w:trHeight w:hRule="exact" w:val="233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9B04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NB)</w:t>
            </w:r>
          </w:p>
        </w:tc>
      </w:tr>
      <w:tr w:rsidR="001D58F2" w:rsidRPr="00A012F3" w:rsidTr="00241126">
        <w:trPr>
          <w:trHeight w:hRule="exact" w:val="1692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754E67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45632A"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2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dev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ell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leggibile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Al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aggio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spedi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zz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docu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ra 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idu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possibili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tà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invi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ula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8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2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7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"/>
                <w:position w:val="-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6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speci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ich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9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6"/>
                <w:position w:val="-1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2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/A,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/B,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/C,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/D,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6B2956" w:rsidRDefault="00B85A71" w:rsidP="00AD2F5D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121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="00754E67"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allega</w:t>
            </w:r>
            <w:r w:rsidR="00754E67"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copi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ficien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è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possibil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aggiungendon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before="1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1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 sot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oscrit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ato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go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i/>
          <w:spacing w:val="-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w w:val="99"/>
          <w:position w:val="-1"/>
          <w:sz w:val="18"/>
          <w:szCs w:val="18"/>
          <w:lang w:val="it-IT"/>
        </w:rPr>
        <w:t>sc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174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40"/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omune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</w:t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54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proofErr w:type="spellStart"/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el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are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9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presentante del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l’i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presa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 se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 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:  </w:t>
      </w:r>
      <w:r w:rsidRPr="006B2956">
        <w:rPr>
          <w:rFonts w:ascii="Garamond" w:eastAsia="Arial" w:hAnsi="Garamond" w:cs="Arial"/>
          <w:spacing w:val="-26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8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omune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F/P.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82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__________________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-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il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="0024112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                       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@</w:t>
      </w:r>
      <w:r w:rsidR="00241126"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 ce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(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PEC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:</w:t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200"/>
          <w:tab w:val="left" w:pos="996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@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B85A71" w:rsidP="00241126">
      <w:pPr>
        <w:spacing w:after="0" w:line="205" w:lineRule="exact"/>
        <w:ind w:right="-20"/>
        <w:jc w:val="both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i/>
          <w:spacing w:val="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Si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eg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cellula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even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ual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unica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esple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iesca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r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qualsias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ivo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con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tel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onica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de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</w:p>
    <w:p w:rsidR="001D58F2" w:rsidRPr="006B2956" w:rsidRDefault="001D58F2" w:rsidP="00AD2F5D">
      <w:pPr>
        <w:spacing w:after="0" w:line="200" w:lineRule="exact"/>
        <w:ind w:left="142" w:right="115"/>
        <w:rPr>
          <w:rFonts w:ascii="Garamond" w:hAnsi="Garamond"/>
          <w:sz w:val="18"/>
          <w:szCs w:val="18"/>
          <w:lang w:val="it-IT"/>
        </w:rPr>
      </w:pPr>
    </w:p>
    <w:p w:rsidR="00754E67" w:rsidRDefault="00754E67" w:rsidP="00AD2F5D">
      <w:pPr>
        <w:ind w:firstLine="142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AD2F5D" w:rsidRDefault="00B85A71" w:rsidP="00241126">
      <w:pPr>
        <w:spacing w:before="120" w:after="12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)</w:t>
      </w:r>
    </w:p>
    <w:p w:rsidR="00384D13" w:rsidRPr="00384D13" w:rsidRDefault="00384D13" w:rsidP="00384D13">
      <w:pPr>
        <w:spacing w:before="120" w:after="240" w:line="225" w:lineRule="exact"/>
        <w:ind w:right="-23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83D1E5B" wp14:editId="1BC26838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6300000" cy="2232000"/>
                <wp:effectExtent l="0" t="0" r="24765" b="1651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223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0;margin-top:17.7pt;width:496.05pt;height:175.75pt;z-index:251667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DA</w:t>
      </w:r>
      <w:r w:rsidR="00B85A71" w:rsidRPr="006B2956">
        <w:rPr>
          <w:rFonts w:ascii="Garamond" w:eastAsia="Arial" w:hAnsi="Garamond" w:cs="Arial"/>
          <w:b/>
          <w:bCs/>
          <w:spacing w:val="-10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IL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6B2956">
        <w:rPr>
          <w:rFonts w:ascii="Garamond" w:eastAsia="Arial" w:hAnsi="Garamond" w:cs="Arial"/>
          <w:b/>
          <w:bCs/>
          <w:spacing w:val="-1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TT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CRI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VE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6B2956">
        <w:rPr>
          <w:rFonts w:ascii="Garamond" w:eastAsia="Arial" w:hAnsi="Garamond" w:cs="Arial"/>
          <w:b/>
          <w:bCs/>
          <w:spacing w:val="-17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-5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CI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ZI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NE</w:t>
      </w:r>
      <w:r w:rsidR="00B85A71" w:rsidRPr="006B2956">
        <w:rPr>
          <w:rFonts w:ascii="Garamond" w:eastAsia="Arial" w:hAnsi="Garamond" w:cs="Arial"/>
          <w:b/>
          <w:bCs/>
          <w:spacing w:val="-19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GO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LA</w:t>
      </w:r>
    </w:p>
    <w:p w:rsidR="00384D13" w:rsidRDefault="00384D13" w:rsidP="00241126">
      <w:pPr>
        <w:spacing w:before="4" w:after="0" w:line="140" w:lineRule="exact"/>
        <w:jc w:val="center"/>
        <w:rPr>
          <w:rFonts w:ascii="Garamond" w:eastAsia="Arial" w:hAnsi="Garamond" w:cs="Arial"/>
          <w:b/>
          <w:bCs/>
          <w:sz w:val="18"/>
          <w:szCs w:val="18"/>
          <w:lang w:val="it-IT"/>
        </w:rPr>
      </w:pPr>
    </w:p>
    <w:p w:rsidR="001D58F2" w:rsidRPr="006B2956" w:rsidRDefault="00B85A71" w:rsidP="00241126">
      <w:pPr>
        <w:spacing w:before="4" w:after="0" w:line="140" w:lineRule="exact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24112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1D58F2" w:rsidRPr="006B2956" w:rsidRDefault="001D58F2" w:rsidP="00241126">
      <w:pPr>
        <w:spacing w:before="3" w:after="0" w:line="280" w:lineRule="exact"/>
        <w:jc w:val="center"/>
        <w:rPr>
          <w:rFonts w:ascii="Garamond" w:hAnsi="Garamond"/>
          <w:sz w:val="18"/>
          <w:szCs w:val="18"/>
          <w:lang w:val="it-IT"/>
        </w:rPr>
      </w:pPr>
    </w:p>
    <w:p w:rsidR="005F4126" w:rsidRPr="00754E67" w:rsidRDefault="005F4126" w:rsidP="005F4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5F4126" w:rsidRDefault="005F4126" w:rsidP="00241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</w:p>
    <w:p w:rsidR="00B85A71" w:rsidRPr="006B2956" w:rsidRDefault="005F4126" w:rsidP="00241126">
      <w:pPr>
        <w:pStyle w:val="Titolo1"/>
        <w:spacing w:before="60" w:beforeAutospacing="0" w:after="60" w:afterAutospacing="0" w:line="240" w:lineRule="auto"/>
        <w:ind w:left="720" w:right="541"/>
        <w:rPr>
          <w:rFonts w:eastAsia="Arial" w:cs="Arial"/>
          <w:spacing w:val="1"/>
          <w:sz w:val="18"/>
          <w:szCs w:val="18"/>
          <w:lang w:val="it-IT" w:eastAsia="en-US"/>
        </w:rPr>
      </w:pPr>
      <w:r>
        <w:rPr>
          <w:rFonts w:eastAsiaTheme="minorHAnsi" w:cstheme="minorBidi"/>
          <w:bCs w:val="0"/>
          <w:sz w:val="18"/>
          <w:szCs w:val="18"/>
          <w:lang w:val="it-IT" w:eastAsia="en-US"/>
        </w:rPr>
        <w:t>CIG ___________ – CUP ____________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3175D7" w:rsidP="00241126">
      <w:pPr>
        <w:spacing w:after="0" w:line="271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0C24FA0C" wp14:editId="01995FB3">
                <wp:simplePos x="0" y="0"/>
                <wp:positionH relativeFrom="page">
                  <wp:posOffset>4129405</wp:posOffset>
                </wp:positionH>
                <wp:positionV relativeFrom="paragraph">
                  <wp:posOffset>492760</wp:posOffset>
                </wp:positionV>
                <wp:extent cx="1787525" cy="1270"/>
                <wp:effectExtent l="5080" t="6985" r="7620" b="10795"/>
                <wp:wrapNone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776"/>
                          <a:chExt cx="2815" cy="2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6503" y="776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325.15pt;margin-top:38.8pt;width:140.75pt;height:.1pt;z-index:-251664896;mso-position-horizontal-relative:page" coordorigin="6503,776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">
                <v:shape id="Freeform 82" o:spid="_x0000_s1027" style="position:absolute;left:6503;top:776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VQ8UA&#10;AADbAAAADwAAAGRycy9kb3ducmV2LnhtbESPQWvCQBSE70L/w/IKvelGoSKpawgtahEvakvp7TX7&#10;kk3Nvg3ZrcZ/7wpCj8PMfMPMs9424kSdrx0rGI8SEMSF0zVXCj4Oy+EMhA/IGhvHpOBCHrLFw2CO&#10;qXZn3tFpHyoRIexTVGBCaFMpfWHIoh+5ljh6pesshii7SuoOzxFuGzlJkqm0WHNcMNjSq6HiuP+z&#10;Cn7e8vL4/Lkpv8xm+7s+rFrX4LdST499/gIiUB/+w/f2u1YwG8P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lVDxQAAANsAAAAPAAAAAAAAAAAAAAAAAJgCAABkcnMv&#10;ZG93bnJldi54bWxQSwUGAAAAAAQABAD1AAAAig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  <w:r w:rsidR="0024112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 xml:space="preserve">                                              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Firma</w:t>
      </w:r>
      <w:r w:rsidR="00B85A71" w:rsidRPr="006B2956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digita</w:t>
      </w:r>
      <w:r w:rsidR="00B85A71"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l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e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7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754E67" w:rsidRDefault="00754E67" w:rsidP="00241126">
      <w:pPr>
        <w:spacing w:before="120" w:after="120" w:line="240" w:lineRule="auto"/>
        <w:jc w:val="both"/>
        <w:rPr>
          <w:rFonts w:ascii="Garamond" w:eastAsia="Arial" w:hAnsi="Garamond" w:cs="Arial"/>
          <w:i/>
          <w:sz w:val="18"/>
          <w:szCs w:val="18"/>
          <w:u w:val="single" w:color="000000"/>
          <w:lang w:val="it-IT"/>
        </w:rPr>
      </w:pPr>
    </w:p>
    <w:p w:rsidR="001D58F2" w:rsidRPr="006B2956" w:rsidRDefault="001D58F2" w:rsidP="00241126">
      <w:pPr>
        <w:spacing w:before="120" w:after="120" w:line="240" w:lineRule="auto"/>
        <w:jc w:val="both"/>
        <w:rPr>
          <w:rFonts w:ascii="Garamond" w:hAnsi="Garamond"/>
          <w:sz w:val="18"/>
          <w:szCs w:val="18"/>
          <w:lang w:val="it-IT"/>
        </w:rPr>
      </w:pPr>
    </w:p>
    <w:tbl>
      <w:tblPr>
        <w:tblW w:w="9946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9852"/>
      </w:tblGrid>
      <w:tr w:rsidR="001D58F2" w:rsidRPr="006B2956" w:rsidTr="00241126">
        <w:trPr>
          <w:trHeight w:hRule="exact" w:val="353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A012F3" w:rsidTr="00241126">
        <w:trPr>
          <w:trHeight w:hRule="exact" w:val="1001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/A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="0045632A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>2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D7681E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singol</w:t>
            </w:r>
            <w:r w:rsidRPr="00D7681E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D7681E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0F7DB3"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65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="00A3087A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6B2956" w:rsidRDefault="00B85A71" w:rsidP="00D24E87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="000F7DB3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="00D24E87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</w:p>
        </w:tc>
      </w:tr>
    </w:tbl>
    <w:p w:rsidR="001D58F2" w:rsidRPr="006B2956" w:rsidRDefault="001D58F2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B54EFC" w:rsidRDefault="00B85A71" w:rsidP="00B54EFC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ZIONE</w:t>
      </w:r>
      <w:r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/B)</w:t>
      </w:r>
    </w:p>
    <w:p w:rsidR="00B54EFC" w:rsidRPr="00BB194D" w:rsidRDefault="00BB194D" w:rsidP="00E66F5F">
      <w:pPr>
        <w:spacing w:before="240" w:after="24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A6AA165" wp14:editId="47BE88BE">
                <wp:simplePos x="0" y="0"/>
                <wp:positionH relativeFrom="margin">
                  <wp:posOffset>-102235</wp:posOffset>
                </wp:positionH>
                <wp:positionV relativeFrom="paragraph">
                  <wp:posOffset>406623</wp:posOffset>
                </wp:positionV>
                <wp:extent cx="6371590" cy="8217535"/>
                <wp:effectExtent l="0" t="0" r="10160" b="1206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21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8.05pt;margin-top:32pt;width:501.7pt;height:647.0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g4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" filled="f" strokecolor="black [3213]" strokeweight=".25pt">
                <w10:wrap anchorx="margin"/>
              </v:rect>
            </w:pict>
          </mc:Fallback>
        </mc:AlternateContent>
      </w:r>
      <w:r w:rsidR="006B2956"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t>DA COMPILARE IN CASO DI PARTECIPAZIONE DI CONSORZIO DI COOPERATIVE, DI CONSORZIO DI IMPRESE ARTIGIANE E DI CONSORZIO STABILE</w:t>
      </w:r>
    </w:p>
    <w:p w:rsidR="001D58F2" w:rsidRPr="00B54EFC" w:rsidRDefault="00B54EFC" w:rsidP="00B54EFC">
      <w:pPr>
        <w:spacing w:before="10" w:after="0" w:line="260" w:lineRule="exact"/>
        <w:jc w:val="center"/>
        <w:rPr>
          <w:rFonts w:ascii="Garamond" w:hAnsi="Garamond"/>
          <w:sz w:val="18"/>
          <w:szCs w:val="18"/>
          <w:lang w:val="it-IT"/>
        </w:rPr>
      </w:pP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HI</w:t>
      </w:r>
      <w:r w:rsidR="00B85A71" w:rsidRPr="00384D13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6B2956" w:rsidRPr="00F62EC3" w:rsidRDefault="006B2956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20"/>
          <w:szCs w:val="20"/>
          <w:lang w:val="it-IT"/>
        </w:rPr>
      </w:pPr>
    </w:p>
    <w:p w:rsidR="005F4126" w:rsidRPr="00754E67" w:rsidRDefault="005F4126" w:rsidP="005F4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D7681E" w:rsidRPr="00D7681E" w:rsidRDefault="005F4126" w:rsidP="00D7681E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="00A3087A"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 w:rsidR="004F6839"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1D58F2" w:rsidRPr="00384D13" w:rsidRDefault="00B85A71" w:rsidP="00384D13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84D13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384D13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L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F62EC3" w:rsidRDefault="00B85A71" w:rsidP="00384D13">
      <w:pPr>
        <w:spacing w:before="1" w:after="0" w:line="240" w:lineRule="auto"/>
        <w:ind w:right="-20"/>
        <w:rPr>
          <w:rFonts w:ascii="Garamond" w:eastAsia="Arial" w:hAnsi="Garamond" w:cs="Arial"/>
          <w:sz w:val="20"/>
          <w:szCs w:val="20"/>
          <w:lang w:val="it-IT"/>
        </w:rPr>
      </w:pP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(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fare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n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3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o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5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su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ca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6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che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 xml:space="preserve"> i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nt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a)</w:t>
      </w:r>
    </w:p>
    <w:p w:rsidR="001D58F2" w:rsidRPr="00F62EC3" w:rsidRDefault="001D58F2">
      <w:pPr>
        <w:spacing w:before="15" w:after="0" w:line="20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45632A">
        <w:rPr>
          <w:rFonts w:ascii="Garamond" w:eastAsia="Courier New" w:hAnsi="Garamond" w:cs="Courier New"/>
          <w:sz w:val="20"/>
          <w:szCs w:val="20"/>
          <w:lang w:val="it-IT"/>
        </w:rPr>
        <w:t>□</w:t>
      </w:r>
      <w:r w:rsidRPr="0045632A">
        <w:rPr>
          <w:rFonts w:ascii="Garamond" w:eastAsia="Courier New" w:hAnsi="Garamond" w:cs="Courier New"/>
          <w:sz w:val="20"/>
          <w:szCs w:val="20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PER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V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>art.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IGI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F62EC3" w:rsidRDefault="001D58F2" w:rsidP="00562DB2">
      <w:pPr>
        <w:spacing w:before="1" w:after="0" w:line="12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before="120" w:after="0" w:line="240" w:lineRule="auto"/>
        <w:ind w:right="23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INDICA</w:t>
      </w:r>
    </w:p>
    <w:p w:rsidR="001D58F2" w:rsidRPr="00F62EC3" w:rsidRDefault="001D58F2">
      <w:pPr>
        <w:spacing w:before="16" w:after="0" w:line="24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uen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i 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pre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consor</w:t>
      </w:r>
      <w:r w:rsidRPr="00562DB2">
        <w:rPr>
          <w:rFonts w:ascii="Garamond" w:eastAsia="Arial" w:hAnsi="Garamond" w:cs="Arial"/>
          <w:spacing w:val="-2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q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es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cut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d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="00A118B3">
        <w:rPr>
          <w:rFonts w:ascii="Garamond" w:eastAsia="Arial" w:hAnsi="Garamond" w:cs="Arial"/>
          <w:sz w:val="18"/>
          <w:szCs w:val="18"/>
          <w:lang w:val="it-IT"/>
        </w:rPr>
        <w:t>lla fornitura/servizi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 de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ll’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o:</w:t>
      </w:r>
    </w:p>
    <w:p w:rsidR="00F62EC3" w:rsidRPr="00562DB2" w:rsidRDefault="00F62EC3" w:rsidP="00562DB2">
      <w:pPr>
        <w:spacing w:before="18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562DB2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9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F62EC3" w:rsidRPr="00562DB2" w:rsidRDefault="00F62EC3" w:rsidP="00562DB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562DB2" w:rsidP="00562DB2">
      <w:pPr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               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r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ma</w:t>
      </w:r>
      <w:r w:rsidR="00B85A71" w:rsidRPr="00562DB2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it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ale</w:t>
      </w:r>
    </w:p>
    <w:p w:rsidR="001D58F2" w:rsidRPr="00562DB2" w:rsidRDefault="001D58F2">
      <w:pPr>
        <w:spacing w:before="3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6B2956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562DB2">
        <w:rPr>
          <w:rFonts w:ascii="Garamond" w:hAnsi="Garamond"/>
          <w:b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67B8674A" wp14:editId="285F6384">
                <wp:simplePos x="0" y="0"/>
                <wp:positionH relativeFrom="page">
                  <wp:posOffset>3818255</wp:posOffset>
                </wp:positionH>
                <wp:positionV relativeFrom="paragraph">
                  <wp:posOffset>32385</wp:posOffset>
                </wp:positionV>
                <wp:extent cx="1787525" cy="1270"/>
                <wp:effectExtent l="0" t="0" r="22225" b="17780"/>
                <wp:wrapNone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-229"/>
                          <a:chExt cx="2815" cy="2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6503" y="-229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300.65pt;margin-top:2.55pt;width:140.75pt;height:.1pt;z-index:-251662848;mso-position-horizontal-relative:page" coordorigin="6503,-229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">
                <v:shape id="Freeform 71" o:spid="_x0000_s1027" style="position:absolute;left:6503;top:-229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A/8IA&#10;AADbAAAADwAAAGRycy9kb3ducmV2LnhtbERPy2oCMRTdC/2HcAV3mlGoLaNRRLGKdOML6e52cmcy&#10;dXIzTKKOf98sCl0ezns6b20l7tT40rGC4SABQZw5XXKh4HRc999B+ICssXJMCp7kYT576Uwx1e7B&#10;e7ofQiFiCPsUFZgQ6lRKnxmy6AeuJo5c7hqLIcKmkLrBRwy3lRwlyVhaLDk2GKxpaSi7Hm5Wwfdq&#10;kV9fz7v8YnafP5vjR+0q/FKq120XExCB2vAv/nNvtYK3uD5+iT9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4D/wgAAANsAAAAPAAAAAAAAAAAAAAAAAJgCAABkcnMvZG93&#10;bnJldi54bWxQSwUGAAAAAAQABAD1AAAAhw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</w:p>
    <w:p w:rsidR="00562DB2" w:rsidRDefault="00562DB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6B2956" w:rsidRDefault="006B2956" w:rsidP="006B2956">
      <w:pPr>
        <w:spacing w:before="34" w:after="0" w:line="240" w:lineRule="auto"/>
        <w:ind w:left="115" w:right="257"/>
        <w:jc w:val="both"/>
        <w:rPr>
          <w:rFonts w:ascii="Garamond" w:eastAsia="Arial" w:hAnsi="Garamond" w:cs="Arial"/>
          <w:sz w:val="18"/>
          <w:szCs w:val="18"/>
          <w:lang w:val="it-IT"/>
        </w:rPr>
      </w:pPr>
    </w:p>
    <w:p w:rsidR="00B85A71" w:rsidRPr="006B2956" w:rsidRDefault="00B85A71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P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Pr="006B2956" w:rsidRDefault="00DB1A24">
      <w:pPr>
        <w:spacing w:after="0"/>
        <w:rPr>
          <w:rFonts w:ascii="Garamond" w:hAnsi="Garamond"/>
          <w:sz w:val="18"/>
          <w:szCs w:val="18"/>
          <w:lang w:val="it-IT"/>
        </w:rPr>
        <w:sectPr w:rsidR="00DB1A24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877164" w:rsidRDefault="00B85A71" w:rsidP="00877164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/C)</w:t>
      </w:r>
    </w:p>
    <w:p w:rsidR="001D58F2" w:rsidRPr="00BB194D" w:rsidRDefault="00B85A71" w:rsidP="00BB194D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DA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OMP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IL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PA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AGG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RUP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PAME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TEMPO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I,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SO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I 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RDIN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RREN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,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G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.I.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</w:t>
      </w:r>
    </w:p>
    <w:p w:rsidR="001D58F2" w:rsidRPr="006B2956" w:rsidRDefault="00BB194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C3D430F" wp14:editId="35427828">
                <wp:simplePos x="0" y="0"/>
                <wp:positionH relativeFrom="margin">
                  <wp:posOffset>-108511</wp:posOffset>
                </wp:positionH>
                <wp:positionV relativeFrom="paragraph">
                  <wp:posOffset>23380</wp:posOffset>
                </wp:positionV>
                <wp:extent cx="6371590" cy="7891153"/>
                <wp:effectExtent l="0" t="0" r="10160" b="1460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78911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8.55pt;margin-top:1.85pt;width:501.7pt;height:621.3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tQ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:rsidR="002164C9" w:rsidRPr="006B2956" w:rsidRDefault="002164C9" w:rsidP="002164C9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6B2956" w:rsidRDefault="002164C9" w:rsidP="002164C9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4F6839" w:rsidRPr="00754E67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7D63F9" w:rsidRPr="007D63F9" w:rsidRDefault="007D63F9" w:rsidP="007D63F9">
      <w:pPr>
        <w:tabs>
          <w:tab w:val="left" w:pos="360"/>
        </w:tabs>
        <w:spacing w:before="60" w:after="60" w:line="360" w:lineRule="auto"/>
        <w:rPr>
          <w:rFonts w:ascii="Garamond" w:hAnsi="Garamond"/>
          <w:b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6B2956" w:rsidRDefault="00B85A71" w:rsidP="00877164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1D58F2" w:rsidP="00877164">
      <w:pPr>
        <w:spacing w:before="15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GG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45632A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NE</w:t>
      </w:r>
      <w:r w:rsidRPr="0045632A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3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6B2956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45632A" w:rsidRDefault="00B85A71" w:rsidP="00877164">
      <w:pPr>
        <w:tabs>
          <w:tab w:val="left" w:pos="820"/>
        </w:tabs>
        <w:spacing w:after="0" w:line="484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NS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ZIO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RD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8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RREN</w:t>
      </w:r>
      <w:r w:rsidRPr="0045632A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45632A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5"/>
          <w:position w:val="4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art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 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position w:val="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f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</w:p>
    <w:p w:rsidR="001D58F2" w:rsidRPr="0045632A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</w:rPr>
      </w:pPr>
      <w:proofErr w:type="spellStart"/>
      <w:r w:rsidRPr="0045632A">
        <w:rPr>
          <w:rFonts w:ascii="Garamond" w:eastAsia="Arial" w:hAnsi="Garamond" w:cs="Arial"/>
          <w:i/>
          <w:sz w:val="18"/>
          <w:szCs w:val="18"/>
        </w:rPr>
        <w:t>o</w:t>
      </w:r>
      <w:r w:rsidRPr="0045632A">
        <w:rPr>
          <w:rFonts w:ascii="Garamond" w:eastAsia="Arial" w:hAnsi="Garamond" w:cs="Arial"/>
          <w:i/>
          <w:spacing w:val="1"/>
          <w:sz w:val="18"/>
          <w:szCs w:val="18"/>
        </w:rPr>
        <w:t>vv</w:t>
      </w:r>
      <w:r w:rsidRPr="0045632A">
        <w:rPr>
          <w:rFonts w:ascii="Garamond" w:eastAsia="Arial" w:hAnsi="Garamond" w:cs="Arial"/>
          <w:i/>
          <w:sz w:val="18"/>
          <w:szCs w:val="18"/>
        </w:rPr>
        <w:t>ero</w:t>
      </w:r>
      <w:proofErr w:type="spellEnd"/>
    </w:p>
    <w:p w:rsidR="00877164" w:rsidRPr="00877164" w:rsidRDefault="00B85A71" w:rsidP="00877164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</w:rPr>
      </w:pPr>
      <w:r w:rsidRPr="0045632A">
        <w:rPr>
          <w:rFonts w:ascii="Garamond" w:eastAsia="Courier New" w:hAnsi="Garamond" w:cs="Courier New"/>
          <w:position w:val="4"/>
          <w:sz w:val="18"/>
          <w:szCs w:val="18"/>
        </w:rPr>
        <w:t>□</w:t>
      </w:r>
      <w:r w:rsidRPr="0045632A">
        <w:rPr>
          <w:rFonts w:ascii="Garamond" w:eastAsia="Courier New" w:hAnsi="Garamond" w:cs="Courier New"/>
          <w:position w:val="4"/>
          <w:sz w:val="18"/>
          <w:szCs w:val="18"/>
        </w:rPr>
        <w:tab/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G.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</w:rPr>
        <w:t>E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.I.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</w:rPr>
        <w:t xml:space="preserve">E 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 xml:space="preserve"> </w:t>
      </w:r>
      <w:r w:rsidRPr="0045632A">
        <w:rPr>
          <w:rFonts w:ascii="Garamond" w:eastAsia="Arial" w:hAnsi="Garamond" w:cs="Arial"/>
          <w:bCs/>
          <w:spacing w:val="2"/>
          <w:position w:val="4"/>
          <w:sz w:val="18"/>
          <w:szCs w:val="18"/>
        </w:rPr>
        <w:t>(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art. 65,</w:t>
      </w:r>
      <w:r w:rsidR="004D5FE4" w:rsidRPr="0045632A">
        <w:rPr>
          <w:rFonts w:ascii="Garamond" w:eastAsia="Arial" w:hAnsi="Garamond" w:cs="Arial"/>
          <w:i/>
          <w:spacing w:val="-7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c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 2,</w:t>
      </w:r>
      <w:r w:rsidR="004D5FE4" w:rsidRPr="0045632A">
        <w:rPr>
          <w:rFonts w:ascii="Garamond" w:eastAsia="Arial" w:hAnsi="Garamond" w:cs="Arial"/>
          <w:i/>
          <w:spacing w:val="-4"/>
          <w:sz w:val="18"/>
          <w:szCs w:val="18"/>
        </w:rPr>
        <w:t xml:space="preserve"> </w:t>
      </w:r>
      <w:proofErr w:type="spellStart"/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l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et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t</w:t>
      </w:r>
      <w:proofErr w:type="spellEnd"/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3"/>
          <w:sz w:val="18"/>
          <w:szCs w:val="18"/>
        </w:rPr>
        <w:t xml:space="preserve"> h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)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D.L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g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s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6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n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36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/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</w:rPr>
        <w:t>)</w:t>
      </w:r>
    </w:p>
    <w:p w:rsidR="001D58F2" w:rsidRPr="00877164" w:rsidRDefault="00B85A71" w:rsidP="00877164">
      <w:pPr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B85A71" w:rsidP="00877164">
      <w:pPr>
        <w:tabs>
          <w:tab w:val="left" w:pos="1520"/>
        </w:tabs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</w:p>
    <w:p w:rsidR="00877164" w:rsidRDefault="00877164" w:rsidP="00877164">
      <w:pPr>
        <w:spacing w:before="120" w:after="120" w:line="215" w:lineRule="exact"/>
        <w:ind w:left="824" w:right="-20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Default="00B85A71" w:rsidP="007D63F9">
      <w:pPr>
        <w:spacing w:before="120" w:after="120" w:line="215" w:lineRule="exact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UEND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</w:p>
    <w:p w:rsidR="007D63F9" w:rsidRPr="007D63F9" w:rsidRDefault="007D63F9" w:rsidP="007D63F9">
      <w:pPr>
        <w:spacing w:before="120" w:after="12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uen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ti 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mp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rese</w:t>
      </w:r>
      <w:r w:rsidRPr="006B2956">
        <w:rPr>
          <w:rFonts w:ascii="Garamond" w:eastAsia="Arial" w:hAnsi="Garamond" w:cs="Arial"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5" w:after="0" w:line="1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393983" w:rsidRDefault="007D63F9" w:rsidP="00877164">
      <w:pPr>
        <w:spacing w:before="67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93983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467034" wp14:editId="7A4B3E06">
                <wp:simplePos x="0" y="0"/>
                <wp:positionH relativeFrom="margin">
                  <wp:posOffset>-84760</wp:posOffset>
                </wp:positionH>
                <wp:positionV relativeFrom="paragraph">
                  <wp:posOffset>-121961</wp:posOffset>
                </wp:positionV>
                <wp:extent cx="6371590" cy="4096665"/>
                <wp:effectExtent l="0" t="0" r="10160" b="1841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4096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6.65pt;margin-top:-9.6pt;width:501.7pt;height:322.5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0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5738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500"/>
        </w:tabs>
        <w:spacing w:after="0" w:line="248" w:lineRule="exact"/>
        <w:ind w:left="2440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BB194D" w:rsidRPr="00464ED7" w:rsidRDefault="00B85A71" w:rsidP="00464ED7">
      <w:pPr>
        <w:tabs>
          <w:tab w:val="left" w:pos="9480"/>
        </w:tabs>
        <w:spacing w:before="32" w:after="0" w:line="240" w:lineRule="auto"/>
        <w:ind w:left="3938" w:right="-20"/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b/>
          <w:bCs/>
          <w:i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</w:p>
    <w:p w:rsidR="00464ED7" w:rsidRDefault="00464ED7">
      <w:pPr>
        <w:spacing w:before="3" w:after="0" w:line="225" w:lineRule="exact"/>
        <w:ind w:left="2939" w:right="-20"/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</w:pPr>
    </w:p>
    <w:p w:rsidR="001D58F2" w:rsidRPr="006B2956" w:rsidRDefault="00152DA5" w:rsidP="00152DA5">
      <w:pPr>
        <w:spacing w:before="3" w:after="0" w:line="225" w:lineRule="exact"/>
        <w:ind w:left="4678"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</w:t>
      </w:r>
      <w:r w:rsidR="00464ED7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</w:t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</w:t>
      </w:r>
    </w:p>
    <w:p w:rsidR="00BB194D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</w:t>
      </w:r>
      <w:r w:rsidR="00152DA5">
        <w:rPr>
          <w:rFonts w:ascii="Garamond" w:hAnsi="Garamond"/>
          <w:sz w:val="18"/>
          <w:szCs w:val="18"/>
          <w:lang w:val="it-IT"/>
        </w:rPr>
        <w:t xml:space="preserve">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           </w:t>
      </w:r>
    </w:p>
    <w:p w:rsidR="00F62EC3" w:rsidRPr="006B2956" w:rsidRDefault="00F62EC3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pPr w:leftFromText="141" w:rightFromText="141" w:vertAnchor="text" w:horzAnchor="margin" w:tblpX="-142" w:tblpY="58"/>
        <w:tblW w:w="10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10060"/>
      </w:tblGrid>
      <w:tr w:rsidR="007D63F9" w:rsidRPr="006B2956" w:rsidTr="00464ED7">
        <w:trPr>
          <w:trHeight w:hRule="exact" w:val="353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100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</w:t>
            </w:r>
          </w:p>
        </w:tc>
      </w:tr>
      <w:tr w:rsidR="00464ED7" w:rsidRPr="00A012F3" w:rsidTr="00464ED7">
        <w:trPr>
          <w:trHeight w:hRule="exact" w:val="2698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D63F9" w:rsidRPr="00EA019A" w:rsidRDefault="007D63F9" w:rsidP="007D63F9">
            <w:pPr>
              <w:spacing w:after="0" w:line="206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/C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te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e)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f)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ogge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hann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ipul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E.</w:t>
            </w:r>
            <w:r w:rsidRPr="00EA019A">
              <w:rPr>
                <w:rFonts w:ascii="Garamond" w:eastAsia="Arial" w:hAnsi="Garamond" w:cs="Arial"/>
                <w:i/>
                <w:spacing w:val="1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 h)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6B2956" w:rsidRDefault="007D63F9" w:rsidP="007D63F9">
            <w:pPr>
              <w:spacing w:before="9" w:after="0" w:line="110" w:lineRule="exact"/>
              <w:rPr>
                <w:rFonts w:ascii="Garamond" w:hAnsi="Garamond"/>
                <w:sz w:val="18"/>
                <w:szCs w:val="18"/>
                <w:lang w:val="it-IT"/>
              </w:rPr>
            </w:pPr>
          </w:p>
          <w:p w:rsidR="007D63F9" w:rsidRPr="006B2956" w:rsidRDefault="007D63F9" w:rsidP="007D63F9">
            <w:pPr>
              <w:spacing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già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capog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anco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ra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even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IE</w:t>
            </w:r>
          </w:p>
        </w:tc>
      </w:tr>
    </w:tbl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464ED7" w:rsidRDefault="00B85A71" w:rsidP="00464ED7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/D)</w:t>
      </w:r>
    </w:p>
    <w:p w:rsidR="001D58F2" w:rsidRDefault="00464ED7" w:rsidP="00F61E61">
      <w:pPr>
        <w:spacing w:before="120" w:after="12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DA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OMP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IL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IN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O DI 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AGG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EGA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MP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L 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ATT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963F26" w:rsidRPr="00963F26" w:rsidRDefault="006B5305" w:rsidP="00963F26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2155608" wp14:editId="079219E5">
                <wp:simplePos x="0" y="0"/>
                <wp:positionH relativeFrom="margin">
                  <wp:posOffset>-97155</wp:posOffset>
                </wp:positionH>
                <wp:positionV relativeFrom="paragraph">
                  <wp:posOffset>52070</wp:posOffset>
                </wp:positionV>
                <wp:extent cx="6371590" cy="8199120"/>
                <wp:effectExtent l="0" t="0" r="10160" b="1143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1991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7.65pt;margin-top:4.1pt;width:501.7pt;height:645.6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de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 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PRESE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="00464ED7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11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v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la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ANO </w:t>
      </w:r>
      <w:r w:rsidRPr="006B2956">
        <w:rPr>
          <w:rFonts w:ascii="Garamond" w:eastAsia="Arial" w:hAnsi="Garamond" w:cs="Arial"/>
          <w:spacing w:val="4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N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ERE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ANZA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</w:p>
    <w:p w:rsidR="001D58F2" w:rsidRPr="006B2956" w:rsidRDefault="00B85A71" w:rsidP="00464ED7">
      <w:pPr>
        <w:spacing w:after="0" w:line="210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IURIDICA (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O)</w:t>
      </w:r>
    </w:p>
    <w:p w:rsidR="001D58F2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i/>
          <w:sz w:val="18"/>
          <w:szCs w:val="18"/>
          <w:lang w:val="it-IT"/>
        </w:rPr>
      </w:pPr>
      <w:r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836E58" w:rsidRPr="006B2956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RETE   DOTATA   DI   ORGANO   COMUNE   CON   POTERE   DI   RAPPRESENTANZA   MA   PRIVA   </w:t>
      </w:r>
      <w:r w:rsidR="004D5FE4" w:rsidRPr="004D5FE4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IURIDICA 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(cd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E-C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)</w:t>
      </w:r>
    </w:p>
    <w:p w:rsidR="00836E58" w:rsidRPr="006B2956" w:rsidRDefault="00836E58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464ED7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5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4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PRIVO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ERE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ANZA</w:t>
      </w:r>
      <w:r w:rsidRPr="006B2956">
        <w:rPr>
          <w:rFonts w:ascii="Garamond" w:eastAsia="Arial" w:hAnsi="Garamond" w:cs="Arial"/>
          <w:spacing w:val="13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SPR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VVIS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</w:p>
    <w:p w:rsidR="001D58F2" w:rsidRPr="006B2956" w:rsidRDefault="00B85A71" w:rsidP="00464ED7">
      <w:pPr>
        <w:spacing w:after="0" w:line="192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DI 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PRIVO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DEI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UISI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DI Q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ICAZ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NE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6B2956" w:rsidRDefault="002164C9" w:rsidP="00464ED7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4F6839" w:rsidRPr="00754E67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1D58F2" w:rsidRPr="006B2956" w:rsidRDefault="001D58F2" w:rsidP="00464ED7">
      <w:pPr>
        <w:spacing w:before="2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5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spacing w:val="-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MUNE</w:t>
      </w:r>
    </w:p>
    <w:p w:rsidR="001D58F2" w:rsidRPr="006B2956" w:rsidRDefault="00B85A71" w:rsidP="00464ED7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15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NDA</w:t>
      </w:r>
      <w:r w:rsidRPr="006B2956">
        <w:rPr>
          <w:rFonts w:ascii="Garamond" w:eastAsia="Arial" w:hAnsi="Garamond" w:cs="Arial"/>
          <w:spacing w:val="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RI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/C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AP</w:t>
      </w:r>
      <w:r w:rsidRPr="006B2956">
        <w:rPr>
          <w:rFonts w:ascii="Garamond" w:eastAsia="Arial" w:hAnsi="Garamond" w:cs="Arial"/>
          <w:spacing w:val="1"/>
          <w:position w:val="4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RUP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</w:p>
    <w:p w:rsidR="001D58F2" w:rsidRPr="006B2956" w:rsidRDefault="001D58F2" w:rsidP="00464ED7">
      <w:pPr>
        <w:spacing w:before="1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B85A71" w:rsidP="00464ED7">
      <w:pPr>
        <w:spacing w:before="4" w:after="0" w:line="206" w:lineRule="exact"/>
        <w:ind w:right="76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speci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icand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deno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singol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te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andan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5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1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4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963F26" w:rsidRPr="006B2956" w:rsidRDefault="00963F26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963F26" w:rsidP="00464ED7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4BA3FC" wp14:editId="46DED0F0">
                <wp:simplePos x="0" y="0"/>
                <wp:positionH relativeFrom="margin">
                  <wp:posOffset>-72885</wp:posOffset>
                </wp:positionH>
                <wp:positionV relativeFrom="paragraph">
                  <wp:posOffset>-133837</wp:posOffset>
                </wp:positionV>
                <wp:extent cx="6371590" cy="5575465"/>
                <wp:effectExtent l="0" t="0" r="10160" b="2540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5575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.75pt;margin-top:-10.55pt;width:501.7pt;height:43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="00B85A71"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ione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464ED7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464ED7" w:rsidRPr="006B2956" w:rsidRDefault="00464ED7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560"/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6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2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78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6621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me</w:t>
      </w:r>
      <w:r w:rsidRPr="006B2956">
        <w:rPr>
          <w:rFonts w:ascii="Garamond" w:eastAsia="Arial" w:hAnsi="Garamond" w:cs="Arial"/>
          <w:b/>
          <w:bCs/>
          <w:i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13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800"/>
        </w:tabs>
        <w:spacing w:after="0" w:line="248" w:lineRule="exact"/>
        <w:ind w:left="2752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464ED7" w:rsidP="00464ED7">
      <w:pPr>
        <w:tabs>
          <w:tab w:val="left" w:pos="980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tabs>
          <w:tab w:val="left" w:pos="9800"/>
        </w:tabs>
        <w:spacing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464ED7" w:rsidRDefault="00464ED7" w:rsidP="00464ED7">
      <w:pPr>
        <w:tabs>
          <w:tab w:val="center" w:pos="4826"/>
        </w:tabs>
        <w:spacing w:before="13" w:after="0" w:line="240" w:lineRule="exact"/>
        <w:rPr>
          <w:rFonts w:ascii="Garamond" w:hAnsi="Garamond"/>
          <w:sz w:val="18"/>
          <w:szCs w:val="18"/>
          <w:u w:val="single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</w:t>
      </w:r>
      <w:r>
        <w:rPr>
          <w:rFonts w:ascii="Garamond" w:hAnsi="Garamond"/>
          <w:sz w:val="18"/>
          <w:szCs w:val="18"/>
          <w:lang w:val="it-IT"/>
        </w:rPr>
        <w:tab/>
        <w:t xml:space="preserve">  </w:t>
      </w:r>
      <w:r>
        <w:rPr>
          <w:rFonts w:ascii="Garamond" w:hAnsi="Garamond"/>
          <w:sz w:val="18"/>
          <w:szCs w:val="18"/>
          <w:u w:val="single"/>
          <w:lang w:val="it-IT"/>
        </w:rPr>
        <w:t xml:space="preserve">                                                                                                                 </w:t>
      </w:r>
    </w:p>
    <w:p w:rsidR="001D58F2" w:rsidRPr="006B2956" w:rsidRDefault="001D58F2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W w:w="10178" w:type="dxa"/>
        <w:tblInd w:w="-14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46"/>
        <w:gridCol w:w="9932"/>
      </w:tblGrid>
      <w:tr w:rsidR="001D58F2" w:rsidRPr="006B2956" w:rsidTr="00806093">
        <w:trPr>
          <w:trHeight w:hRule="exact" w:val="353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9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A012F3" w:rsidTr="00806093">
        <w:trPr>
          <w:trHeight w:hRule="exact" w:val="3500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EA019A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EA019A" w:rsidRDefault="00B85A71">
            <w:pPr>
              <w:spacing w:before="3" w:after="0" w:line="206" w:lineRule="exact"/>
              <w:ind w:left="47" w:right="112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="00EA019A"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="00836E58"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EA019A" w:rsidRDefault="00B85A71">
            <w:pPr>
              <w:spacing w:after="0" w:line="203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digi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18" w:after="0" w:line="206" w:lineRule="exact"/>
              <w:ind w:right="99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4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after="0" w:line="239" w:lineRule="auto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nonch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é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EA019A" w:rsidRDefault="00B85A71" w:rsidP="007A2DDC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2" w:after="0" w:line="240" w:lineRule="auto"/>
              <w:ind w:right="100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 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fi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h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ass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re la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quali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ovve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after="0"/>
        <w:jc w:val="both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264F46" w:rsidRDefault="00264F46" w:rsidP="007A2DDC">
      <w:pPr>
        <w:spacing w:before="71" w:after="0" w:line="240" w:lineRule="auto"/>
        <w:ind w:right="-20"/>
        <w:rPr>
          <w:rFonts w:ascii="Garamond" w:eastAsia="Arial" w:hAnsi="Garamond" w:cs="Arial"/>
          <w:b/>
          <w:bCs/>
          <w:sz w:val="18"/>
          <w:szCs w:val="18"/>
          <w:lang w:val="it-IT"/>
        </w:rPr>
      </w:pPr>
    </w:p>
    <w:sectPr w:rsidR="00264F46" w:rsidSect="00241126">
      <w:pgSz w:w="11920" w:h="1686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A2" w:rsidRDefault="002F12A2" w:rsidP="002F12A2">
      <w:pPr>
        <w:spacing w:after="0" w:line="240" w:lineRule="auto"/>
      </w:pPr>
      <w:r>
        <w:separator/>
      </w:r>
    </w:p>
  </w:endnote>
  <w:end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A2" w:rsidRDefault="002F12A2" w:rsidP="002F12A2">
      <w:pPr>
        <w:spacing w:after="0" w:line="240" w:lineRule="auto"/>
      </w:pPr>
      <w:r>
        <w:separator/>
      </w:r>
    </w:p>
  </w:footnote>
  <w:foot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83A"/>
    <w:multiLevelType w:val="hybridMultilevel"/>
    <w:tmpl w:val="62107FE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EBA7457"/>
    <w:multiLevelType w:val="hybridMultilevel"/>
    <w:tmpl w:val="E6B079C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>
    <w:nsid w:val="23C90795"/>
    <w:multiLevelType w:val="hybridMultilevel"/>
    <w:tmpl w:val="0292DB4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67AD1992"/>
    <w:multiLevelType w:val="hybridMultilevel"/>
    <w:tmpl w:val="53CEA0A2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683451B6"/>
    <w:multiLevelType w:val="hybridMultilevel"/>
    <w:tmpl w:val="EC6A2F6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>
    <w:nsid w:val="72602A44"/>
    <w:multiLevelType w:val="hybridMultilevel"/>
    <w:tmpl w:val="6A7C741E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F2"/>
    <w:rsid w:val="000107D6"/>
    <w:rsid w:val="000F7DB3"/>
    <w:rsid w:val="00117934"/>
    <w:rsid w:val="00152DA5"/>
    <w:rsid w:val="001D58F2"/>
    <w:rsid w:val="002164C9"/>
    <w:rsid w:val="00241126"/>
    <w:rsid w:val="00264F46"/>
    <w:rsid w:val="002F12A2"/>
    <w:rsid w:val="003175D7"/>
    <w:rsid w:val="00384D13"/>
    <w:rsid w:val="00393983"/>
    <w:rsid w:val="00393FCB"/>
    <w:rsid w:val="003C3018"/>
    <w:rsid w:val="0045632A"/>
    <w:rsid w:val="00464ED7"/>
    <w:rsid w:val="004D5FE4"/>
    <w:rsid w:val="004F6839"/>
    <w:rsid w:val="00502ECD"/>
    <w:rsid w:val="00562DB2"/>
    <w:rsid w:val="005D68CE"/>
    <w:rsid w:val="005E6209"/>
    <w:rsid w:val="005F4126"/>
    <w:rsid w:val="00637DD9"/>
    <w:rsid w:val="0069304A"/>
    <w:rsid w:val="006A3E7D"/>
    <w:rsid w:val="006B2956"/>
    <w:rsid w:val="006B5305"/>
    <w:rsid w:val="00754E67"/>
    <w:rsid w:val="007A2DDC"/>
    <w:rsid w:val="007D63F9"/>
    <w:rsid w:val="00806093"/>
    <w:rsid w:val="00822FF9"/>
    <w:rsid w:val="00826B9C"/>
    <w:rsid w:val="00836E58"/>
    <w:rsid w:val="00877164"/>
    <w:rsid w:val="009120C9"/>
    <w:rsid w:val="00923B09"/>
    <w:rsid w:val="00963F26"/>
    <w:rsid w:val="009B04B2"/>
    <w:rsid w:val="009E69AE"/>
    <w:rsid w:val="00A012F3"/>
    <w:rsid w:val="00A118B3"/>
    <w:rsid w:val="00A3087A"/>
    <w:rsid w:val="00AD2F5D"/>
    <w:rsid w:val="00AE04D3"/>
    <w:rsid w:val="00B54EFC"/>
    <w:rsid w:val="00B85A71"/>
    <w:rsid w:val="00BB194D"/>
    <w:rsid w:val="00C542D6"/>
    <w:rsid w:val="00D24E87"/>
    <w:rsid w:val="00D3107E"/>
    <w:rsid w:val="00D7681E"/>
    <w:rsid w:val="00DB1A24"/>
    <w:rsid w:val="00E11B92"/>
    <w:rsid w:val="00E154E7"/>
    <w:rsid w:val="00E66F5F"/>
    <w:rsid w:val="00E8393B"/>
    <w:rsid w:val="00EA019A"/>
    <w:rsid w:val="00F61E61"/>
    <w:rsid w:val="00F62EC3"/>
    <w:rsid w:val="00FB1AFE"/>
    <w:rsid w:val="00F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5DB1BC08</Template>
  <TotalTime>280</TotalTime>
  <Pages>8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DI SOPRALLUOGO</vt:lpstr>
    </vt:vector>
  </TitlesOfParts>
  <Company>ULSS7</Company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DI SOPRALLUOGO</dc:title>
  <dc:creator>Sistemi Informativi</dc:creator>
  <cp:lastModifiedBy>Elisa Tolfo</cp:lastModifiedBy>
  <cp:revision>47</cp:revision>
  <dcterms:created xsi:type="dcterms:W3CDTF">2019-02-26T10:56:00Z</dcterms:created>
  <dcterms:modified xsi:type="dcterms:W3CDTF">2025-01-10T10:20:00Z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LastSaved">
    <vt:filetime>2019-02-26T00:00:00Z</vt:filetime>
  </property>
</Properties>
</file>