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8F2" w:rsidRPr="00117934" w:rsidRDefault="00B85A71" w:rsidP="00117934">
      <w:pPr>
        <w:spacing w:before="69" w:after="0" w:line="316" w:lineRule="exact"/>
        <w:ind w:left="142" w:right="-20"/>
        <w:rPr>
          <w:rFonts w:ascii="Garamond" w:eastAsia="Arial" w:hAnsi="Garamond" w:cs="Arial"/>
          <w:sz w:val="18"/>
          <w:szCs w:val="18"/>
          <w:lang w:val="it-IT"/>
        </w:rPr>
      </w:pPr>
      <w:r w:rsidRPr="00117934">
        <w:rPr>
          <w:rFonts w:ascii="Garamond" w:eastAsia="Arial" w:hAnsi="Garamond" w:cs="Arial"/>
          <w:bCs/>
          <w:spacing w:val="-1"/>
          <w:position w:val="-1"/>
          <w:sz w:val="18"/>
          <w:szCs w:val="18"/>
          <w:lang w:val="it-IT"/>
        </w:rPr>
        <w:t>ALL</w:t>
      </w:r>
      <w:r w:rsidRPr="00117934">
        <w:rPr>
          <w:rFonts w:ascii="Garamond" w:eastAsia="Arial" w:hAnsi="Garamond" w:cs="Arial"/>
          <w:bCs/>
          <w:position w:val="-1"/>
          <w:sz w:val="18"/>
          <w:szCs w:val="18"/>
          <w:lang w:val="it-IT"/>
        </w:rPr>
        <w:t>EG</w:t>
      </w:r>
      <w:r w:rsidRPr="00117934">
        <w:rPr>
          <w:rFonts w:ascii="Garamond" w:eastAsia="Arial" w:hAnsi="Garamond" w:cs="Arial"/>
          <w:bCs/>
          <w:spacing w:val="-1"/>
          <w:position w:val="-1"/>
          <w:sz w:val="18"/>
          <w:szCs w:val="18"/>
          <w:lang w:val="it-IT"/>
        </w:rPr>
        <w:t>AT</w:t>
      </w:r>
      <w:r w:rsidRPr="00117934">
        <w:rPr>
          <w:rFonts w:ascii="Garamond" w:eastAsia="Arial" w:hAnsi="Garamond" w:cs="Arial"/>
          <w:bCs/>
          <w:position w:val="-1"/>
          <w:sz w:val="18"/>
          <w:szCs w:val="18"/>
          <w:lang w:val="it-IT"/>
        </w:rPr>
        <w:t xml:space="preserve">O </w:t>
      </w:r>
      <w:r w:rsidR="00AE04D3" w:rsidRPr="00117934">
        <w:rPr>
          <w:rFonts w:ascii="Garamond" w:eastAsia="Arial" w:hAnsi="Garamond" w:cs="Arial"/>
          <w:bCs/>
          <w:position w:val="-1"/>
          <w:sz w:val="18"/>
          <w:szCs w:val="18"/>
          <w:lang w:val="it-IT"/>
        </w:rPr>
        <w:t>2</w:t>
      </w:r>
      <w:r w:rsidR="00C542D6" w:rsidRPr="00117934">
        <w:rPr>
          <w:rFonts w:ascii="Garamond" w:eastAsia="Arial" w:hAnsi="Garamond" w:cs="Arial"/>
          <w:bCs/>
          <w:position w:val="-1"/>
          <w:sz w:val="18"/>
          <w:szCs w:val="18"/>
          <w:lang w:val="it-IT"/>
        </w:rPr>
        <w:t xml:space="preserve"> – DOMANDA DI PARTECIPAZIONE</w:t>
      </w:r>
    </w:p>
    <w:p w:rsidR="001D58F2" w:rsidRPr="00117934" w:rsidRDefault="001D58F2">
      <w:pPr>
        <w:spacing w:before="5" w:after="0" w:line="13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sz w:val="18"/>
          <w:szCs w:val="18"/>
          <w:lang w:val="it-IT"/>
        </w:rPr>
      </w:pPr>
    </w:p>
    <w:p w:rsidR="001D58F2" w:rsidRPr="00117934" w:rsidRDefault="00754E67" w:rsidP="00117934">
      <w:pPr>
        <w:spacing w:before="29" w:after="0" w:line="240" w:lineRule="auto"/>
        <w:ind w:left="142" w:right="6551"/>
        <w:jc w:val="both"/>
        <w:rPr>
          <w:rFonts w:ascii="Garamond" w:eastAsia="Arial" w:hAnsi="Garamond" w:cs="Arial"/>
          <w:sz w:val="18"/>
          <w:szCs w:val="18"/>
          <w:lang w:val="it-IT"/>
        </w:rPr>
      </w:pPr>
      <w:r w:rsidRPr="00117934">
        <w:rPr>
          <w:rFonts w:ascii="Garamond" w:eastAsia="Arial" w:hAnsi="Garamond" w:cs="Arial"/>
          <w:i/>
          <w:sz w:val="18"/>
          <w:szCs w:val="18"/>
          <w:lang w:val="it-IT"/>
        </w:rPr>
        <w:t>Spett.le</w:t>
      </w:r>
    </w:p>
    <w:p w:rsidR="001D58F2" w:rsidRPr="00117934" w:rsidRDefault="00754E67" w:rsidP="006A3E7D">
      <w:pPr>
        <w:spacing w:before="2" w:after="0" w:line="240" w:lineRule="auto"/>
        <w:ind w:left="142" w:right="4265"/>
        <w:jc w:val="both"/>
        <w:rPr>
          <w:rFonts w:ascii="Garamond" w:eastAsia="Arial" w:hAnsi="Garamond" w:cs="Arial"/>
          <w:sz w:val="18"/>
          <w:szCs w:val="18"/>
          <w:lang w:val="it-IT"/>
        </w:rPr>
      </w:pPr>
      <w:r w:rsidRPr="00117934">
        <w:rPr>
          <w:rFonts w:ascii="Garamond" w:eastAsia="Arial" w:hAnsi="Garamond" w:cs="Arial"/>
          <w:i/>
          <w:sz w:val="18"/>
          <w:szCs w:val="18"/>
          <w:lang w:val="it-IT"/>
        </w:rPr>
        <w:t>OSPEDALE RIABILITATIVO DI ALTA SPECIALIZZAZIONE S.p.A</w:t>
      </w:r>
    </w:p>
    <w:p w:rsidR="001D58F2" w:rsidRPr="00117934" w:rsidRDefault="00754E67" w:rsidP="00117934">
      <w:pPr>
        <w:spacing w:before="2" w:after="0" w:line="240" w:lineRule="auto"/>
        <w:ind w:left="142" w:right="6069"/>
        <w:jc w:val="both"/>
        <w:rPr>
          <w:rFonts w:ascii="Garamond" w:eastAsia="Arial" w:hAnsi="Garamond" w:cs="Arial"/>
          <w:sz w:val="18"/>
          <w:szCs w:val="18"/>
          <w:lang w:val="it-IT"/>
        </w:rPr>
      </w:pPr>
      <w:r w:rsidRPr="00117934">
        <w:rPr>
          <w:rFonts w:ascii="Garamond" w:eastAsia="Arial" w:hAnsi="Garamond" w:cs="Arial"/>
          <w:i/>
          <w:sz w:val="18"/>
          <w:szCs w:val="18"/>
          <w:lang w:val="it-IT"/>
        </w:rPr>
        <w:t>VIA</w:t>
      </w:r>
      <w:r w:rsidRPr="00117934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</w:t>
      </w:r>
      <w:r w:rsidRPr="00117934">
        <w:rPr>
          <w:rFonts w:ascii="Garamond" w:eastAsia="Arial" w:hAnsi="Garamond" w:cs="Arial"/>
          <w:i/>
          <w:sz w:val="18"/>
          <w:szCs w:val="18"/>
          <w:lang w:val="it-IT"/>
        </w:rPr>
        <w:t>PADRE LEONARDO BELLO, 3/C</w:t>
      </w:r>
    </w:p>
    <w:p w:rsidR="001D58F2" w:rsidRPr="006B2956" w:rsidRDefault="00754E67" w:rsidP="00117934">
      <w:pPr>
        <w:spacing w:before="2" w:after="0" w:line="240" w:lineRule="auto"/>
        <w:ind w:left="142" w:right="6636"/>
        <w:jc w:val="both"/>
        <w:rPr>
          <w:rFonts w:ascii="Arial" w:eastAsia="Arial" w:hAnsi="Arial" w:cs="Arial"/>
          <w:sz w:val="18"/>
          <w:szCs w:val="18"/>
          <w:lang w:val="it-IT"/>
        </w:rPr>
      </w:pPr>
      <w:r w:rsidRPr="00117934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31045</w:t>
      </w:r>
      <w:r w:rsidR="00B85A71" w:rsidRPr="00117934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</w:t>
      </w:r>
      <w:r w:rsidRPr="00117934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MOTTA DI LIVENZA (TV</w:t>
      </w:r>
      <w:r>
        <w:rPr>
          <w:rFonts w:ascii="Arial" w:eastAsia="Arial" w:hAnsi="Arial" w:cs="Arial"/>
          <w:i/>
          <w:spacing w:val="1"/>
          <w:sz w:val="18"/>
          <w:szCs w:val="18"/>
          <w:lang w:val="it-IT"/>
        </w:rPr>
        <w:t>)</w:t>
      </w:r>
    </w:p>
    <w:p w:rsidR="00B85A71" w:rsidRPr="006B2956" w:rsidRDefault="00B85A71" w:rsidP="00B85A71">
      <w:pPr>
        <w:spacing w:before="2" w:after="0" w:line="240" w:lineRule="auto"/>
        <w:ind w:left="255" w:right="7930"/>
        <w:jc w:val="both"/>
        <w:rPr>
          <w:rFonts w:ascii="Arial" w:eastAsia="Arial" w:hAnsi="Arial" w:cs="Arial"/>
          <w:sz w:val="18"/>
          <w:szCs w:val="18"/>
          <w:lang w:val="it-IT"/>
        </w:rPr>
      </w:pPr>
    </w:p>
    <w:p w:rsidR="00754E67" w:rsidRPr="00754E67" w:rsidRDefault="00754E67" w:rsidP="009120C9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 w:rsidRPr="00754E67">
        <w:rPr>
          <w:rFonts w:ascii="Garamond" w:hAnsi="Garamond"/>
          <w:b/>
          <w:sz w:val="18"/>
          <w:szCs w:val="18"/>
          <w:lang w:val="it-IT"/>
        </w:rPr>
        <w:t xml:space="preserve">PROCEDURA NEGOZIATA PER AFFIDAMENTO </w:t>
      </w:r>
      <w:r w:rsidR="005F4126">
        <w:rPr>
          <w:rFonts w:ascii="Garamond" w:hAnsi="Garamond"/>
          <w:b/>
          <w:sz w:val="18"/>
          <w:szCs w:val="18"/>
          <w:lang w:val="it-IT"/>
        </w:rPr>
        <w:t xml:space="preserve">DELLA </w:t>
      </w:r>
      <w:r w:rsidR="005F4126" w:rsidRPr="005F4126">
        <w:rPr>
          <w:rFonts w:ascii="Garamond" w:hAnsi="Garamond"/>
          <w:b/>
          <w:sz w:val="18"/>
          <w:szCs w:val="18"/>
          <w:lang w:val="it-IT"/>
        </w:rPr>
        <w:t>FORNITURA E STARTUP DI APPARATI IPERCONVERGENTI PER L’UPGRADE DELL’INFRASTRUTTURA NUTANIX NEL SITO A DI O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="005F4126" w:rsidRPr="005F4126">
        <w:rPr>
          <w:rFonts w:ascii="Garamond" w:hAnsi="Garamond"/>
          <w:b/>
          <w:sz w:val="18"/>
          <w:szCs w:val="18"/>
          <w:lang w:val="it-IT"/>
        </w:rPr>
        <w:t>R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="005F4126" w:rsidRPr="005F4126">
        <w:rPr>
          <w:rFonts w:ascii="Garamond" w:hAnsi="Garamond"/>
          <w:b/>
          <w:sz w:val="18"/>
          <w:szCs w:val="18"/>
          <w:lang w:val="it-IT"/>
        </w:rPr>
        <w:t>A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="005F4126" w:rsidRPr="005F4126">
        <w:rPr>
          <w:rFonts w:ascii="Garamond" w:hAnsi="Garamond"/>
          <w:b/>
          <w:sz w:val="18"/>
          <w:szCs w:val="18"/>
          <w:lang w:val="it-IT"/>
        </w:rPr>
        <w:t>S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="005F4126" w:rsidRPr="005F4126">
        <w:rPr>
          <w:rFonts w:ascii="Garamond" w:hAnsi="Garamond"/>
          <w:b/>
          <w:sz w:val="18"/>
          <w:szCs w:val="18"/>
          <w:lang w:val="it-IT"/>
        </w:rPr>
        <w:t xml:space="preserve"> S.P.A., COMPRENSIVA DELLE RELATIVE LICENZE E SUPPORTO PER 36 MESI</w:t>
      </w:r>
    </w:p>
    <w:p w:rsidR="009120C9" w:rsidRPr="00754E67" w:rsidRDefault="005F4126" w:rsidP="009120C9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 w:rsidRPr="00393FCB">
        <w:rPr>
          <w:rFonts w:ascii="Garamond" w:hAnsi="Garamond"/>
          <w:b/>
          <w:sz w:val="18"/>
          <w:szCs w:val="18"/>
          <w:lang w:val="it-IT"/>
        </w:rPr>
        <w:t>CIG __________ – CUP _____________</w:t>
      </w:r>
    </w:p>
    <w:p w:rsidR="001D58F2" w:rsidRPr="006B2956" w:rsidRDefault="00AD2F5D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  <w:r w:rsidRPr="009B04B2">
        <w:rPr>
          <w:rFonts w:ascii="Garamond" w:hAnsi="Garamond"/>
          <w:noProof/>
          <w:sz w:val="18"/>
          <w:szCs w:val="18"/>
          <w:lang w:val="it-IT" w:eastAsia="it-IT"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 wp14:anchorId="5F3B0751" wp14:editId="7694A350">
                <wp:simplePos x="0" y="0"/>
                <wp:positionH relativeFrom="page">
                  <wp:posOffset>716503</wp:posOffset>
                </wp:positionH>
                <wp:positionV relativeFrom="paragraph">
                  <wp:posOffset>24130</wp:posOffset>
                </wp:positionV>
                <wp:extent cx="6192000" cy="327596"/>
                <wp:effectExtent l="0" t="0" r="18415" b="15875"/>
                <wp:wrapNone/>
                <wp:docPr id="91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2000" cy="327596"/>
                          <a:chOff x="1065" y="-363"/>
                          <a:chExt cx="9782" cy="400"/>
                        </a:xfrm>
                      </wpg:grpSpPr>
                      <wpg:grpSp>
                        <wpg:cNvPr id="92" name="Group 99"/>
                        <wpg:cNvGrpSpPr>
                          <a:grpSpLocks/>
                        </wpg:cNvGrpSpPr>
                        <wpg:grpSpPr bwMode="auto">
                          <a:xfrm>
                            <a:off x="1073" y="-355"/>
                            <a:ext cx="9765" cy="2"/>
                            <a:chOff x="1073" y="-355"/>
                            <a:chExt cx="9765" cy="2"/>
                          </a:xfrm>
                        </wpg:grpSpPr>
                        <wps:wsp>
                          <wps:cNvPr id="93" name="Freeform 100"/>
                          <wps:cNvSpPr>
                            <a:spLocks/>
                          </wps:cNvSpPr>
                          <wps:spPr bwMode="auto">
                            <a:xfrm>
                              <a:off x="1073" y="-355"/>
                              <a:ext cx="9765" cy="2"/>
                            </a:xfrm>
                            <a:custGeom>
                              <a:avLst/>
                              <a:gdLst>
                                <a:gd name="T0" fmla="+- 0 1073 1073"/>
                                <a:gd name="T1" fmla="*/ T0 w 9765"/>
                                <a:gd name="T2" fmla="+- 0 10838 1073"/>
                                <a:gd name="T3" fmla="*/ T2 w 97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65">
                                  <a:moveTo>
                                    <a:pt x="0" y="0"/>
                                  </a:moveTo>
                                  <a:lnTo>
                                    <a:pt x="976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97"/>
                        <wpg:cNvGrpSpPr>
                          <a:grpSpLocks/>
                        </wpg:cNvGrpSpPr>
                        <wpg:grpSpPr bwMode="auto">
                          <a:xfrm>
                            <a:off x="1073" y="29"/>
                            <a:ext cx="9765" cy="2"/>
                            <a:chOff x="1073" y="29"/>
                            <a:chExt cx="9765" cy="2"/>
                          </a:xfrm>
                        </wpg:grpSpPr>
                        <wps:wsp>
                          <wps:cNvPr id="95" name="Freeform 98"/>
                          <wps:cNvSpPr>
                            <a:spLocks/>
                          </wps:cNvSpPr>
                          <wps:spPr bwMode="auto">
                            <a:xfrm>
                              <a:off x="1073" y="29"/>
                              <a:ext cx="9765" cy="2"/>
                            </a:xfrm>
                            <a:custGeom>
                              <a:avLst/>
                              <a:gdLst>
                                <a:gd name="T0" fmla="+- 0 1073 1073"/>
                                <a:gd name="T1" fmla="*/ T0 w 9765"/>
                                <a:gd name="T2" fmla="+- 0 10838 1073"/>
                                <a:gd name="T3" fmla="*/ T2 w 97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65">
                                  <a:moveTo>
                                    <a:pt x="0" y="0"/>
                                  </a:moveTo>
                                  <a:lnTo>
                                    <a:pt x="976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95"/>
                        <wpg:cNvGrpSpPr>
                          <a:grpSpLocks/>
                        </wpg:cNvGrpSpPr>
                        <wpg:grpSpPr bwMode="auto">
                          <a:xfrm>
                            <a:off x="1080" y="-348"/>
                            <a:ext cx="2" cy="370"/>
                            <a:chOff x="1080" y="-348"/>
                            <a:chExt cx="2" cy="370"/>
                          </a:xfrm>
                        </wpg:grpSpPr>
                        <wps:wsp>
                          <wps:cNvPr id="97" name="Freeform 96"/>
                          <wps:cNvSpPr>
                            <a:spLocks/>
                          </wps:cNvSpPr>
                          <wps:spPr bwMode="auto">
                            <a:xfrm>
                              <a:off x="1080" y="-348"/>
                              <a:ext cx="2" cy="370"/>
                            </a:xfrm>
                            <a:custGeom>
                              <a:avLst/>
                              <a:gdLst>
                                <a:gd name="T0" fmla="+- 0 -348 -348"/>
                                <a:gd name="T1" fmla="*/ -348 h 370"/>
                                <a:gd name="T2" fmla="+- 0 22 -348"/>
                                <a:gd name="T3" fmla="*/ 22 h 37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0">
                                  <a:moveTo>
                                    <a:pt x="0" y="0"/>
                                  </a:moveTo>
                                  <a:lnTo>
                                    <a:pt x="0" y="37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93"/>
                        <wpg:cNvGrpSpPr>
                          <a:grpSpLocks/>
                        </wpg:cNvGrpSpPr>
                        <wpg:grpSpPr bwMode="auto">
                          <a:xfrm>
                            <a:off x="10831" y="-348"/>
                            <a:ext cx="2" cy="370"/>
                            <a:chOff x="10831" y="-348"/>
                            <a:chExt cx="2" cy="370"/>
                          </a:xfrm>
                        </wpg:grpSpPr>
                        <wps:wsp>
                          <wps:cNvPr id="99" name="Freeform 94"/>
                          <wps:cNvSpPr>
                            <a:spLocks/>
                          </wps:cNvSpPr>
                          <wps:spPr bwMode="auto">
                            <a:xfrm>
                              <a:off x="10831" y="-348"/>
                              <a:ext cx="2" cy="370"/>
                            </a:xfrm>
                            <a:custGeom>
                              <a:avLst/>
                              <a:gdLst>
                                <a:gd name="T0" fmla="+- 0 -348 -348"/>
                                <a:gd name="T1" fmla="*/ -348 h 370"/>
                                <a:gd name="T2" fmla="+- 0 22 -348"/>
                                <a:gd name="T3" fmla="*/ 22 h 37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0">
                                  <a:moveTo>
                                    <a:pt x="0" y="0"/>
                                  </a:moveTo>
                                  <a:lnTo>
                                    <a:pt x="0" y="37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" o:spid="_x0000_s1026" style="position:absolute;margin-left:56.4pt;margin-top:1.9pt;width:487.55pt;height:25.8pt;z-index:-251666944;mso-position-horizontal-relative:page" coordorigin="1065,-363" coordsize="9782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">
                <v:group id="Group 99" o:spid="_x0000_s1027" style="position:absolute;left:1073;top:-355;width:9765;height:2" coordorigin="1073,-355" coordsize="97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100" o:spid="_x0000_s1028" style="position:absolute;left:1073;top:-355;width:9765;height:2;visibility:visible;mso-wrap-style:square;v-text-anchor:top" coordsize="97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+KpcIA&#10;AADbAAAADwAAAGRycy9kb3ducmV2LnhtbESPS4vCQBCE74L/YWjB2zrRZUWjo8g+RA+Cz3uTaZNo&#10;pidkxhj/vSMseCyq6itqOm9MIWqqXG5ZQb8XgSBOrM45VXA8/H2MQDiPrLGwTAoe5GA+a7emGGt7&#10;5x3Ve5+KAGEXo4LM+zKW0iUZGXQ9WxIH72wrgz7IKpW6wnuAm0IOomgoDeYcFjIs6Tuj5Lq/GQX1&#10;D1r/yK+D5ea0HZrd71e9vKyV6naaxQSEp8a/w//tlVYw/oTXl/AD5O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L4qlwgAAANsAAAAPAAAAAAAAAAAAAAAAAJgCAABkcnMvZG93&#10;bnJldi54bWxQSwUGAAAAAAQABAD1AAAAhwMAAAAA&#10;" path="m,l9765,e" filled="f" strokeweight=".82pt">
                    <v:path arrowok="t" o:connecttype="custom" o:connectlocs="0,0;9765,0" o:connectangles="0,0"/>
                  </v:shape>
                </v:group>
                <v:group id="Group 97" o:spid="_x0000_s1029" style="position:absolute;left:1073;top:29;width:9765;height:2" coordorigin="1073,29" coordsize="97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98" o:spid="_x0000_s1030" style="position:absolute;left:1073;top:29;width:9765;height:2;visibility:visible;mso-wrap-style:square;v-text-anchor:top" coordsize="97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q3SsIA&#10;AADbAAAADwAAAGRycy9kb3ducmV2LnhtbESPS4vCQBCE7wv+h6EFb+tEQVmjo4gv9LDg895k2iSa&#10;6QmZMcZ/7wgLeyyq6itqMmtMIWqqXG5ZQa8bgSBOrM45VXA+rb9/QDiPrLGwTApe5GA2bX1NMNb2&#10;yQeqjz4VAcIuRgWZ92UspUsyMui6tiQO3tVWBn2QVSp1hc8AN4XsR9FQGsw5LGRY0iKj5H58GAX1&#10;Eq1/5ff+5veyH5rDalBvbjulOu1mPgbhqfH/4b/2VisYDeDzJfwAOX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irdKwgAAANsAAAAPAAAAAAAAAAAAAAAAAJgCAABkcnMvZG93&#10;bnJldi54bWxQSwUGAAAAAAQABAD1AAAAhwMAAAAA&#10;" path="m,l9765,e" filled="f" strokeweight=".82pt">
                    <v:path arrowok="t" o:connecttype="custom" o:connectlocs="0,0;9765,0" o:connectangles="0,0"/>
                  </v:shape>
                </v:group>
                <v:group id="Group 95" o:spid="_x0000_s1031" style="position:absolute;left:1080;top:-348;width:2;height:370" coordorigin="1080,-348" coordsize="2,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96" o:spid="_x0000_s1032" style="position:absolute;left:1080;top:-348;width:2;height:370;visibility:visible;mso-wrap-style:square;v-text-anchor:top" coordsize="2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mLk8UA&#10;AADbAAAADwAAAGRycy9kb3ducmV2LnhtbESPT4vCMBTE78J+h/AEb5pqQXerURbZPx72YKsI3h7N&#10;27Zs81KbqPXbbwTB4zAzv2EWq87U4kKtqywrGI8iEMS51RUXCva7z+ErCOeRNdaWScGNHKyWL70F&#10;JtpeOaVL5gsRIOwSVFB63yRSurwkg25kG+Lg/drWoA+yLaRu8RrgppaTKJpKgxWHhRIbWpeU/2Vn&#10;oyDdniaH9OsYm7jeFh8/O57F9lupQb97n4Pw1Pln+NHeaAVvM7h/CT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yYuTxQAAANsAAAAPAAAAAAAAAAAAAAAAAJgCAABkcnMv&#10;ZG93bnJldi54bWxQSwUGAAAAAAQABAD1AAAAigMAAAAA&#10;" path="m,l,370e" filled="f" strokeweight=".82pt">
                    <v:path arrowok="t" o:connecttype="custom" o:connectlocs="0,-348;0,22" o:connectangles="0,0"/>
                  </v:shape>
                </v:group>
                <v:group id="Group 93" o:spid="_x0000_s1033" style="position:absolute;left:10831;top:-348;width:2;height:370" coordorigin="10831,-348" coordsize="2,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94" o:spid="_x0000_s1034" style="position:absolute;left:10831;top:-348;width:2;height:370;visibility:visible;mso-wrap-style:square;v-text-anchor:top" coordsize="2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q6esQA&#10;AADbAAAADwAAAGRycy9kb3ducmV2LnhtbESPQWvCQBSE7wX/w/IEb3WjgVajq4hU66EHoyJ4e2Sf&#10;STD7Ns2uGv+9KxR6HGbmG2Y6b00lbtS40rKCQT8CQZxZXXKu4LBfvY9AOI+ssbJMCh7kYD7rvE0x&#10;0fbOKd12PhcBwi5BBYX3dSKlywoy6Pq2Jg7e2TYGfZBNLnWD9wA3lRxG0Yc0WHJYKLCmZUHZZXc1&#10;CtLt7/CYrk+xiatt/vWz58/YfivV67aLCQhPrf8P/7U3WsF4DK8v4Qf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aunrEAAAA2wAAAA8AAAAAAAAAAAAAAAAAmAIAAGRycy9k&#10;b3ducmV2LnhtbFBLBQYAAAAABAAEAPUAAACJAwAAAAA=&#10;" path="m,l,370e" filled="f" strokeweight=".82pt">
                    <v:path arrowok="t" o:connecttype="custom" o:connectlocs="0,-348;0,22" o:connectangles="0,0"/>
                  </v:shape>
                </v:group>
                <w10:wrap anchorx="page"/>
              </v:group>
            </w:pict>
          </mc:Fallback>
        </mc:AlternateContent>
      </w:r>
    </w:p>
    <w:p w:rsidR="001D58F2" w:rsidRPr="006B2956" w:rsidRDefault="00B85A71">
      <w:pPr>
        <w:spacing w:after="0" w:line="240" w:lineRule="auto"/>
        <w:ind w:left="2859" w:right="2858"/>
        <w:jc w:val="center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ND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</w:p>
    <w:p w:rsidR="001D58F2" w:rsidRPr="009B04B2" w:rsidRDefault="00B85A71" w:rsidP="00AD2F5D">
      <w:pPr>
        <w:spacing w:before="120" w:after="120" w:line="271" w:lineRule="exact"/>
        <w:ind w:left="3362" w:right="3294"/>
        <w:jc w:val="center"/>
        <w:rPr>
          <w:rFonts w:ascii="Garamond" w:eastAsia="Arial" w:hAnsi="Garamond" w:cs="Arial"/>
          <w:strike/>
          <w:sz w:val="18"/>
          <w:szCs w:val="18"/>
          <w:lang w:val="it-IT"/>
        </w:rPr>
      </w:pPr>
      <w:r w:rsidRPr="009B04B2">
        <w:rPr>
          <w:rFonts w:ascii="Garamond" w:eastAsia="Arial" w:hAnsi="Garamond" w:cs="Arial"/>
          <w:i/>
          <w:spacing w:val="-1"/>
          <w:position w:val="-1"/>
          <w:sz w:val="18"/>
          <w:szCs w:val="18"/>
          <w:lang w:val="it-IT"/>
        </w:rPr>
        <w:t>(</w:t>
      </w:r>
      <w:r w:rsidRPr="009B04B2">
        <w:rPr>
          <w:rFonts w:ascii="Garamond" w:eastAsia="Arial" w:hAnsi="Garamond" w:cs="Arial"/>
          <w:i/>
          <w:position w:val="-1"/>
          <w:sz w:val="18"/>
          <w:szCs w:val="18"/>
          <w:lang w:val="it-IT"/>
        </w:rPr>
        <w:t xml:space="preserve">da </w:t>
      </w:r>
      <w:r w:rsidRPr="009B04B2">
        <w:rPr>
          <w:rFonts w:ascii="Garamond" w:eastAsia="Arial" w:hAnsi="Garamond" w:cs="Arial"/>
          <w:i/>
          <w:spacing w:val="1"/>
          <w:position w:val="-1"/>
          <w:sz w:val="18"/>
          <w:szCs w:val="18"/>
          <w:lang w:val="it-IT"/>
        </w:rPr>
        <w:t>r</w:t>
      </w:r>
      <w:r w:rsidRPr="009B04B2">
        <w:rPr>
          <w:rFonts w:ascii="Garamond" w:eastAsia="Arial" w:hAnsi="Garamond" w:cs="Arial"/>
          <w:i/>
          <w:position w:val="-1"/>
          <w:sz w:val="18"/>
          <w:szCs w:val="18"/>
          <w:lang w:val="it-IT"/>
        </w:rPr>
        <w:t>e</w:t>
      </w:r>
      <w:r w:rsidRPr="009B04B2">
        <w:rPr>
          <w:rFonts w:ascii="Garamond" w:eastAsia="Arial" w:hAnsi="Garamond" w:cs="Arial"/>
          <w:i/>
          <w:spacing w:val="-1"/>
          <w:position w:val="-1"/>
          <w:sz w:val="18"/>
          <w:szCs w:val="18"/>
          <w:lang w:val="it-IT"/>
        </w:rPr>
        <w:t>n</w:t>
      </w:r>
      <w:r w:rsidRPr="009B04B2">
        <w:rPr>
          <w:rFonts w:ascii="Garamond" w:eastAsia="Arial" w:hAnsi="Garamond" w:cs="Arial"/>
          <w:i/>
          <w:position w:val="-1"/>
          <w:sz w:val="18"/>
          <w:szCs w:val="18"/>
          <w:lang w:val="it-IT"/>
        </w:rPr>
        <w:t>d</w:t>
      </w:r>
      <w:r w:rsidRPr="009B04B2">
        <w:rPr>
          <w:rFonts w:ascii="Garamond" w:eastAsia="Arial" w:hAnsi="Garamond" w:cs="Arial"/>
          <w:i/>
          <w:spacing w:val="-1"/>
          <w:position w:val="-1"/>
          <w:sz w:val="18"/>
          <w:szCs w:val="18"/>
          <w:lang w:val="it-IT"/>
        </w:rPr>
        <w:t>e</w:t>
      </w:r>
      <w:r w:rsidRPr="009B04B2">
        <w:rPr>
          <w:rFonts w:ascii="Garamond" w:eastAsia="Arial" w:hAnsi="Garamond" w:cs="Arial"/>
          <w:i/>
          <w:spacing w:val="1"/>
          <w:position w:val="-1"/>
          <w:sz w:val="18"/>
          <w:szCs w:val="18"/>
          <w:lang w:val="it-IT"/>
        </w:rPr>
        <w:t>r</w:t>
      </w:r>
      <w:r w:rsidRPr="009B04B2">
        <w:rPr>
          <w:rFonts w:ascii="Garamond" w:eastAsia="Arial" w:hAnsi="Garamond" w:cs="Arial"/>
          <w:i/>
          <w:position w:val="-1"/>
          <w:sz w:val="18"/>
          <w:szCs w:val="18"/>
          <w:lang w:val="it-IT"/>
        </w:rPr>
        <w:t>e so</w:t>
      </w:r>
      <w:r w:rsidRPr="009B04B2">
        <w:rPr>
          <w:rFonts w:ascii="Garamond" w:eastAsia="Arial" w:hAnsi="Garamond" w:cs="Arial"/>
          <w:i/>
          <w:spacing w:val="1"/>
          <w:position w:val="-1"/>
          <w:sz w:val="18"/>
          <w:szCs w:val="18"/>
          <w:lang w:val="it-IT"/>
        </w:rPr>
        <w:t>tt</w:t>
      </w:r>
      <w:r w:rsidRPr="009B04B2">
        <w:rPr>
          <w:rFonts w:ascii="Garamond" w:eastAsia="Arial" w:hAnsi="Garamond" w:cs="Arial"/>
          <w:i/>
          <w:position w:val="-1"/>
          <w:sz w:val="18"/>
          <w:szCs w:val="18"/>
          <w:lang w:val="it-IT"/>
        </w:rPr>
        <w:t>oscrit</w:t>
      </w:r>
      <w:r w:rsidRPr="009B04B2">
        <w:rPr>
          <w:rFonts w:ascii="Garamond" w:eastAsia="Arial" w:hAnsi="Garamond" w:cs="Arial"/>
          <w:i/>
          <w:spacing w:val="1"/>
          <w:position w:val="-1"/>
          <w:sz w:val="18"/>
          <w:szCs w:val="18"/>
          <w:lang w:val="it-IT"/>
        </w:rPr>
        <w:t>t</w:t>
      </w:r>
      <w:r w:rsidRPr="009B04B2">
        <w:rPr>
          <w:rFonts w:ascii="Garamond" w:eastAsia="Arial" w:hAnsi="Garamond" w:cs="Arial"/>
          <w:i/>
          <w:position w:val="-1"/>
          <w:sz w:val="18"/>
          <w:szCs w:val="18"/>
          <w:lang w:val="it-IT"/>
        </w:rPr>
        <w:t>a</w:t>
      </w:r>
      <w:r w:rsidRPr="009B04B2">
        <w:rPr>
          <w:rFonts w:ascii="Garamond" w:eastAsia="Arial" w:hAnsi="Garamond" w:cs="Arial"/>
          <w:i/>
          <w:strike/>
          <w:position w:val="-1"/>
          <w:sz w:val="18"/>
          <w:szCs w:val="18"/>
          <w:lang w:val="it-IT"/>
        </w:rPr>
        <w:t>)</w:t>
      </w:r>
    </w:p>
    <w:tbl>
      <w:tblPr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"/>
        <w:gridCol w:w="9753"/>
      </w:tblGrid>
      <w:tr w:rsidR="009B04B2" w:rsidRPr="009B04B2" w:rsidTr="00241126">
        <w:trPr>
          <w:trHeight w:hRule="exact" w:val="233"/>
        </w:trPr>
        <w:tc>
          <w:tcPr>
            <w:tcW w:w="28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9B04B2" w:rsidRDefault="001D58F2">
            <w:pPr>
              <w:rPr>
                <w:rFonts w:ascii="Garamond" w:hAnsi="Garamond"/>
                <w:sz w:val="18"/>
                <w:szCs w:val="18"/>
                <w:lang w:val="it-IT"/>
              </w:rPr>
            </w:pPr>
          </w:p>
        </w:tc>
        <w:tc>
          <w:tcPr>
            <w:tcW w:w="975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9B04B2" w:rsidRDefault="00B85A71">
            <w:pPr>
              <w:spacing w:before="15" w:after="0" w:line="240" w:lineRule="auto"/>
              <w:ind w:left="47"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9B04B2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NB)</w:t>
            </w:r>
          </w:p>
        </w:tc>
      </w:tr>
      <w:tr w:rsidR="001D58F2" w:rsidRPr="006A3E7D" w:rsidTr="00241126">
        <w:trPr>
          <w:trHeight w:hRule="exact" w:val="1692"/>
        </w:trPr>
        <w:tc>
          <w:tcPr>
            <w:tcW w:w="28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754E67" w:rsidRDefault="001D58F2">
            <w:pPr>
              <w:rPr>
                <w:rFonts w:ascii="Garamond" w:hAnsi="Garamond"/>
                <w:sz w:val="18"/>
                <w:szCs w:val="18"/>
                <w:lang w:val="it-IT"/>
              </w:rPr>
            </w:pPr>
          </w:p>
        </w:tc>
        <w:tc>
          <w:tcPr>
            <w:tcW w:w="97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1D58F2" w:rsidRPr="0045632A" w:rsidRDefault="00B85A71" w:rsidP="00B85A71">
            <w:pPr>
              <w:pStyle w:val="Paragrafoelenco"/>
              <w:numPr>
                <w:ilvl w:val="0"/>
                <w:numId w:val="1"/>
              </w:numPr>
              <w:tabs>
                <w:tab w:val="left" w:pos="320"/>
              </w:tabs>
              <w:spacing w:after="0" w:line="240" w:lineRule="auto"/>
              <w:ind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Il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M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odul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llega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to</w:t>
            </w:r>
            <w:r w:rsidRPr="0045632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="0045632A" w:rsidRPr="0045632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>2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dev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esse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co</w:t>
            </w:r>
            <w:r w:rsidRPr="0045632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pila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to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i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s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45632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pa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ell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e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d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i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leggibile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;</w:t>
            </w:r>
          </w:p>
          <w:p w:rsidR="001D58F2" w:rsidRPr="006B2956" w:rsidRDefault="00B85A71" w:rsidP="00B85A71">
            <w:pPr>
              <w:pStyle w:val="Paragrafoelenco"/>
              <w:numPr>
                <w:ilvl w:val="0"/>
                <w:numId w:val="1"/>
              </w:numPr>
              <w:tabs>
                <w:tab w:val="left" w:pos="320"/>
              </w:tabs>
              <w:spacing w:after="0" w:line="240" w:lineRule="auto"/>
              <w:ind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Al</w:t>
            </w:r>
            <w:r w:rsidRPr="0045632A">
              <w:rPr>
                <w:rFonts w:ascii="Garamond" w:eastAsia="Arial" w:hAnsi="Garamond" w:cs="Arial"/>
                <w:i/>
                <w:spacing w:val="13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f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in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45632A">
              <w:rPr>
                <w:rFonts w:ascii="Garamond" w:eastAsia="Arial" w:hAnsi="Garamond" w:cs="Arial"/>
                <w:i/>
                <w:spacing w:val="13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45632A">
              <w:rPr>
                <w:rFonts w:ascii="Garamond" w:eastAsia="Arial" w:hAnsi="Garamond" w:cs="Arial"/>
                <w:i/>
                <w:spacing w:val="13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ga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re </w:t>
            </w:r>
            <w:r w:rsidRPr="0045632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aggio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45632A">
              <w:rPr>
                <w:rFonts w:ascii="Garamond" w:eastAsia="Arial" w:hAnsi="Garamond" w:cs="Arial"/>
                <w:i/>
                <w:spacing w:val="13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spedi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45632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zz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nell</w:t>
            </w:r>
            <w:r w:rsidRPr="006B2956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’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esa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dell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docu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inis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iv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n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sed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ga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ra e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tu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f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4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idu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rre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ini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possibili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tà</w:t>
            </w:r>
            <w:r w:rsidRPr="006B2956">
              <w:rPr>
                <w:rFonts w:ascii="Garamond" w:eastAsia="Arial" w:hAnsi="Garamond" w:cs="Arial"/>
                <w:i/>
                <w:spacing w:val="1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nell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pila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6B2956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invi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2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conco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6B2956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f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ula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re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do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ecipa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t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co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pila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3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odulo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;</w:t>
            </w:r>
          </w:p>
          <w:p w:rsidR="001D58F2" w:rsidRPr="006B2956" w:rsidRDefault="00B85A71" w:rsidP="00B85A71">
            <w:pPr>
              <w:pStyle w:val="Paragrafoelenco"/>
              <w:numPr>
                <w:ilvl w:val="0"/>
                <w:numId w:val="1"/>
              </w:numPr>
              <w:tabs>
                <w:tab w:val="left" w:pos="320"/>
              </w:tabs>
              <w:spacing w:after="0" w:line="240" w:lineRule="auto"/>
              <w:ind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Il</w:t>
            </w:r>
            <w:r w:rsidRPr="006B2956">
              <w:rPr>
                <w:rFonts w:ascii="Garamond" w:eastAsia="Arial" w:hAnsi="Garamond" w:cs="Arial"/>
                <w:i/>
                <w:spacing w:val="18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4"/>
                <w:position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odul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dev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esse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re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so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tosc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22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digi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al</w:t>
            </w:r>
            <w:r w:rsidRPr="006B2956">
              <w:rPr>
                <w:rFonts w:ascii="Garamond" w:eastAsia="Arial" w:hAnsi="Garamond" w:cs="Arial"/>
                <w:i/>
                <w:spacing w:val="-1"/>
                <w:position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en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17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da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sogge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in</w:t>
            </w:r>
            <w:r w:rsidRPr="006B2956">
              <w:rPr>
                <w:rFonts w:ascii="Garamond" w:eastAsia="Arial" w:hAnsi="Garamond" w:cs="Arial"/>
                <w:i/>
                <w:spacing w:val="3"/>
                <w:position w:val="-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ica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ti</w:t>
            </w:r>
            <w:r w:rsidRPr="006B2956">
              <w:rPr>
                <w:rFonts w:ascii="Garamond" w:eastAsia="Arial" w:hAnsi="Garamond" w:cs="Arial"/>
                <w:i/>
                <w:spacing w:val="16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nell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speci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f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ich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9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S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-6"/>
                <w:position w:val="-1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ion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2"/>
                <w:position w:val="-1"/>
                <w:sz w:val="18"/>
                <w:szCs w:val="18"/>
                <w:lang w:val="it-IT"/>
              </w:rPr>
              <w:t>1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/A,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1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/B,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1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/C,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1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/D,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</w:p>
          <w:p w:rsidR="001D58F2" w:rsidRPr="006B2956" w:rsidRDefault="00B85A71" w:rsidP="00AD2F5D">
            <w:pPr>
              <w:pStyle w:val="Paragrafoelenco"/>
              <w:numPr>
                <w:ilvl w:val="0"/>
                <w:numId w:val="1"/>
              </w:numPr>
              <w:tabs>
                <w:tab w:val="left" w:pos="320"/>
              </w:tabs>
              <w:spacing w:after="0" w:line="240" w:lineRule="auto"/>
              <w:ind w:right="121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In</w:t>
            </w:r>
            <w:r w:rsidRPr="006B2956">
              <w:rPr>
                <w:rFonts w:ascii="Garamond" w:eastAsia="Arial" w:hAnsi="Garamond" w:cs="Arial"/>
                <w:i/>
                <w:spacing w:val="3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cas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do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tosc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ocu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28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odul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dev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esse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="00754E67"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allega</w:t>
            </w:r>
            <w:r w:rsidR="00754E67"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ta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copi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f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dell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ocu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ra;</w:t>
            </w:r>
          </w:p>
          <w:p w:rsidR="001D58F2" w:rsidRPr="006B2956" w:rsidRDefault="00B85A71" w:rsidP="00B85A71">
            <w:pPr>
              <w:pStyle w:val="Paragrafoelenco"/>
              <w:numPr>
                <w:ilvl w:val="0"/>
                <w:numId w:val="1"/>
              </w:numPr>
              <w:tabs>
                <w:tab w:val="left" w:pos="320"/>
              </w:tabs>
              <w:spacing w:after="0" w:line="240" w:lineRule="auto"/>
              <w:ind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Se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gl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spa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ise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va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ne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3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odul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no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son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su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f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ficien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è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possibil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eg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aggiungendon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</w:p>
        </w:tc>
      </w:tr>
    </w:tbl>
    <w:p w:rsidR="001D58F2" w:rsidRPr="006B2956" w:rsidRDefault="001D58F2">
      <w:pPr>
        <w:spacing w:before="15" w:after="0" w:line="26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9781"/>
        </w:tabs>
        <w:spacing w:before="32" w:after="0" w:line="248" w:lineRule="exact"/>
        <w:ind w:right="13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l sot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oscrit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9781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ato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>(</w:t>
      </w:r>
      <w:r w:rsidRPr="006B2956">
        <w:rPr>
          <w:rFonts w:ascii="Garamond" w:eastAsia="Arial" w:hAnsi="Garamond" w:cs="Arial"/>
          <w:i/>
          <w:spacing w:val="-1"/>
          <w:w w:val="99"/>
          <w:position w:val="-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i/>
          <w:w w:val="99"/>
          <w:position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i/>
          <w:spacing w:val="-1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w w:val="99"/>
          <w:position w:val="-1"/>
          <w:sz w:val="18"/>
          <w:szCs w:val="18"/>
          <w:lang w:val="it-IT"/>
        </w:rPr>
        <w:t>go</w:t>
      </w:r>
      <w:r w:rsidRPr="006B2956">
        <w:rPr>
          <w:rFonts w:ascii="Garamond" w:eastAsia="Arial" w:hAnsi="Garamond" w:cs="Arial"/>
          <w:i/>
          <w:spacing w:val="-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-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w w:val="99"/>
          <w:position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i/>
          <w:spacing w:val="-1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w w:val="99"/>
          <w:position w:val="-1"/>
          <w:sz w:val="18"/>
          <w:szCs w:val="18"/>
          <w:lang w:val="it-IT"/>
        </w:rPr>
        <w:t>ta</w:t>
      </w:r>
      <w:r w:rsidRPr="006B2956">
        <w:rPr>
          <w:rFonts w:ascii="Garamond" w:eastAsia="Arial" w:hAnsi="Garamond" w:cs="Arial"/>
          <w:i/>
          <w:spacing w:val="-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w w:val="99"/>
          <w:position w:val="-1"/>
          <w:sz w:val="18"/>
          <w:szCs w:val="18"/>
          <w:lang w:val="it-IT"/>
        </w:rPr>
        <w:t>di</w:t>
      </w:r>
      <w:r w:rsidRPr="006B2956">
        <w:rPr>
          <w:rFonts w:ascii="Garamond" w:eastAsia="Arial" w:hAnsi="Garamond" w:cs="Arial"/>
          <w:i/>
          <w:spacing w:val="-2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i/>
          <w:spacing w:val="-1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1"/>
          <w:w w:val="99"/>
          <w:position w:val="-1"/>
          <w:sz w:val="18"/>
          <w:szCs w:val="18"/>
          <w:lang w:val="it-IT"/>
        </w:rPr>
        <w:t>sc</w:t>
      </w:r>
      <w:r w:rsidRPr="006B2956">
        <w:rPr>
          <w:rFonts w:ascii="Garamond" w:eastAsia="Arial" w:hAnsi="Garamond" w:cs="Arial"/>
          <w:i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w w:val="99"/>
          <w:position w:val="-1"/>
          <w:sz w:val="18"/>
          <w:szCs w:val="18"/>
          <w:lang w:val="it-IT"/>
        </w:rPr>
        <w:t>ta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)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>: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1740"/>
          <w:tab w:val="left" w:pos="9781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es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nte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n: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Vi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a/P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spacing w:val="-2"/>
          <w:position w:val="-1"/>
          <w:sz w:val="18"/>
          <w:szCs w:val="18"/>
          <w:lang w:val="it-IT"/>
        </w:rPr>
        <w:t>zz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a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8140"/>
          <w:tab w:val="left" w:pos="9781"/>
          <w:tab w:val="left" w:pos="10000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omune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_</w:t>
      </w:r>
      <w:proofErr w:type="spellStart"/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3"/>
          <w:position w:val="-1"/>
          <w:sz w:val="18"/>
          <w:szCs w:val="18"/>
          <w:lang w:val="it-IT"/>
        </w:rPr>
        <w:t>v</w:t>
      </w:r>
      <w:proofErr w:type="spellEnd"/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5540"/>
          <w:tab w:val="left" w:pos="9781"/>
          <w:tab w:val="left" w:pos="9980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proofErr w:type="spellStart"/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el</w:t>
      </w:r>
      <w:proofErr w:type="spellEnd"/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n.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ll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are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n.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*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9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9781"/>
          <w:tab w:val="left" w:pos="10000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presentante del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l’i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presa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9781"/>
          <w:tab w:val="left" w:pos="9980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con se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 i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:  </w:t>
      </w:r>
      <w:r w:rsidRPr="006B2956">
        <w:rPr>
          <w:rFonts w:ascii="Garamond" w:eastAsia="Arial" w:hAnsi="Garamond" w:cs="Arial"/>
          <w:spacing w:val="-26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Vi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a/P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spacing w:val="-2"/>
          <w:position w:val="-1"/>
          <w:sz w:val="18"/>
          <w:szCs w:val="18"/>
          <w:lang w:val="it-IT"/>
        </w:rPr>
        <w:t>zz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8180"/>
          <w:tab w:val="left" w:pos="9781"/>
          <w:tab w:val="left" w:pos="9980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omune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proofErr w:type="spellStart"/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3"/>
          <w:position w:val="-1"/>
          <w:sz w:val="18"/>
          <w:szCs w:val="18"/>
          <w:lang w:val="it-IT"/>
        </w:rPr>
        <w:t>v</w:t>
      </w:r>
      <w:proofErr w:type="spellEnd"/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9781"/>
          <w:tab w:val="left" w:pos="9980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F/P.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VA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5820"/>
          <w:tab w:val="left" w:pos="9781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__________________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-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il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r w:rsidR="0024112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                        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@</w:t>
      </w:r>
      <w:r w:rsidR="00241126"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9781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osta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et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ni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ca ce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rt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pacing w:val="3"/>
          <w:position w:val="-1"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cata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(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PEC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)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:</w:t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5200"/>
          <w:tab w:val="left" w:pos="9960"/>
        </w:tabs>
        <w:spacing w:before="32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u w:val="single" w:color="000000"/>
          <w:lang w:val="it-IT"/>
        </w:rPr>
        <w:tab/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@</w:t>
      </w:r>
      <w:r w:rsidRPr="006B2956">
        <w:rPr>
          <w:rFonts w:ascii="Garamond" w:eastAsia="Arial" w:hAnsi="Garamond" w:cs="Arial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u w:val="single" w:color="000000"/>
          <w:lang w:val="it-IT"/>
        </w:rPr>
        <w:tab/>
      </w:r>
    </w:p>
    <w:p w:rsidR="001D58F2" w:rsidRPr="006B2956" w:rsidRDefault="00B85A71" w:rsidP="00241126">
      <w:pPr>
        <w:spacing w:after="0" w:line="205" w:lineRule="exact"/>
        <w:ind w:right="-20"/>
        <w:jc w:val="both"/>
        <w:rPr>
          <w:rFonts w:ascii="Garamond" w:eastAsia="Arial" w:hAnsi="Garamond" w:cs="Arial"/>
          <w:i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*</w:t>
      </w:r>
      <w:r w:rsidRPr="006B2956">
        <w:rPr>
          <w:rFonts w:ascii="Garamond" w:eastAsia="Arial" w:hAnsi="Garamond" w:cs="Arial"/>
          <w:i/>
          <w:spacing w:val="7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Si</w:t>
      </w:r>
      <w:r w:rsidRPr="006B2956">
        <w:rPr>
          <w:rFonts w:ascii="Garamond" w:eastAsia="Arial" w:hAnsi="Garamond" w:cs="Arial"/>
          <w:i/>
          <w:spacing w:val="8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eg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8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indica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anch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nu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ro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cellula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pe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pacing w:val="5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even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ual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co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unica</w:t>
      </w:r>
      <w:r w:rsidRPr="006B2956">
        <w:rPr>
          <w:rFonts w:ascii="Garamond" w:eastAsia="Arial" w:hAnsi="Garamond" w:cs="Arial"/>
          <w:i/>
          <w:spacing w:val="-6"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ion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sed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esple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to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dell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ga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,</w:t>
      </w:r>
      <w:r w:rsidRPr="006B2956">
        <w:rPr>
          <w:rFonts w:ascii="Garamond" w:eastAsia="Arial" w:hAnsi="Garamond" w:cs="Arial"/>
          <w:i/>
          <w:spacing w:val="5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ov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no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iesca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,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pe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 xml:space="preserve">r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qualsias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ivo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,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con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ta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tel</w:t>
      </w:r>
      <w:r w:rsidRPr="006B2956">
        <w:rPr>
          <w:rFonts w:ascii="Garamond" w:eastAsia="Arial" w:hAnsi="Garamond" w:cs="Arial"/>
          <w:i/>
          <w:spacing w:val="8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onica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te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sed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de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i/>
          <w:spacing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pa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ecipan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te</w:t>
      </w:r>
    </w:p>
    <w:p w:rsidR="001D58F2" w:rsidRPr="006B2956" w:rsidRDefault="001D58F2" w:rsidP="00AD2F5D">
      <w:pPr>
        <w:spacing w:after="0" w:line="200" w:lineRule="exact"/>
        <w:ind w:left="142" w:right="115"/>
        <w:rPr>
          <w:rFonts w:ascii="Garamond" w:hAnsi="Garamond"/>
          <w:sz w:val="18"/>
          <w:szCs w:val="18"/>
          <w:lang w:val="it-IT"/>
        </w:rPr>
      </w:pPr>
    </w:p>
    <w:p w:rsidR="00754E67" w:rsidRDefault="00754E67" w:rsidP="00AD2F5D">
      <w:pPr>
        <w:ind w:firstLine="142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before="4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AD2F5D" w:rsidRDefault="00B85A71" w:rsidP="00241126">
      <w:pPr>
        <w:spacing w:before="120" w:after="120" w:line="240" w:lineRule="auto"/>
        <w:ind w:right="-23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lastRenderedPageBreak/>
        <w:t>SEZIONE</w:t>
      </w:r>
      <w:r w:rsidRPr="006B2956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1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)</w:t>
      </w:r>
    </w:p>
    <w:p w:rsidR="00384D13" w:rsidRPr="00384D13" w:rsidRDefault="00384D13" w:rsidP="00384D13">
      <w:pPr>
        <w:spacing w:before="120" w:after="240" w:line="225" w:lineRule="exact"/>
        <w:ind w:right="-23"/>
        <w:rPr>
          <w:rFonts w:ascii="Garamond" w:eastAsia="Arial" w:hAnsi="Garamond" w:cs="Arial"/>
          <w:sz w:val="18"/>
          <w:szCs w:val="18"/>
          <w:lang w:val="it-IT"/>
        </w:rPr>
      </w:pPr>
      <w:r>
        <w:rPr>
          <w:rFonts w:ascii="Garamond" w:eastAsia="Arial" w:hAnsi="Garamond" w:cs="Arial"/>
          <w:b/>
          <w:bCs/>
          <w:noProof/>
          <w:position w:val="-1"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83D1E5B" wp14:editId="1BC26838">
                <wp:simplePos x="0" y="0"/>
                <wp:positionH relativeFrom="margin">
                  <wp:align>center</wp:align>
                </wp:positionH>
                <wp:positionV relativeFrom="paragraph">
                  <wp:posOffset>224790</wp:posOffset>
                </wp:positionV>
                <wp:extent cx="6300000" cy="2232000"/>
                <wp:effectExtent l="0" t="0" r="24765" b="1651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0" cy="2232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5" o:spid="_x0000_s1026" style="position:absolute;margin-left:0;margin-top:17.7pt;width:496.05pt;height:175.75pt;z-index:2516679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" filled="f" strokecolor="black [3213]" strokeweight=".25pt">
                <w10:wrap anchorx="margin"/>
              </v:rect>
            </w:pict>
          </mc:Fallback>
        </mc:AlternateConten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DA</w:t>
      </w:r>
      <w:r w:rsidR="00B85A71" w:rsidRPr="006B2956">
        <w:rPr>
          <w:rFonts w:ascii="Garamond" w:eastAsia="Arial" w:hAnsi="Garamond" w:cs="Arial"/>
          <w:b/>
          <w:bCs/>
          <w:spacing w:val="-10"/>
          <w:position w:val="-1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C</w:t>
      </w:r>
      <w:r w:rsidR="00B85A71" w:rsidRPr="006B2956">
        <w:rPr>
          <w:rFonts w:ascii="Garamond" w:eastAsia="Arial" w:hAnsi="Garamond" w:cs="Arial"/>
          <w:b/>
          <w:bCs/>
          <w:spacing w:val="1"/>
          <w:position w:val="-1"/>
          <w:sz w:val="18"/>
          <w:szCs w:val="18"/>
          <w:lang w:val="it-IT"/>
        </w:rPr>
        <w:t>O</w:t>
      </w:r>
      <w:r w:rsidR="00B85A71" w:rsidRPr="006B2956">
        <w:rPr>
          <w:rFonts w:ascii="Garamond" w:eastAsia="Arial" w:hAnsi="Garamond" w:cs="Arial"/>
          <w:b/>
          <w:bCs/>
          <w:spacing w:val="4"/>
          <w:position w:val="-1"/>
          <w:sz w:val="18"/>
          <w:szCs w:val="18"/>
          <w:lang w:val="it-IT"/>
        </w:rPr>
        <w:t>M</w:t>
      </w:r>
      <w:r w:rsidR="00B85A71" w:rsidRPr="006B2956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P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IL</w:t>
      </w:r>
      <w:r w:rsidR="00B85A71" w:rsidRPr="006B2956">
        <w:rPr>
          <w:rFonts w:ascii="Garamond" w:eastAsia="Arial" w:hAnsi="Garamond" w:cs="Arial"/>
          <w:b/>
          <w:bCs/>
          <w:spacing w:val="-7"/>
          <w:position w:val="-1"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RE</w:t>
      </w:r>
      <w:r w:rsidR="00B85A71" w:rsidRPr="006B2956">
        <w:rPr>
          <w:rFonts w:ascii="Garamond" w:eastAsia="Arial" w:hAnsi="Garamond" w:cs="Arial"/>
          <w:b/>
          <w:bCs/>
          <w:spacing w:val="-12"/>
          <w:position w:val="-1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E</w:t>
      </w:r>
      <w:r w:rsidR="00B85A71" w:rsidRPr="006B2956">
        <w:rPr>
          <w:rFonts w:ascii="Garamond" w:eastAsia="Arial" w:hAnsi="Garamond" w:cs="Arial"/>
          <w:b/>
          <w:bCs/>
          <w:spacing w:val="-2"/>
          <w:position w:val="-1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S</w:t>
      </w:r>
      <w:r w:rsidR="00B85A71" w:rsidRPr="006B2956">
        <w:rPr>
          <w:rFonts w:ascii="Garamond" w:eastAsia="Arial" w:hAnsi="Garamond" w:cs="Arial"/>
          <w:b/>
          <w:bCs/>
          <w:spacing w:val="1"/>
          <w:position w:val="-1"/>
          <w:sz w:val="18"/>
          <w:szCs w:val="18"/>
          <w:lang w:val="it-IT"/>
        </w:rPr>
        <w:t>O</w:t>
      </w:r>
      <w:r w:rsidR="00B85A71" w:rsidRPr="006B2956">
        <w:rPr>
          <w:rFonts w:ascii="Garamond" w:eastAsia="Arial" w:hAnsi="Garamond" w:cs="Arial"/>
          <w:b/>
          <w:bCs/>
          <w:spacing w:val="3"/>
          <w:position w:val="-1"/>
          <w:sz w:val="18"/>
          <w:szCs w:val="18"/>
          <w:lang w:val="it-IT"/>
        </w:rPr>
        <w:t>TT</w:t>
      </w:r>
      <w:r w:rsidR="00B85A71" w:rsidRPr="006B2956">
        <w:rPr>
          <w:rFonts w:ascii="Garamond" w:eastAsia="Arial" w:hAnsi="Garamond" w:cs="Arial"/>
          <w:b/>
          <w:bCs/>
          <w:spacing w:val="1"/>
          <w:position w:val="-1"/>
          <w:sz w:val="18"/>
          <w:szCs w:val="18"/>
          <w:lang w:val="it-IT"/>
        </w:rPr>
        <w:t>O</w:t>
      </w:r>
      <w:r w:rsidR="00B85A71" w:rsidRPr="006B2956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S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CRI</w:t>
      </w:r>
      <w:r w:rsidR="00B85A71" w:rsidRPr="006B2956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VE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RE</w:t>
      </w:r>
      <w:r w:rsidR="00B85A71" w:rsidRPr="006B2956">
        <w:rPr>
          <w:rFonts w:ascii="Garamond" w:eastAsia="Arial" w:hAnsi="Garamond" w:cs="Arial"/>
          <w:b/>
          <w:bCs/>
          <w:spacing w:val="-17"/>
          <w:position w:val="-1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IN</w:t>
      </w:r>
      <w:r w:rsidR="00B85A71" w:rsidRPr="006B2956">
        <w:rPr>
          <w:rFonts w:ascii="Garamond" w:eastAsia="Arial" w:hAnsi="Garamond" w:cs="Arial"/>
          <w:b/>
          <w:bCs/>
          <w:spacing w:val="-2"/>
          <w:position w:val="-1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C</w:t>
      </w:r>
      <w:r w:rsidR="00B85A71" w:rsidRPr="006B2956">
        <w:rPr>
          <w:rFonts w:ascii="Garamond" w:eastAsia="Arial" w:hAnsi="Garamond" w:cs="Arial"/>
          <w:b/>
          <w:bCs/>
          <w:spacing w:val="-7"/>
          <w:position w:val="-1"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S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O</w:t>
      </w:r>
      <w:r w:rsidR="00B85A71" w:rsidRPr="006B2956">
        <w:rPr>
          <w:rFonts w:ascii="Garamond" w:eastAsia="Arial" w:hAnsi="Garamond" w:cs="Arial"/>
          <w:b/>
          <w:bCs/>
          <w:spacing w:val="-5"/>
          <w:position w:val="-1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DI</w:t>
      </w:r>
      <w:r w:rsidR="00B85A71" w:rsidRPr="006B2956">
        <w:rPr>
          <w:rFonts w:ascii="Garamond" w:eastAsia="Arial" w:hAnsi="Garamond" w:cs="Arial"/>
          <w:b/>
          <w:bCs/>
          <w:spacing w:val="-2"/>
          <w:position w:val="-1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P</w:t>
      </w:r>
      <w:r w:rsidR="00B85A71" w:rsidRPr="006B2956">
        <w:rPr>
          <w:rFonts w:ascii="Garamond" w:eastAsia="Arial" w:hAnsi="Garamond" w:cs="Arial"/>
          <w:b/>
          <w:bCs/>
          <w:spacing w:val="-7"/>
          <w:position w:val="-1"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R</w:t>
      </w:r>
      <w:r w:rsidR="00B85A71" w:rsidRPr="006B2956">
        <w:rPr>
          <w:rFonts w:ascii="Garamond" w:eastAsia="Arial" w:hAnsi="Garamond" w:cs="Arial"/>
          <w:b/>
          <w:bCs/>
          <w:spacing w:val="3"/>
          <w:position w:val="-1"/>
          <w:sz w:val="18"/>
          <w:szCs w:val="18"/>
          <w:lang w:val="it-IT"/>
        </w:rPr>
        <w:t>T</w:t>
      </w:r>
      <w:r w:rsidR="00B85A71" w:rsidRPr="006B2956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E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CI</w:t>
      </w:r>
      <w:r w:rsidR="00B85A71" w:rsidRPr="006B2956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P</w:t>
      </w:r>
      <w:r w:rsidR="00B85A71" w:rsidRPr="006B2956">
        <w:rPr>
          <w:rFonts w:ascii="Garamond" w:eastAsia="Arial" w:hAnsi="Garamond" w:cs="Arial"/>
          <w:b/>
          <w:bCs/>
          <w:spacing w:val="-7"/>
          <w:position w:val="-1"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ZI</w:t>
      </w:r>
      <w:r w:rsidR="00B85A71" w:rsidRPr="006B2956">
        <w:rPr>
          <w:rFonts w:ascii="Garamond" w:eastAsia="Arial" w:hAnsi="Garamond" w:cs="Arial"/>
          <w:b/>
          <w:bCs/>
          <w:spacing w:val="1"/>
          <w:position w:val="-1"/>
          <w:sz w:val="18"/>
          <w:szCs w:val="18"/>
          <w:lang w:val="it-IT"/>
        </w:rPr>
        <w:t>O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NE</w:t>
      </w:r>
      <w:r w:rsidR="00B85A71" w:rsidRPr="006B2956">
        <w:rPr>
          <w:rFonts w:ascii="Garamond" w:eastAsia="Arial" w:hAnsi="Garamond" w:cs="Arial"/>
          <w:b/>
          <w:bCs/>
          <w:spacing w:val="-19"/>
          <w:position w:val="-1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DI</w:t>
      </w:r>
      <w:r w:rsidR="00B85A71" w:rsidRPr="006B2956">
        <w:rPr>
          <w:rFonts w:ascii="Garamond" w:eastAsia="Arial" w:hAnsi="Garamond" w:cs="Arial"/>
          <w:b/>
          <w:bCs/>
          <w:spacing w:val="-2"/>
          <w:position w:val="-1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I</w:t>
      </w:r>
      <w:r w:rsidR="00B85A71" w:rsidRPr="006B2956">
        <w:rPr>
          <w:rFonts w:ascii="Garamond" w:eastAsia="Arial" w:hAnsi="Garamond" w:cs="Arial"/>
          <w:b/>
          <w:bCs/>
          <w:spacing w:val="4"/>
          <w:position w:val="-1"/>
          <w:sz w:val="18"/>
          <w:szCs w:val="18"/>
          <w:lang w:val="it-IT"/>
        </w:rPr>
        <w:t>M</w:t>
      </w:r>
      <w:r w:rsidR="00B85A71" w:rsidRPr="006B2956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P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R</w:t>
      </w:r>
      <w:r w:rsidR="00B85A71" w:rsidRPr="006B2956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ES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spacing w:val="-16"/>
          <w:position w:val="-1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S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IN</w:t>
      </w:r>
      <w:r w:rsidR="00B85A71" w:rsidRPr="006B2956">
        <w:rPr>
          <w:rFonts w:ascii="Garamond" w:eastAsia="Arial" w:hAnsi="Garamond" w:cs="Arial"/>
          <w:b/>
          <w:bCs/>
          <w:spacing w:val="1"/>
          <w:position w:val="-1"/>
          <w:sz w:val="18"/>
          <w:szCs w:val="18"/>
          <w:lang w:val="it-IT"/>
        </w:rPr>
        <w:t>GO</w:t>
      </w:r>
      <w:r w:rsidR="00B85A71" w:rsidRPr="006B2956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LA</w:t>
      </w:r>
    </w:p>
    <w:p w:rsidR="00384D13" w:rsidRDefault="00384D13" w:rsidP="00241126">
      <w:pPr>
        <w:spacing w:before="4" w:after="0" w:line="140" w:lineRule="exact"/>
        <w:jc w:val="center"/>
        <w:rPr>
          <w:rFonts w:ascii="Garamond" w:eastAsia="Arial" w:hAnsi="Garamond" w:cs="Arial"/>
          <w:b/>
          <w:bCs/>
          <w:sz w:val="18"/>
          <w:szCs w:val="18"/>
          <w:lang w:val="it-IT"/>
        </w:rPr>
      </w:pPr>
    </w:p>
    <w:p w:rsidR="001D58F2" w:rsidRPr="006B2956" w:rsidRDefault="00B85A71" w:rsidP="00241126">
      <w:pPr>
        <w:spacing w:before="4" w:after="0" w:line="140" w:lineRule="exact"/>
        <w:jc w:val="center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H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="00241126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DE</w:t>
      </w:r>
    </w:p>
    <w:p w:rsidR="001D58F2" w:rsidRPr="006B2956" w:rsidRDefault="001D58F2" w:rsidP="00241126">
      <w:pPr>
        <w:spacing w:before="3" w:after="0" w:line="280" w:lineRule="exact"/>
        <w:jc w:val="center"/>
        <w:rPr>
          <w:rFonts w:ascii="Garamond" w:hAnsi="Garamond"/>
          <w:sz w:val="18"/>
          <w:szCs w:val="18"/>
          <w:lang w:val="it-IT"/>
        </w:rPr>
      </w:pPr>
    </w:p>
    <w:p w:rsidR="005F4126" w:rsidRPr="00754E67" w:rsidRDefault="005F4126" w:rsidP="005F4126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>
        <w:rPr>
          <w:rFonts w:ascii="Garamond" w:hAnsi="Garamond"/>
          <w:b/>
          <w:sz w:val="18"/>
          <w:szCs w:val="18"/>
          <w:lang w:val="it-IT"/>
        </w:rPr>
        <w:t xml:space="preserve">DI PARTECIPARE ALLA </w:t>
      </w:r>
      <w:r w:rsidRPr="00754E67">
        <w:rPr>
          <w:rFonts w:ascii="Garamond" w:hAnsi="Garamond"/>
          <w:b/>
          <w:sz w:val="18"/>
          <w:szCs w:val="18"/>
          <w:lang w:val="it-IT"/>
        </w:rPr>
        <w:t xml:space="preserve">PROCEDURA NEGOZIATA PER AFFIDAMENTO </w:t>
      </w:r>
      <w:r>
        <w:rPr>
          <w:rFonts w:ascii="Garamond" w:hAnsi="Garamond"/>
          <w:b/>
          <w:sz w:val="18"/>
          <w:szCs w:val="18"/>
          <w:lang w:val="it-IT"/>
        </w:rPr>
        <w:t xml:space="preserve">DELLA </w:t>
      </w:r>
      <w:r w:rsidRPr="005F4126">
        <w:rPr>
          <w:rFonts w:ascii="Garamond" w:hAnsi="Garamond"/>
          <w:b/>
          <w:sz w:val="18"/>
          <w:szCs w:val="18"/>
          <w:lang w:val="it-IT"/>
        </w:rPr>
        <w:t>FORNITURA E STARTUP DI APPARATI IPERCONVERGENTI PER L’UPGRADE DELL’INFRASTRUTTURA NUTANIX NEL SITO A DI O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>R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>A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>S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 xml:space="preserve"> S.P.A., COMPRENSIVA DELLE RELATIVE LICENZE E SUPPORTO PER 36 MESI</w:t>
      </w:r>
    </w:p>
    <w:p w:rsidR="005F4126" w:rsidRDefault="005F4126" w:rsidP="00241126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</w:p>
    <w:p w:rsidR="00B85A71" w:rsidRPr="006B2956" w:rsidRDefault="005F4126" w:rsidP="00241126">
      <w:pPr>
        <w:pStyle w:val="Titolo1"/>
        <w:spacing w:before="60" w:beforeAutospacing="0" w:after="60" w:afterAutospacing="0" w:line="240" w:lineRule="auto"/>
        <w:ind w:left="720" w:right="541"/>
        <w:rPr>
          <w:rFonts w:eastAsia="Arial" w:cs="Arial"/>
          <w:spacing w:val="1"/>
          <w:sz w:val="18"/>
          <w:szCs w:val="18"/>
          <w:lang w:val="it-IT" w:eastAsia="en-US"/>
        </w:rPr>
      </w:pPr>
      <w:r>
        <w:rPr>
          <w:rFonts w:eastAsiaTheme="minorHAnsi" w:cstheme="minorBidi"/>
          <w:bCs w:val="0"/>
          <w:sz w:val="18"/>
          <w:szCs w:val="18"/>
          <w:lang w:val="it-IT" w:eastAsia="en-US"/>
        </w:rPr>
        <w:t>CIG ___________ – CUP ____________</w:t>
      </w: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before="8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3175D7" w:rsidP="00241126">
      <w:pPr>
        <w:spacing w:after="0" w:line="271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hAnsi="Garamond"/>
          <w:noProof/>
          <w:sz w:val="18"/>
          <w:szCs w:val="18"/>
          <w:lang w:val="it-IT" w:eastAsia="it-IT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0C24FA0C" wp14:editId="01995FB3">
                <wp:simplePos x="0" y="0"/>
                <wp:positionH relativeFrom="page">
                  <wp:posOffset>4129405</wp:posOffset>
                </wp:positionH>
                <wp:positionV relativeFrom="paragraph">
                  <wp:posOffset>492760</wp:posOffset>
                </wp:positionV>
                <wp:extent cx="1787525" cy="1270"/>
                <wp:effectExtent l="5080" t="6985" r="7620" b="10795"/>
                <wp:wrapNone/>
                <wp:docPr id="80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7525" cy="1270"/>
                          <a:chOff x="6503" y="776"/>
                          <a:chExt cx="2815" cy="2"/>
                        </a:xfrm>
                      </wpg:grpSpPr>
                      <wps:wsp>
                        <wps:cNvPr id="81" name="Freeform 82"/>
                        <wps:cNvSpPr>
                          <a:spLocks/>
                        </wps:cNvSpPr>
                        <wps:spPr bwMode="auto">
                          <a:xfrm>
                            <a:off x="6503" y="776"/>
                            <a:ext cx="2815" cy="2"/>
                          </a:xfrm>
                          <a:custGeom>
                            <a:avLst/>
                            <a:gdLst>
                              <a:gd name="T0" fmla="+- 0 6503 6503"/>
                              <a:gd name="T1" fmla="*/ T0 w 2815"/>
                              <a:gd name="T2" fmla="+- 0 9318 6503"/>
                              <a:gd name="T3" fmla="*/ T2 w 281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5">
                                <a:moveTo>
                                  <a:pt x="0" y="0"/>
                                </a:moveTo>
                                <a:lnTo>
                                  <a:pt x="2815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1" o:spid="_x0000_s1026" style="position:absolute;margin-left:325.15pt;margin-top:38.8pt;width:140.75pt;height:.1pt;z-index:-251664896;mso-position-horizontal-relative:page" coordorigin="6503,776" coordsize="281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">
                <v:shape id="Freeform 82" o:spid="_x0000_s1027" style="position:absolute;left:6503;top:776;width:2815;height:2;visibility:visible;mso-wrap-style:square;v-text-anchor:top" coordsize="281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ZVQ8UA&#10;AADbAAAADwAAAGRycy9kb3ducmV2LnhtbESPQWvCQBSE70L/w/IKvelGoSKpawgtahEvakvp7TX7&#10;kk3Nvg3ZrcZ/7wpCj8PMfMPMs9424kSdrx0rGI8SEMSF0zVXCj4Oy+EMhA/IGhvHpOBCHrLFw2CO&#10;qXZn3tFpHyoRIexTVGBCaFMpfWHIoh+5ljh6pesshii7SuoOzxFuGzlJkqm0WHNcMNjSq6HiuP+z&#10;Cn7e8vL4/Lkpv8xm+7s+rFrX4LdST499/gIiUB/+w/f2u1YwG8PtS/wB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RlVDxQAAANsAAAAPAAAAAAAAAAAAAAAAAJgCAABkcnMv&#10;ZG93bnJldi54bWxQSwUGAAAAAAQABAD1AAAAigMAAAAA&#10;" path="m,l2815,e" filled="f" strokeweight=".24536mm">
                  <v:path arrowok="t" o:connecttype="custom" o:connectlocs="0,0;2815,0" o:connectangles="0,0"/>
                </v:shape>
                <w10:wrap anchorx="page"/>
              </v:group>
            </w:pict>
          </mc:Fallback>
        </mc:AlternateContent>
      </w:r>
      <w:r w:rsidR="0024112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 xml:space="preserve">                                                                                                                                         </w:t>
      </w:r>
      <w:r w:rsidR="00B85A71"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Firma</w:t>
      </w:r>
      <w:r w:rsidR="00B85A71" w:rsidRPr="006B2956">
        <w:rPr>
          <w:rFonts w:ascii="Garamond" w:eastAsia="Arial" w:hAnsi="Garamond" w:cs="Arial"/>
          <w:b/>
          <w:bCs/>
          <w:i/>
          <w:spacing w:val="2"/>
          <w:position w:val="-1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digita</w:t>
      </w:r>
      <w:r w:rsidR="00B85A71" w:rsidRPr="006B2956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l</w:t>
      </w:r>
      <w:r w:rsidR="00B85A71"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e</w:t>
      </w: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before="17" w:after="0" w:line="280" w:lineRule="exact"/>
        <w:rPr>
          <w:rFonts w:ascii="Garamond" w:hAnsi="Garamond"/>
          <w:sz w:val="18"/>
          <w:szCs w:val="18"/>
          <w:lang w:val="it-IT"/>
        </w:rPr>
      </w:pPr>
    </w:p>
    <w:p w:rsidR="00754E67" w:rsidRDefault="00754E67" w:rsidP="00241126">
      <w:pPr>
        <w:spacing w:before="120" w:after="120" w:line="240" w:lineRule="auto"/>
        <w:jc w:val="both"/>
        <w:rPr>
          <w:rFonts w:ascii="Garamond" w:eastAsia="Arial" w:hAnsi="Garamond" w:cs="Arial"/>
          <w:i/>
          <w:sz w:val="18"/>
          <w:szCs w:val="18"/>
          <w:u w:val="single" w:color="000000"/>
          <w:lang w:val="it-IT"/>
        </w:rPr>
      </w:pPr>
    </w:p>
    <w:p w:rsidR="001D58F2" w:rsidRPr="006B2956" w:rsidRDefault="001D58F2" w:rsidP="00241126">
      <w:pPr>
        <w:spacing w:before="120" w:after="120" w:line="240" w:lineRule="auto"/>
        <w:jc w:val="both"/>
        <w:rPr>
          <w:rFonts w:ascii="Garamond" w:hAnsi="Garamond"/>
          <w:sz w:val="18"/>
          <w:szCs w:val="18"/>
          <w:lang w:val="it-IT"/>
        </w:rPr>
      </w:pPr>
    </w:p>
    <w:tbl>
      <w:tblPr>
        <w:tblW w:w="9946" w:type="dxa"/>
        <w:tblInd w:w="-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"/>
        <w:gridCol w:w="9852"/>
      </w:tblGrid>
      <w:tr w:rsidR="001D58F2" w:rsidRPr="006B2956" w:rsidTr="00241126">
        <w:trPr>
          <w:trHeight w:hRule="exact" w:val="353"/>
        </w:trPr>
        <w:tc>
          <w:tcPr>
            <w:tcW w:w="94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6B2956" w:rsidRDefault="001D58F2">
            <w:pPr>
              <w:rPr>
                <w:rFonts w:ascii="Garamond" w:hAnsi="Garamond"/>
                <w:sz w:val="18"/>
                <w:szCs w:val="18"/>
                <w:lang w:val="it-IT"/>
              </w:rPr>
            </w:pPr>
          </w:p>
        </w:tc>
        <w:tc>
          <w:tcPr>
            <w:tcW w:w="98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6B2956" w:rsidRDefault="00B85A71">
            <w:pPr>
              <w:spacing w:before="15" w:after="0" w:line="240" w:lineRule="auto"/>
              <w:ind w:left="47" w:right="-20"/>
              <w:rPr>
                <w:rFonts w:ascii="Garamond" w:eastAsia="Arial" w:hAnsi="Garamond" w:cs="Arial"/>
                <w:sz w:val="18"/>
                <w:szCs w:val="18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AVVE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R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TENZE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PER LA C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-4"/>
                <w:sz w:val="18"/>
                <w:szCs w:val="18"/>
                <w:u w:val="single" w:color="000000"/>
              </w:rPr>
              <w:t>M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PI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AZ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NE:</w:t>
            </w:r>
          </w:p>
        </w:tc>
      </w:tr>
      <w:tr w:rsidR="001D58F2" w:rsidRPr="006A3E7D" w:rsidTr="00241126">
        <w:trPr>
          <w:trHeight w:hRule="exact" w:val="1001"/>
        </w:trPr>
        <w:tc>
          <w:tcPr>
            <w:tcW w:w="94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6B2956" w:rsidRDefault="001D58F2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8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1D58F2" w:rsidRPr="0045632A" w:rsidRDefault="00B85A71" w:rsidP="00B85A71">
            <w:pPr>
              <w:pStyle w:val="Paragrafoelenco"/>
              <w:numPr>
                <w:ilvl w:val="0"/>
                <w:numId w:val="2"/>
              </w:numPr>
              <w:tabs>
                <w:tab w:val="left" w:pos="320"/>
              </w:tabs>
              <w:spacing w:before="15" w:after="0" w:line="206" w:lineRule="exact"/>
              <w:ind w:right="104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S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ez</w:t>
            </w:r>
            <w:r w:rsidRPr="006B2956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ne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1</w:t>
            </w:r>
            <w:r w:rsidRPr="006B2956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/A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odul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llega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to</w:t>
            </w:r>
            <w:r w:rsidRPr="006B2956">
              <w:rPr>
                <w:rFonts w:ascii="Garamond" w:eastAsia="Arial" w:hAnsi="Garamond" w:cs="Arial"/>
                <w:i/>
                <w:spacing w:val="9"/>
                <w:sz w:val="18"/>
                <w:szCs w:val="18"/>
                <w:lang w:val="it-IT"/>
              </w:rPr>
              <w:t xml:space="preserve"> </w:t>
            </w:r>
            <w:r w:rsidR="0045632A">
              <w:rPr>
                <w:rFonts w:ascii="Garamond" w:eastAsia="Arial" w:hAnsi="Garamond" w:cs="Arial"/>
                <w:i/>
                <w:spacing w:val="9"/>
                <w:sz w:val="18"/>
                <w:szCs w:val="18"/>
                <w:lang w:val="it-IT"/>
              </w:rPr>
              <w:t>2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</w:t>
            </w:r>
            <w:r w:rsidRPr="006B2956">
              <w:rPr>
                <w:rFonts w:ascii="Garamond" w:eastAsia="Arial" w:hAnsi="Garamond" w:cs="Arial"/>
                <w:i/>
                <w:spacing w:val="5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v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tosc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ca</w:t>
            </w:r>
            <w:r w:rsidRPr="006B2956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>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ecipa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D7681E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singol</w:t>
            </w:r>
            <w:r w:rsidRPr="00D7681E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D7681E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(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rt.</w:t>
            </w:r>
            <w:r w:rsidRPr="0045632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="000F7DB3"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65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r w:rsidR="000F7DB3"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2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proofErr w:type="spellEnd"/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r w:rsidR="000F7DB3"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="00A3087A"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de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C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odic</w:t>
            </w:r>
            <w:r w:rsidRPr="0045632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>e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</w:t>
            </w:r>
          </w:p>
          <w:p w:rsidR="001D58F2" w:rsidRPr="006B2956" w:rsidRDefault="00B85A71" w:rsidP="00D24E87">
            <w:pPr>
              <w:pStyle w:val="Paragrafoelenco"/>
              <w:numPr>
                <w:ilvl w:val="0"/>
                <w:numId w:val="2"/>
              </w:numPr>
              <w:tabs>
                <w:tab w:val="left" w:pos="320"/>
              </w:tabs>
              <w:spacing w:before="15" w:after="0" w:line="206" w:lineRule="exact"/>
              <w:ind w:right="104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De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v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esse</w:t>
            </w:r>
            <w:r w:rsidR="00562DB2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6B2956">
              <w:rPr>
                <w:rFonts w:ascii="Garamond" w:eastAsia="Arial" w:hAnsi="Garamond" w:cs="Arial"/>
                <w:i/>
                <w:spacing w:val="5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tosc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digi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al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="00562DB2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l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legal</w:t>
            </w:r>
            <w:r w:rsidR="00562DB2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app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sz w:val="18"/>
                <w:szCs w:val="18"/>
                <w:lang w:val="it-IT"/>
              </w:rPr>
              <w:t xml:space="preserve">,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o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tra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ta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="00562DB2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ri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 f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="000F7DB3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dell</w:t>
            </w:r>
            <w:r w:rsidRPr="006B2956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’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6B2956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>a</w:t>
            </w:r>
            <w:r w:rsidR="00D24E87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conco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</w:p>
        </w:tc>
      </w:tr>
    </w:tbl>
    <w:p w:rsidR="001D58F2" w:rsidRPr="006B2956" w:rsidRDefault="001D58F2">
      <w:pPr>
        <w:spacing w:after="0"/>
        <w:rPr>
          <w:rFonts w:ascii="Garamond" w:hAnsi="Garamond"/>
          <w:sz w:val="18"/>
          <w:szCs w:val="18"/>
          <w:lang w:val="it-IT"/>
        </w:rPr>
        <w:sectPr w:rsidR="001D58F2" w:rsidRPr="006B2956" w:rsidSect="00241126">
          <w:pgSz w:w="11920" w:h="16860"/>
          <w:pgMar w:top="1417" w:right="1134" w:bottom="1134" w:left="1134" w:header="720" w:footer="720" w:gutter="0"/>
          <w:cols w:space="720"/>
          <w:docGrid w:linePitch="299"/>
        </w:sectPr>
      </w:pPr>
    </w:p>
    <w:p w:rsidR="001D58F2" w:rsidRPr="00B54EFC" w:rsidRDefault="00B85A71" w:rsidP="00B54EFC">
      <w:pPr>
        <w:spacing w:before="120" w:after="120" w:line="240" w:lineRule="auto"/>
        <w:ind w:right="-23"/>
        <w:rPr>
          <w:rFonts w:ascii="Garamond" w:eastAsia="Arial" w:hAnsi="Garamond" w:cs="Arial"/>
          <w:b/>
          <w:bCs/>
          <w:sz w:val="18"/>
          <w:szCs w:val="18"/>
          <w:lang w:val="it-IT"/>
        </w:rPr>
      </w:pPr>
      <w:r w:rsidRPr="00B54EFC">
        <w:rPr>
          <w:rFonts w:ascii="Garamond" w:eastAsia="Arial" w:hAnsi="Garamond" w:cs="Arial"/>
          <w:b/>
          <w:bCs/>
          <w:sz w:val="18"/>
          <w:szCs w:val="18"/>
          <w:lang w:val="it-IT"/>
        </w:rPr>
        <w:lastRenderedPageBreak/>
        <w:t>SE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ZIONE</w:t>
      </w:r>
      <w:r w:rsidRPr="00B54EFC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1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/B)</w:t>
      </w:r>
    </w:p>
    <w:p w:rsidR="00B54EFC" w:rsidRPr="00BB194D" w:rsidRDefault="00BB194D" w:rsidP="00E66F5F">
      <w:pPr>
        <w:spacing w:before="240" w:after="240" w:line="240" w:lineRule="auto"/>
        <w:ind w:right="-23"/>
        <w:jc w:val="both"/>
        <w:rPr>
          <w:rFonts w:ascii="Garamond" w:eastAsia="Arial" w:hAnsi="Garamond" w:cs="Arial"/>
          <w:b/>
          <w:bCs/>
          <w:sz w:val="18"/>
          <w:szCs w:val="18"/>
          <w:lang w:val="it-IT"/>
        </w:rPr>
      </w:pPr>
      <w:r>
        <w:rPr>
          <w:rFonts w:ascii="Garamond" w:eastAsia="Arial" w:hAnsi="Garamond" w:cs="Arial"/>
          <w:b/>
          <w:bCs/>
          <w:noProof/>
          <w:position w:val="-1"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A6AA165" wp14:editId="47BE88BE">
                <wp:simplePos x="0" y="0"/>
                <wp:positionH relativeFrom="margin">
                  <wp:posOffset>-102235</wp:posOffset>
                </wp:positionH>
                <wp:positionV relativeFrom="paragraph">
                  <wp:posOffset>406623</wp:posOffset>
                </wp:positionV>
                <wp:extent cx="6371590" cy="8217535"/>
                <wp:effectExtent l="0" t="0" r="10160" b="1206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1590" cy="82175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7" o:spid="_x0000_s1026" style="position:absolute;margin-left:-8.05pt;margin-top:32pt;width:501.7pt;height:647.05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" filled="f" strokecolor="black [3213]" strokeweight=".25pt">
                <w10:wrap anchorx="margin"/>
              </v:rect>
            </w:pict>
          </mc:Fallback>
        </mc:AlternateContent>
      </w:r>
      <w:r w:rsidR="006B2956" w:rsidRPr="00B54EFC">
        <w:rPr>
          <w:rFonts w:ascii="Garamond" w:eastAsia="Arial" w:hAnsi="Garamond" w:cs="Arial"/>
          <w:b/>
          <w:bCs/>
          <w:sz w:val="18"/>
          <w:szCs w:val="18"/>
          <w:lang w:val="it-IT"/>
        </w:rPr>
        <w:t>DA COMPILARE IN CASO DI PARTECIPAZIONE DI CONSORZIO DI COOPERATIVE, DI CONSORZIO DI IMPRESE ARTIGIANE E DI CONSORZIO STABILE</w:t>
      </w:r>
    </w:p>
    <w:p w:rsidR="001D58F2" w:rsidRPr="00B54EFC" w:rsidRDefault="00B54EFC" w:rsidP="00B54EFC">
      <w:pPr>
        <w:spacing w:before="10" w:after="0" w:line="260" w:lineRule="exact"/>
        <w:jc w:val="center"/>
        <w:rPr>
          <w:rFonts w:ascii="Garamond" w:hAnsi="Garamond"/>
          <w:sz w:val="18"/>
          <w:szCs w:val="18"/>
          <w:lang w:val="it-IT"/>
        </w:rPr>
      </w:pPr>
      <w:r w:rsidRPr="00384D13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="00B85A71" w:rsidRPr="00384D13">
        <w:rPr>
          <w:rFonts w:ascii="Garamond" w:eastAsia="Arial" w:hAnsi="Garamond" w:cs="Arial"/>
          <w:b/>
          <w:bCs/>
          <w:sz w:val="18"/>
          <w:szCs w:val="18"/>
          <w:lang w:val="it-IT"/>
        </w:rPr>
        <w:t>HI</w:t>
      </w:r>
      <w:r w:rsidR="00B85A71" w:rsidRPr="00384D13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E</w:t>
      </w:r>
      <w:r w:rsidRPr="00384D13">
        <w:rPr>
          <w:rFonts w:ascii="Garamond" w:eastAsia="Arial" w:hAnsi="Garamond" w:cs="Arial"/>
          <w:b/>
          <w:bCs/>
          <w:sz w:val="18"/>
          <w:szCs w:val="18"/>
          <w:lang w:val="it-IT"/>
        </w:rPr>
        <w:t>DE</w:t>
      </w:r>
    </w:p>
    <w:p w:rsidR="006B2956" w:rsidRPr="00F62EC3" w:rsidRDefault="006B2956">
      <w:pPr>
        <w:spacing w:before="29" w:after="0" w:line="240" w:lineRule="auto"/>
        <w:ind w:left="4444" w:right="4420"/>
        <w:jc w:val="center"/>
        <w:rPr>
          <w:rFonts w:ascii="Garamond" w:eastAsia="Arial" w:hAnsi="Garamond" w:cs="Arial"/>
          <w:sz w:val="20"/>
          <w:szCs w:val="20"/>
          <w:lang w:val="it-IT"/>
        </w:rPr>
      </w:pPr>
    </w:p>
    <w:p w:rsidR="005F4126" w:rsidRPr="00754E67" w:rsidRDefault="005F4126" w:rsidP="005F4126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>
        <w:rPr>
          <w:rFonts w:ascii="Garamond" w:hAnsi="Garamond"/>
          <w:b/>
          <w:sz w:val="18"/>
          <w:szCs w:val="18"/>
          <w:lang w:val="it-IT"/>
        </w:rPr>
        <w:t xml:space="preserve">DI PARTECIPARE ALLA </w:t>
      </w:r>
      <w:r w:rsidRPr="00754E67">
        <w:rPr>
          <w:rFonts w:ascii="Garamond" w:hAnsi="Garamond"/>
          <w:b/>
          <w:sz w:val="18"/>
          <w:szCs w:val="18"/>
          <w:lang w:val="it-IT"/>
        </w:rPr>
        <w:t xml:space="preserve">PROCEDURA NEGOZIATA PER AFFIDAMENTO </w:t>
      </w:r>
      <w:r>
        <w:rPr>
          <w:rFonts w:ascii="Garamond" w:hAnsi="Garamond"/>
          <w:b/>
          <w:sz w:val="18"/>
          <w:szCs w:val="18"/>
          <w:lang w:val="it-IT"/>
        </w:rPr>
        <w:t xml:space="preserve">DELLA </w:t>
      </w:r>
      <w:r w:rsidRPr="005F4126">
        <w:rPr>
          <w:rFonts w:ascii="Garamond" w:hAnsi="Garamond"/>
          <w:b/>
          <w:sz w:val="18"/>
          <w:szCs w:val="18"/>
          <w:lang w:val="it-IT"/>
        </w:rPr>
        <w:t>FORNITURA E STARTUP DI APPARATI IPERCONVERGENTI PER L’UPGRADE DELL’INFRASTRUTTURA NUTANIX NEL SITO A DI O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>R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>A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>S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 xml:space="preserve"> S.P.A., COMPRENSIVA DELLE RELATIVE LICENZE E SUPPORTO PER 36 MESI</w:t>
      </w:r>
    </w:p>
    <w:p w:rsidR="00D7681E" w:rsidRPr="00D7681E" w:rsidRDefault="005F4126" w:rsidP="00D7681E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>
        <w:rPr>
          <w:rFonts w:ascii="Garamond" w:hAnsi="Garamond"/>
          <w:b/>
          <w:sz w:val="18"/>
          <w:szCs w:val="18"/>
          <w:lang w:val="it-IT"/>
        </w:rPr>
        <w:t>CIG _________</w:t>
      </w:r>
      <w:r w:rsidR="00A3087A" w:rsidRPr="0045632A">
        <w:rPr>
          <w:rFonts w:ascii="Garamond" w:hAnsi="Garamond"/>
          <w:b/>
          <w:sz w:val="18"/>
          <w:szCs w:val="18"/>
          <w:lang w:val="it-IT"/>
        </w:rPr>
        <w:t xml:space="preserve"> – CUP</w:t>
      </w:r>
      <w:r w:rsidR="004F6839">
        <w:rPr>
          <w:rFonts w:ascii="Garamond" w:hAnsi="Garamond"/>
          <w:b/>
          <w:sz w:val="18"/>
          <w:szCs w:val="18"/>
          <w:lang w:val="it-IT"/>
        </w:rPr>
        <w:t xml:space="preserve"> __________</w:t>
      </w:r>
    </w:p>
    <w:p w:rsidR="001D58F2" w:rsidRPr="00384D13" w:rsidRDefault="00B85A71" w:rsidP="00384D13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384D13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Q</w:t>
      </w:r>
      <w:r w:rsidRPr="00384D13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U</w:t>
      </w:r>
      <w:r w:rsidRPr="00384D13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384D13">
        <w:rPr>
          <w:rFonts w:ascii="Garamond" w:eastAsia="Arial" w:hAnsi="Garamond" w:cs="Arial"/>
          <w:b/>
          <w:bCs/>
          <w:sz w:val="18"/>
          <w:szCs w:val="18"/>
          <w:lang w:val="it-IT"/>
        </w:rPr>
        <w:t>L</w:t>
      </w:r>
      <w:r w:rsidRPr="00384D13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</w:t>
      </w:r>
      <w:r w:rsidRPr="00384D13">
        <w:rPr>
          <w:rFonts w:ascii="Garamond" w:eastAsia="Arial" w:hAnsi="Garamond" w:cs="Arial"/>
          <w:b/>
          <w:bCs/>
          <w:sz w:val="18"/>
          <w:szCs w:val="18"/>
          <w:lang w:val="it-IT"/>
        </w:rPr>
        <w:t>:</w:t>
      </w:r>
    </w:p>
    <w:p w:rsidR="001D58F2" w:rsidRPr="00F62EC3" w:rsidRDefault="00B85A71" w:rsidP="00384D13">
      <w:pPr>
        <w:spacing w:before="1" w:after="0" w:line="240" w:lineRule="auto"/>
        <w:ind w:right="-20"/>
        <w:rPr>
          <w:rFonts w:ascii="Garamond" w:eastAsia="Arial" w:hAnsi="Garamond" w:cs="Arial"/>
          <w:sz w:val="20"/>
          <w:szCs w:val="20"/>
          <w:lang w:val="it-IT"/>
        </w:rPr>
      </w:pPr>
      <w:r w:rsidRPr="00F62EC3">
        <w:rPr>
          <w:rFonts w:ascii="Garamond" w:eastAsia="Arial" w:hAnsi="Garamond" w:cs="Arial"/>
          <w:i/>
          <w:spacing w:val="1"/>
          <w:sz w:val="20"/>
          <w:szCs w:val="20"/>
          <w:lang w:val="it-IT"/>
        </w:rPr>
        <w:t>(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fare</w:t>
      </w:r>
      <w:r w:rsidRPr="00F62EC3">
        <w:rPr>
          <w:rFonts w:ascii="Garamond" w:eastAsia="Arial" w:hAnsi="Garamond" w:cs="Arial"/>
          <w:i/>
          <w:spacing w:val="-4"/>
          <w:sz w:val="20"/>
          <w:szCs w:val="20"/>
          <w:lang w:val="it-IT"/>
        </w:rPr>
        <w:t xml:space="preserve"> 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u</w:t>
      </w:r>
      <w:r w:rsidRPr="00F62EC3">
        <w:rPr>
          <w:rFonts w:ascii="Garamond" w:eastAsia="Arial" w:hAnsi="Garamond" w:cs="Arial"/>
          <w:i/>
          <w:spacing w:val="-1"/>
          <w:sz w:val="20"/>
          <w:szCs w:val="20"/>
          <w:lang w:val="it-IT"/>
        </w:rPr>
        <w:t>n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a</w:t>
      </w:r>
      <w:r w:rsidRPr="00F62EC3">
        <w:rPr>
          <w:rFonts w:ascii="Garamond" w:eastAsia="Arial" w:hAnsi="Garamond" w:cs="Arial"/>
          <w:i/>
          <w:spacing w:val="-3"/>
          <w:sz w:val="20"/>
          <w:szCs w:val="20"/>
          <w:lang w:val="it-IT"/>
        </w:rPr>
        <w:t xml:space="preserve"> 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c</w:t>
      </w:r>
      <w:r w:rsidRPr="00F62EC3">
        <w:rPr>
          <w:rFonts w:ascii="Garamond" w:eastAsia="Arial" w:hAnsi="Garamond" w:cs="Arial"/>
          <w:i/>
          <w:spacing w:val="1"/>
          <w:sz w:val="20"/>
          <w:szCs w:val="20"/>
          <w:lang w:val="it-IT"/>
        </w:rPr>
        <w:t>r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o</w:t>
      </w:r>
      <w:r w:rsidRPr="00F62EC3">
        <w:rPr>
          <w:rFonts w:ascii="Garamond" w:eastAsia="Arial" w:hAnsi="Garamond" w:cs="Arial"/>
          <w:i/>
          <w:spacing w:val="1"/>
          <w:sz w:val="20"/>
          <w:szCs w:val="20"/>
          <w:lang w:val="it-IT"/>
        </w:rPr>
        <w:t>c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e</w:t>
      </w:r>
      <w:r w:rsidRPr="00F62EC3">
        <w:rPr>
          <w:rFonts w:ascii="Garamond" w:eastAsia="Arial" w:hAnsi="Garamond" w:cs="Arial"/>
          <w:i/>
          <w:spacing w:val="-5"/>
          <w:sz w:val="20"/>
          <w:szCs w:val="20"/>
          <w:lang w:val="it-IT"/>
        </w:rPr>
        <w:t xml:space="preserve"> 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su</w:t>
      </w:r>
      <w:r w:rsidRPr="00F62EC3">
        <w:rPr>
          <w:rFonts w:ascii="Garamond" w:eastAsia="Arial" w:hAnsi="Garamond" w:cs="Arial"/>
          <w:i/>
          <w:spacing w:val="-1"/>
          <w:sz w:val="20"/>
          <w:szCs w:val="20"/>
          <w:lang w:val="it-IT"/>
        </w:rPr>
        <w:t>ll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a</w:t>
      </w:r>
      <w:r w:rsidRPr="00F62EC3">
        <w:rPr>
          <w:rFonts w:ascii="Garamond" w:eastAsia="Arial" w:hAnsi="Garamond" w:cs="Arial"/>
          <w:i/>
          <w:spacing w:val="-4"/>
          <w:sz w:val="20"/>
          <w:szCs w:val="20"/>
          <w:lang w:val="it-IT"/>
        </w:rPr>
        <w:t xml:space="preserve"> 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ca</w:t>
      </w:r>
      <w:r w:rsidRPr="00F62EC3">
        <w:rPr>
          <w:rFonts w:ascii="Garamond" w:eastAsia="Arial" w:hAnsi="Garamond" w:cs="Arial"/>
          <w:i/>
          <w:spacing w:val="1"/>
          <w:sz w:val="20"/>
          <w:szCs w:val="20"/>
          <w:lang w:val="it-IT"/>
        </w:rPr>
        <w:t>s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e</w:t>
      </w:r>
      <w:r w:rsidRPr="00F62EC3">
        <w:rPr>
          <w:rFonts w:ascii="Garamond" w:eastAsia="Arial" w:hAnsi="Garamond" w:cs="Arial"/>
          <w:i/>
          <w:spacing w:val="-1"/>
          <w:sz w:val="20"/>
          <w:szCs w:val="20"/>
          <w:lang w:val="it-IT"/>
        </w:rPr>
        <w:t>ll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a</w:t>
      </w:r>
      <w:r w:rsidRPr="00F62EC3">
        <w:rPr>
          <w:rFonts w:ascii="Garamond" w:eastAsia="Arial" w:hAnsi="Garamond" w:cs="Arial"/>
          <w:i/>
          <w:spacing w:val="-6"/>
          <w:sz w:val="20"/>
          <w:szCs w:val="20"/>
          <w:lang w:val="it-IT"/>
        </w:rPr>
        <w:t xml:space="preserve"> 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che</w:t>
      </w:r>
      <w:r w:rsidRPr="00F62EC3">
        <w:rPr>
          <w:rFonts w:ascii="Garamond" w:eastAsia="Arial" w:hAnsi="Garamond" w:cs="Arial"/>
          <w:i/>
          <w:spacing w:val="-1"/>
          <w:sz w:val="20"/>
          <w:szCs w:val="20"/>
          <w:lang w:val="it-IT"/>
        </w:rPr>
        <w:t xml:space="preserve"> i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nt</w:t>
      </w:r>
      <w:r w:rsidRPr="00F62EC3">
        <w:rPr>
          <w:rFonts w:ascii="Garamond" w:eastAsia="Arial" w:hAnsi="Garamond" w:cs="Arial"/>
          <w:i/>
          <w:spacing w:val="-1"/>
          <w:sz w:val="20"/>
          <w:szCs w:val="20"/>
          <w:lang w:val="it-IT"/>
        </w:rPr>
        <w:t>e</w:t>
      </w:r>
      <w:r w:rsidRPr="00F62EC3">
        <w:rPr>
          <w:rFonts w:ascii="Garamond" w:eastAsia="Arial" w:hAnsi="Garamond" w:cs="Arial"/>
          <w:i/>
          <w:spacing w:val="1"/>
          <w:sz w:val="20"/>
          <w:szCs w:val="20"/>
          <w:lang w:val="it-IT"/>
        </w:rPr>
        <w:t>r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e</w:t>
      </w:r>
      <w:r w:rsidRPr="00F62EC3">
        <w:rPr>
          <w:rFonts w:ascii="Garamond" w:eastAsia="Arial" w:hAnsi="Garamond" w:cs="Arial"/>
          <w:i/>
          <w:spacing w:val="1"/>
          <w:sz w:val="20"/>
          <w:szCs w:val="20"/>
          <w:lang w:val="it-IT"/>
        </w:rPr>
        <w:t>ss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a)</w:t>
      </w:r>
    </w:p>
    <w:p w:rsidR="001D58F2" w:rsidRPr="00F62EC3" w:rsidRDefault="001D58F2">
      <w:pPr>
        <w:spacing w:before="15" w:after="0" w:line="200" w:lineRule="exact"/>
        <w:rPr>
          <w:rFonts w:ascii="Garamond" w:hAnsi="Garamond"/>
          <w:sz w:val="20"/>
          <w:szCs w:val="20"/>
          <w:lang w:val="it-IT"/>
        </w:rPr>
      </w:pPr>
    </w:p>
    <w:p w:rsidR="001D58F2" w:rsidRPr="00562DB2" w:rsidRDefault="00B85A71" w:rsidP="00562DB2">
      <w:pPr>
        <w:tabs>
          <w:tab w:val="left" w:pos="820"/>
        </w:tabs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45632A">
        <w:rPr>
          <w:rFonts w:ascii="Garamond" w:eastAsia="Courier New" w:hAnsi="Garamond" w:cs="Courier New"/>
          <w:sz w:val="20"/>
          <w:szCs w:val="20"/>
          <w:lang w:val="it-IT"/>
        </w:rPr>
        <w:t>□</w:t>
      </w:r>
      <w:r w:rsidRPr="0045632A">
        <w:rPr>
          <w:rFonts w:ascii="Garamond" w:eastAsia="Courier New" w:hAnsi="Garamond" w:cs="Courier New"/>
          <w:sz w:val="20"/>
          <w:szCs w:val="20"/>
          <w:lang w:val="it-IT"/>
        </w:rPr>
        <w:tab/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NS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ZIO</w:t>
      </w:r>
      <w:r w:rsidRPr="00562DB2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D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PER</w:t>
      </w:r>
      <w:r w:rsidRPr="00562DB2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V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Cs/>
          <w:spacing w:val="1"/>
          <w:sz w:val="18"/>
          <w:szCs w:val="18"/>
          <w:lang w:val="it-IT"/>
        </w:rPr>
        <w:t>(</w:t>
      </w:r>
      <w:r w:rsidR="00D7681E" w:rsidRPr="00562DB2">
        <w:rPr>
          <w:rFonts w:ascii="Garamond" w:eastAsia="Arial" w:hAnsi="Garamond" w:cs="Arial"/>
          <w:i/>
          <w:sz w:val="18"/>
          <w:szCs w:val="18"/>
          <w:lang w:val="it-IT"/>
        </w:rPr>
        <w:t>art. 6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5,</w:t>
      </w:r>
      <w:r w:rsidRPr="00562DB2">
        <w:rPr>
          <w:rFonts w:ascii="Garamond" w:eastAsia="Arial" w:hAnsi="Garamond" w:cs="Arial"/>
          <w:i/>
          <w:spacing w:val="-7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="00D7681E" w:rsidRPr="00562DB2">
        <w:rPr>
          <w:rFonts w:ascii="Garamond" w:eastAsia="Arial" w:hAnsi="Garamond" w:cs="Arial"/>
          <w:i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2,</w:t>
      </w:r>
      <w:r w:rsidRPr="00562DB2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proofErr w:type="spellStart"/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l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et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t</w:t>
      </w:r>
      <w:proofErr w:type="spellEnd"/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3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b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)</w:t>
      </w:r>
      <w:r w:rsidRPr="00562DB2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D.L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g</w:t>
      </w:r>
      <w:r w:rsidRPr="00562DB2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6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 xml:space="preserve"> </w:t>
      </w:r>
      <w:r w:rsidR="00D7681E"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36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2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0</w:t>
      </w:r>
      <w:r w:rsidR="00D7681E"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23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)</w:t>
      </w:r>
    </w:p>
    <w:p w:rsidR="001D58F2" w:rsidRPr="00562DB2" w:rsidRDefault="001D58F2" w:rsidP="00562DB2">
      <w:pPr>
        <w:spacing w:before="14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820"/>
        </w:tabs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Courier New" w:hAnsi="Garamond" w:cs="Courier New"/>
          <w:sz w:val="18"/>
          <w:szCs w:val="18"/>
          <w:lang w:val="it-IT"/>
        </w:rPr>
        <w:t>□</w:t>
      </w:r>
      <w:r w:rsidRPr="00562DB2">
        <w:rPr>
          <w:rFonts w:ascii="Garamond" w:eastAsia="Courier New" w:hAnsi="Garamond" w:cs="Courier New"/>
          <w:sz w:val="18"/>
          <w:szCs w:val="18"/>
          <w:lang w:val="it-IT"/>
        </w:rPr>
        <w:tab/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NS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ZIO</w:t>
      </w:r>
      <w:r w:rsidRPr="00562DB2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D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IM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PRES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E </w:t>
      </w:r>
      <w:r w:rsidRPr="00562DB2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IGI</w:t>
      </w:r>
      <w:r w:rsidRPr="00562DB2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Cs/>
          <w:spacing w:val="1"/>
          <w:sz w:val="18"/>
          <w:szCs w:val="18"/>
          <w:lang w:val="it-IT"/>
        </w:rPr>
        <w:t>(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art.</w:t>
      </w:r>
      <w:r w:rsidR="00D7681E" w:rsidRPr="00562DB2">
        <w:rPr>
          <w:rFonts w:ascii="Garamond" w:eastAsia="Arial" w:hAnsi="Garamond" w:cs="Arial"/>
          <w:i/>
          <w:sz w:val="18"/>
          <w:szCs w:val="18"/>
          <w:lang w:val="it-IT"/>
        </w:rPr>
        <w:t xml:space="preserve"> 6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5,</w:t>
      </w:r>
      <w:r w:rsidRPr="00562DB2">
        <w:rPr>
          <w:rFonts w:ascii="Garamond" w:eastAsia="Arial" w:hAnsi="Garamond" w:cs="Arial"/>
          <w:i/>
          <w:spacing w:val="-7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="00D7681E" w:rsidRPr="00562DB2">
        <w:rPr>
          <w:rFonts w:ascii="Garamond" w:eastAsia="Arial" w:hAnsi="Garamond" w:cs="Arial"/>
          <w:i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2,</w:t>
      </w:r>
      <w:r w:rsidRPr="00562DB2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proofErr w:type="spellStart"/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l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et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t</w:t>
      </w:r>
      <w:proofErr w:type="spellEnd"/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3"/>
          <w:sz w:val="18"/>
          <w:szCs w:val="18"/>
          <w:lang w:val="it-IT"/>
        </w:rPr>
        <w:t xml:space="preserve"> </w:t>
      </w:r>
      <w:r w:rsidR="00D7681E"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)</w:t>
      </w:r>
      <w:r w:rsidRPr="00562DB2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D.L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g</w:t>
      </w:r>
      <w:r w:rsidRPr="00562DB2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6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 xml:space="preserve"> </w:t>
      </w:r>
      <w:r w:rsidR="00D7681E"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36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2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0</w:t>
      </w:r>
      <w:r w:rsidR="00D7681E"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23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)</w:t>
      </w:r>
    </w:p>
    <w:p w:rsidR="001D58F2" w:rsidRPr="00562DB2" w:rsidRDefault="001D58F2" w:rsidP="00562DB2">
      <w:pPr>
        <w:spacing w:before="14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820"/>
        </w:tabs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Courier New" w:hAnsi="Garamond" w:cs="Courier New"/>
          <w:sz w:val="18"/>
          <w:szCs w:val="18"/>
          <w:lang w:val="it-IT"/>
        </w:rPr>
        <w:t>□</w:t>
      </w:r>
      <w:r w:rsidRPr="00562DB2">
        <w:rPr>
          <w:rFonts w:ascii="Garamond" w:eastAsia="Courier New" w:hAnsi="Garamond" w:cs="Courier New"/>
          <w:sz w:val="18"/>
          <w:szCs w:val="18"/>
          <w:lang w:val="it-IT"/>
        </w:rPr>
        <w:tab/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NS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ZIO</w:t>
      </w:r>
      <w:r w:rsidRPr="00562DB2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B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LE </w:t>
      </w:r>
      <w:r w:rsidRPr="00562DB2">
        <w:rPr>
          <w:rFonts w:ascii="Garamond" w:eastAsia="Arial" w:hAnsi="Garamond" w:cs="Arial"/>
          <w:bCs/>
          <w:spacing w:val="1"/>
          <w:sz w:val="18"/>
          <w:szCs w:val="18"/>
          <w:lang w:val="it-IT"/>
        </w:rPr>
        <w:t>(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art.</w:t>
      </w:r>
      <w:r w:rsidR="00D7681E" w:rsidRPr="00562DB2">
        <w:rPr>
          <w:rFonts w:ascii="Garamond" w:eastAsia="Arial" w:hAnsi="Garamond" w:cs="Arial"/>
          <w:i/>
          <w:sz w:val="18"/>
          <w:szCs w:val="18"/>
          <w:lang w:val="it-IT"/>
        </w:rPr>
        <w:t xml:space="preserve"> 6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5,</w:t>
      </w:r>
      <w:r w:rsidRPr="00562DB2">
        <w:rPr>
          <w:rFonts w:ascii="Garamond" w:eastAsia="Arial" w:hAnsi="Garamond" w:cs="Arial"/>
          <w:i/>
          <w:spacing w:val="-7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="00D7681E" w:rsidRPr="00562DB2">
        <w:rPr>
          <w:rFonts w:ascii="Garamond" w:eastAsia="Arial" w:hAnsi="Garamond" w:cs="Arial"/>
          <w:i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2,</w:t>
      </w:r>
      <w:r w:rsidRPr="00562DB2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proofErr w:type="spellStart"/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l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et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t</w:t>
      </w:r>
      <w:proofErr w:type="spellEnd"/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3"/>
          <w:sz w:val="18"/>
          <w:szCs w:val="18"/>
          <w:lang w:val="it-IT"/>
        </w:rPr>
        <w:t xml:space="preserve"> </w:t>
      </w:r>
      <w:r w:rsidR="00D7681E" w:rsidRPr="00562DB2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d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)</w:t>
      </w:r>
      <w:r w:rsidRPr="00562DB2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D.L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g</w:t>
      </w:r>
      <w:r w:rsidRPr="00562DB2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6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 xml:space="preserve"> </w:t>
      </w:r>
      <w:r w:rsidR="00D7681E"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36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2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0</w:t>
      </w:r>
      <w:r w:rsidR="00D7681E"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23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)</w:t>
      </w:r>
    </w:p>
    <w:p w:rsidR="001D58F2" w:rsidRPr="00F62EC3" w:rsidRDefault="001D58F2" w:rsidP="00562DB2">
      <w:pPr>
        <w:spacing w:before="1" w:after="0" w:line="120" w:lineRule="exact"/>
        <w:rPr>
          <w:rFonts w:ascii="Garamond" w:hAnsi="Garamond"/>
          <w:sz w:val="20"/>
          <w:szCs w:val="20"/>
          <w:lang w:val="it-IT"/>
        </w:rPr>
      </w:pPr>
    </w:p>
    <w:p w:rsidR="001D58F2" w:rsidRPr="00562DB2" w:rsidRDefault="00B85A71" w:rsidP="00562DB2">
      <w:pPr>
        <w:spacing w:before="120" w:after="0" w:line="240" w:lineRule="auto"/>
        <w:ind w:right="238"/>
        <w:jc w:val="center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INDICA</w:t>
      </w:r>
    </w:p>
    <w:p w:rsidR="001D58F2" w:rsidRPr="00F62EC3" w:rsidRDefault="001D58F2">
      <w:pPr>
        <w:spacing w:before="16" w:after="0" w:line="240" w:lineRule="exact"/>
        <w:rPr>
          <w:rFonts w:ascii="Garamond" w:hAnsi="Garamond"/>
          <w:sz w:val="20"/>
          <w:szCs w:val="20"/>
          <w:lang w:val="it-IT"/>
        </w:rPr>
      </w:pPr>
    </w:p>
    <w:p w:rsidR="001D58F2" w:rsidRPr="00562DB2" w:rsidRDefault="00B85A71" w:rsidP="00562DB2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sz w:val="18"/>
          <w:szCs w:val="18"/>
          <w:lang w:val="it-IT"/>
        </w:rPr>
        <w:t>L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l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e se</w:t>
      </w:r>
      <w:r w:rsidRPr="00562DB2">
        <w:rPr>
          <w:rFonts w:ascii="Garamond" w:eastAsia="Arial" w:hAnsi="Garamond" w:cs="Arial"/>
          <w:spacing w:val="2"/>
          <w:sz w:val="18"/>
          <w:szCs w:val="18"/>
          <w:lang w:val="it-IT"/>
        </w:rPr>
        <w:t>g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uen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 xml:space="preserve">i 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m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pre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e consor</w:t>
      </w:r>
      <w:r w:rsidRPr="00562DB2">
        <w:rPr>
          <w:rFonts w:ascii="Garamond" w:eastAsia="Arial" w:hAnsi="Garamond" w:cs="Arial"/>
          <w:spacing w:val="-2"/>
          <w:sz w:val="18"/>
          <w:szCs w:val="18"/>
          <w:lang w:val="it-IT"/>
        </w:rPr>
        <w:t>z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 xml:space="preserve">e </w:t>
      </w:r>
      <w:r w:rsidRPr="00562DB2">
        <w:rPr>
          <w:rFonts w:ascii="Garamond" w:eastAsia="Arial" w:hAnsi="Garamond" w:cs="Arial"/>
          <w:spacing w:val="2"/>
          <w:sz w:val="18"/>
          <w:szCs w:val="18"/>
          <w:lang w:val="it-IT"/>
        </w:rPr>
        <w:t>q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u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al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i es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cut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i d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e</w:t>
      </w:r>
      <w:r w:rsidR="00A118B3">
        <w:rPr>
          <w:rFonts w:ascii="Garamond" w:eastAsia="Arial" w:hAnsi="Garamond" w:cs="Arial"/>
          <w:sz w:val="18"/>
          <w:szCs w:val="18"/>
          <w:lang w:val="it-IT"/>
        </w:rPr>
        <w:t>lla fornitura/servizi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spacing w:val="2"/>
          <w:sz w:val="18"/>
          <w:szCs w:val="18"/>
          <w:lang w:val="it-IT"/>
        </w:rPr>
        <w:t>gg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et</w:t>
      </w:r>
      <w:r w:rsidRPr="00562DB2">
        <w:rPr>
          <w:rFonts w:ascii="Garamond" w:eastAsia="Arial" w:hAnsi="Garamond" w:cs="Arial"/>
          <w:spacing w:val="2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o de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ll’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al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o:</w:t>
      </w:r>
    </w:p>
    <w:p w:rsidR="00F62EC3" w:rsidRPr="00562DB2" w:rsidRDefault="00F62EC3" w:rsidP="00562DB2">
      <w:pPr>
        <w:spacing w:before="18" w:after="0" w:line="28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1^</w:t>
      </w:r>
      <w:r w:rsidRPr="00562DB2">
        <w:rPr>
          <w:rFonts w:ascii="Garamond" w:eastAsia="Arial" w:hAnsi="Garamond" w:cs="Arial"/>
          <w:b/>
          <w:bCs/>
          <w:spacing w:val="-4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ES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b/>
          <w:bCs/>
          <w:spacing w:val="-16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Z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</w:p>
    <w:p w:rsidR="001D58F2" w:rsidRPr="00562DB2" w:rsidRDefault="001D58F2" w:rsidP="00562DB2">
      <w:pPr>
        <w:spacing w:before="15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9660"/>
        </w:tabs>
        <w:spacing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Den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1440"/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Con</w:t>
      </w:r>
      <w:r w:rsidRPr="00562DB2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d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n:</w:t>
      </w:r>
      <w:r w:rsidRPr="00562DB2">
        <w:rPr>
          <w:rFonts w:ascii="Garamond" w:eastAsia="Arial" w:hAnsi="Garamond" w:cs="Arial"/>
          <w:position w:val="-1"/>
          <w:sz w:val="18"/>
          <w:szCs w:val="18"/>
          <w:lang w:val="it-IT"/>
        </w:rPr>
        <w:tab/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a/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zz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8480"/>
          <w:tab w:val="left" w:pos="970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</w:t>
      </w:r>
      <w:r w:rsidRPr="00562DB2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u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proofErr w:type="spellStart"/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v</w:t>
      </w:r>
      <w:proofErr w:type="spellEnd"/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F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.I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VA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L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g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al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rap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ta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te</w:t>
      </w:r>
      <w:r w:rsidRPr="00562DB2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9" w:after="0" w:line="130" w:lineRule="exact"/>
        <w:rPr>
          <w:rFonts w:ascii="Garamond" w:hAnsi="Garamond"/>
          <w:sz w:val="18"/>
          <w:szCs w:val="18"/>
          <w:lang w:val="it-IT"/>
        </w:rPr>
      </w:pPr>
    </w:p>
    <w:p w:rsidR="00F62EC3" w:rsidRPr="00562DB2" w:rsidRDefault="00F62EC3" w:rsidP="00562DB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spacing w:before="34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2^</w:t>
      </w:r>
      <w:r w:rsidRPr="00562DB2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ES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b/>
          <w:bCs/>
          <w:spacing w:val="-16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Z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</w:p>
    <w:p w:rsidR="001D58F2" w:rsidRPr="00562DB2" w:rsidRDefault="001D58F2" w:rsidP="00562DB2">
      <w:pPr>
        <w:spacing w:before="15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9660"/>
        </w:tabs>
        <w:spacing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Den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1440"/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Con</w:t>
      </w:r>
      <w:r w:rsidRPr="00562DB2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d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n:</w:t>
      </w:r>
      <w:r w:rsidRPr="00562DB2">
        <w:rPr>
          <w:rFonts w:ascii="Garamond" w:eastAsia="Arial" w:hAnsi="Garamond" w:cs="Arial"/>
          <w:position w:val="-1"/>
          <w:sz w:val="18"/>
          <w:szCs w:val="18"/>
          <w:lang w:val="it-IT"/>
        </w:rPr>
        <w:tab/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a/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zz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8480"/>
          <w:tab w:val="left" w:pos="970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</w:t>
      </w:r>
      <w:r w:rsidRPr="00562DB2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u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proofErr w:type="spellStart"/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v</w:t>
      </w:r>
      <w:proofErr w:type="spellEnd"/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F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.I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VA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L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g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al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rap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ta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te</w:t>
      </w:r>
      <w:r w:rsidRPr="00562DB2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562DB2" w:rsidRDefault="00562DB2" w:rsidP="00562DB2">
      <w:pPr>
        <w:spacing w:before="32" w:after="0" w:line="248" w:lineRule="exact"/>
        <w:ind w:right="-20"/>
        <w:rPr>
          <w:rFonts w:ascii="Garamond" w:hAnsi="Garamond"/>
          <w:sz w:val="18"/>
          <w:szCs w:val="18"/>
          <w:lang w:val="it-IT"/>
        </w:rPr>
      </w:pPr>
    </w:p>
    <w:p w:rsidR="00562DB2" w:rsidRDefault="00562DB2" w:rsidP="00562DB2">
      <w:pPr>
        <w:spacing w:before="32" w:after="0" w:line="248" w:lineRule="exact"/>
        <w:ind w:right="-20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562DB2" w:rsidP="00562DB2">
      <w:pPr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>
        <w:rPr>
          <w:rFonts w:ascii="Garamond" w:hAnsi="Garamond"/>
          <w:sz w:val="18"/>
          <w:szCs w:val="18"/>
          <w:lang w:val="it-IT"/>
        </w:rPr>
        <w:t xml:space="preserve">                                                                                                                             </w:t>
      </w:r>
      <w:r w:rsidR="00B85A71" w:rsidRPr="00562DB2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Fi</w:t>
      </w:r>
      <w:r w:rsidR="00B85A71" w:rsidRPr="00562DB2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r</w:t>
      </w:r>
      <w:r w:rsidR="00B85A71" w:rsidRPr="00562DB2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ma</w:t>
      </w:r>
      <w:r w:rsidR="00B85A71" w:rsidRPr="00562DB2">
        <w:rPr>
          <w:rFonts w:ascii="Garamond" w:eastAsia="Arial" w:hAnsi="Garamond" w:cs="Arial"/>
          <w:b/>
          <w:bCs/>
          <w:i/>
          <w:spacing w:val="2"/>
          <w:position w:val="-1"/>
          <w:sz w:val="18"/>
          <w:szCs w:val="18"/>
          <w:lang w:val="it-IT"/>
        </w:rPr>
        <w:t xml:space="preserve"> </w:t>
      </w:r>
      <w:r w:rsidR="00B85A71" w:rsidRPr="00562DB2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dig</w:t>
      </w:r>
      <w:r w:rsidR="00B85A71" w:rsidRPr="00562DB2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it</w:t>
      </w:r>
      <w:r w:rsidR="00B85A71" w:rsidRPr="00562DB2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ale</w:t>
      </w:r>
    </w:p>
    <w:p w:rsidR="001D58F2" w:rsidRPr="00562DB2" w:rsidRDefault="001D58F2">
      <w:pPr>
        <w:spacing w:before="3" w:after="0" w:line="13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6B2956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  <w:r w:rsidRPr="00562DB2">
        <w:rPr>
          <w:rFonts w:ascii="Garamond" w:hAnsi="Garamond"/>
          <w:b/>
          <w:noProof/>
          <w:sz w:val="18"/>
          <w:szCs w:val="18"/>
          <w:lang w:val="it-IT" w:eastAsia="it-IT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67B8674A" wp14:editId="285F6384">
                <wp:simplePos x="0" y="0"/>
                <wp:positionH relativeFrom="page">
                  <wp:posOffset>3818255</wp:posOffset>
                </wp:positionH>
                <wp:positionV relativeFrom="paragraph">
                  <wp:posOffset>32385</wp:posOffset>
                </wp:positionV>
                <wp:extent cx="1787525" cy="1270"/>
                <wp:effectExtent l="0" t="0" r="22225" b="17780"/>
                <wp:wrapNone/>
                <wp:docPr id="69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7525" cy="1270"/>
                          <a:chOff x="6503" y="-229"/>
                          <a:chExt cx="2815" cy="2"/>
                        </a:xfrm>
                      </wpg:grpSpPr>
                      <wps:wsp>
                        <wps:cNvPr id="70" name="Freeform 71"/>
                        <wps:cNvSpPr>
                          <a:spLocks/>
                        </wps:cNvSpPr>
                        <wps:spPr bwMode="auto">
                          <a:xfrm>
                            <a:off x="6503" y="-229"/>
                            <a:ext cx="2815" cy="2"/>
                          </a:xfrm>
                          <a:custGeom>
                            <a:avLst/>
                            <a:gdLst>
                              <a:gd name="T0" fmla="+- 0 6503 6503"/>
                              <a:gd name="T1" fmla="*/ T0 w 2815"/>
                              <a:gd name="T2" fmla="+- 0 9318 6503"/>
                              <a:gd name="T3" fmla="*/ T2 w 281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5">
                                <a:moveTo>
                                  <a:pt x="0" y="0"/>
                                </a:moveTo>
                                <a:lnTo>
                                  <a:pt x="2815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0" o:spid="_x0000_s1026" style="position:absolute;margin-left:300.65pt;margin-top:2.55pt;width:140.75pt;height:.1pt;z-index:-251662848;mso-position-horizontal-relative:page" coordorigin="6503,-229" coordsize="281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">
                <v:shape id="Freeform 71" o:spid="_x0000_s1027" style="position:absolute;left:6503;top:-229;width:2815;height:2;visibility:visible;mso-wrap-style:square;v-text-anchor:top" coordsize="281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+A/8IA&#10;AADbAAAADwAAAGRycy9kb3ducmV2LnhtbERPy2oCMRTdC/2HcAV3mlGoLaNRRLGKdOML6e52cmcy&#10;dXIzTKKOf98sCl0ezns6b20l7tT40rGC4SABQZw5XXKh4HRc999B+ICssXJMCp7kYT576Uwx1e7B&#10;e7ofQiFiCPsUFZgQ6lRKnxmy6AeuJo5c7hqLIcKmkLrBRwy3lRwlyVhaLDk2GKxpaSi7Hm5Wwfdq&#10;kV9fz7v8YnafP5vjR+0q/FKq120XExCB2vAv/nNvtYK3uD5+iT9Az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34D/wgAAANsAAAAPAAAAAAAAAAAAAAAAAJgCAABkcnMvZG93&#10;bnJldi54bWxQSwUGAAAAAAQABAD1AAAAhwMAAAAA&#10;" path="m,l2815,e" filled="f" strokeweight=".24536mm">
                  <v:path arrowok="t" o:connecttype="custom" o:connectlocs="0,0;2815,0" o:connectangles="0,0"/>
                </v:shape>
                <w10:wrap anchorx="page"/>
              </v:group>
            </w:pict>
          </mc:Fallback>
        </mc:AlternateContent>
      </w:r>
    </w:p>
    <w:p w:rsidR="00562DB2" w:rsidRDefault="00562DB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6B2956" w:rsidRDefault="006B2956" w:rsidP="006B2956">
      <w:pPr>
        <w:spacing w:before="34" w:after="0" w:line="240" w:lineRule="auto"/>
        <w:ind w:left="115" w:right="257"/>
        <w:jc w:val="both"/>
        <w:rPr>
          <w:rFonts w:ascii="Garamond" w:eastAsia="Arial" w:hAnsi="Garamond" w:cs="Arial"/>
          <w:sz w:val="18"/>
          <w:szCs w:val="18"/>
          <w:lang w:val="it-IT"/>
        </w:rPr>
      </w:pPr>
    </w:p>
    <w:p w:rsidR="00B85A71" w:rsidRPr="006B2956" w:rsidRDefault="00B85A71">
      <w:pPr>
        <w:spacing w:after="0"/>
        <w:rPr>
          <w:rFonts w:ascii="Garamond" w:hAnsi="Garamond"/>
          <w:sz w:val="18"/>
          <w:szCs w:val="18"/>
          <w:lang w:val="it-IT"/>
        </w:rPr>
      </w:pPr>
    </w:p>
    <w:p w:rsidR="00DB1A24" w:rsidRPr="00DB1A24" w:rsidRDefault="00DB1A24">
      <w:pPr>
        <w:spacing w:after="0"/>
        <w:rPr>
          <w:rFonts w:ascii="Garamond" w:hAnsi="Garamond"/>
          <w:sz w:val="18"/>
          <w:szCs w:val="18"/>
          <w:lang w:val="it-IT"/>
        </w:rPr>
      </w:pPr>
    </w:p>
    <w:p w:rsidR="00DB1A24" w:rsidRDefault="00DB1A24">
      <w:pPr>
        <w:spacing w:after="0"/>
        <w:rPr>
          <w:rFonts w:ascii="Garamond" w:hAnsi="Garamond"/>
          <w:sz w:val="18"/>
          <w:szCs w:val="18"/>
          <w:lang w:val="it-IT"/>
        </w:rPr>
      </w:pPr>
    </w:p>
    <w:p w:rsidR="00DB1A24" w:rsidRPr="006B2956" w:rsidRDefault="00DB1A24">
      <w:pPr>
        <w:spacing w:after="0"/>
        <w:rPr>
          <w:rFonts w:ascii="Garamond" w:hAnsi="Garamond"/>
          <w:sz w:val="18"/>
          <w:szCs w:val="18"/>
          <w:lang w:val="it-IT"/>
        </w:rPr>
        <w:sectPr w:rsidR="00DB1A24" w:rsidRPr="006B2956" w:rsidSect="00241126">
          <w:pgSz w:w="11920" w:h="16860"/>
          <w:pgMar w:top="1417" w:right="1134" w:bottom="1134" w:left="1134" w:header="720" w:footer="720" w:gutter="0"/>
          <w:cols w:space="720"/>
          <w:docGrid w:linePitch="299"/>
        </w:sectPr>
      </w:pPr>
    </w:p>
    <w:p w:rsidR="001D58F2" w:rsidRPr="00877164" w:rsidRDefault="00B85A71" w:rsidP="00877164">
      <w:pPr>
        <w:spacing w:before="120" w:after="120" w:line="240" w:lineRule="auto"/>
        <w:ind w:right="-23"/>
        <w:rPr>
          <w:rFonts w:ascii="Garamond" w:eastAsia="Arial" w:hAnsi="Garamond" w:cs="Arial"/>
          <w:b/>
          <w:bCs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lastRenderedPageBreak/>
        <w:t>SEZIONE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1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/C)</w:t>
      </w:r>
    </w:p>
    <w:p w:rsidR="001D58F2" w:rsidRPr="00BB194D" w:rsidRDefault="00B85A71" w:rsidP="00BB194D">
      <w:pPr>
        <w:spacing w:before="120" w:after="120" w:line="240" w:lineRule="auto"/>
        <w:ind w:right="-23"/>
        <w:rPr>
          <w:rFonts w:ascii="Garamond" w:eastAsia="Arial" w:hAnsi="Garamond" w:cs="Arial"/>
          <w:b/>
          <w:bCs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DA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OMP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IL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RE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IN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AS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DI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PA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TE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CI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PA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ZI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NE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DI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AGG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RUP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PAME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TEMPO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I,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SO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I 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RDIN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RI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DI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NC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RREN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TI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,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G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.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.I.</w:t>
      </w:r>
      <w:r w:rsidRPr="00877164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.</w:t>
      </w:r>
    </w:p>
    <w:p w:rsidR="001D58F2" w:rsidRPr="006B2956" w:rsidRDefault="00BB194D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  <w:r>
        <w:rPr>
          <w:rFonts w:ascii="Garamond" w:eastAsia="Arial" w:hAnsi="Garamond" w:cs="Arial"/>
          <w:b/>
          <w:bCs/>
          <w:noProof/>
          <w:position w:val="-1"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C3D430F" wp14:editId="35427828">
                <wp:simplePos x="0" y="0"/>
                <wp:positionH relativeFrom="margin">
                  <wp:posOffset>-108511</wp:posOffset>
                </wp:positionH>
                <wp:positionV relativeFrom="paragraph">
                  <wp:posOffset>23380</wp:posOffset>
                </wp:positionV>
                <wp:extent cx="6371590" cy="7891153"/>
                <wp:effectExtent l="0" t="0" r="10160" b="14605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1590" cy="789115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8" o:spid="_x0000_s1026" style="position:absolute;margin-left:-8.55pt;margin-top:1.85pt;width:501.7pt;height:621.35p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" filled="f" strokecolor="black [3213]" strokeweight=".25pt">
                <w10:wrap anchorx="margin"/>
              </v:rect>
            </w:pict>
          </mc:Fallback>
        </mc:AlternateContent>
      </w:r>
    </w:p>
    <w:p w:rsidR="002164C9" w:rsidRPr="006B2956" w:rsidRDefault="002164C9" w:rsidP="002164C9">
      <w:pPr>
        <w:spacing w:before="29" w:after="0" w:line="240" w:lineRule="auto"/>
        <w:ind w:left="4444" w:right="4420"/>
        <w:jc w:val="center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H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DE</w:t>
      </w:r>
    </w:p>
    <w:p w:rsidR="002164C9" w:rsidRPr="006B2956" w:rsidRDefault="002164C9" w:rsidP="002164C9">
      <w:pPr>
        <w:spacing w:before="4" w:after="0" w:line="260" w:lineRule="exact"/>
        <w:rPr>
          <w:rFonts w:ascii="Garamond" w:hAnsi="Garamond"/>
          <w:sz w:val="18"/>
          <w:szCs w:val="18"/>
          <w:lang w:val="it-IT"/>
        </w:rPr>
      </w:pPr>
    </w:p>
    <w:p w:rsidR="004F6839" w:rsidRPr="00754E67" w:rsidRDefault="004F6839" w:rsidP="004F6839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>
        <w:rPr>
          <w:rFonts w:ascii="Garamond" w:hAnsi="Garamond"/>
          <w:b/>
          <w:sz w:val="18"/>
          <w:szCs w:val="18"/>
          <w:lang w:val="it-IT"/>
        </w:rPr>
        <w:t xml:space="preserve">DI PARTECIPARE ALLA </w:t>
      </w:r>
      <w:r w:rsidRPr="00754E67">
        <w:rPr>
          <w:rFonts w:ascii="Garamond" w:hAnsi="Garamond"/>
          <w:b/>
          <w:sz w:val="18"/>
          <w:szCs w:val="18"/>
          <w:lang w:val="it-IT"/>
        </w:rPr>
        <w:t xml:space="preserve">PROCEDURA NEGOZIATA PER AFFIDAMENTO </w:t>
      </w:r>
      <w:r>
        <w:rPr>
          <w:rFonts w:ascii="Garamond" w:hAnsi="Garamond"/>
          <w:b/>
          <w:sz w:val="18"/>
          <w:szCs w:val="18"/>
          <w:lang w:val="it-IT"/>
        </w:rPr>
        <w:t xml:space="preserve">DELLA </w:t>
      </w:r>
      <w:r w:rsidRPr="005F4126">
        <w:rPr>
          <w:rFonts w:ascii="Garamond" w:hAnsi="Garamond"/>
          <w:b/>
          <w:sz w:val="18"/>
          <w:szCs w:val="18"/>
          <w:lang w:val="it-IT"/>
        </w:rPr>
        <w:t>FORNITURA E STARTUP DI APPARATI IPERCONVERGENTI PER L’UPGRADE DELL’INFRASTRUTTURA NUTANIX NEL SITO A DI O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>R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>A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>S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 xml:space="preserve"> S.P.A., COMPRENSIVA DELLE RELATIVE LICENZE E SUPPORTO PER 36 MESI</w:t>
      </w:r>
    </w:p>
    <w:p w:rsidR="004F6839" w:rsidRPr="00D7681E" w:rsidRDefault="004F6839" w:rsidP="004F6839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>
        <w:rPr>
          <w:rFonts w:ascii="Garamond" w:hAnsi="Garamond"/>
          <w:b/>
          <w:sz w:val="18"/>
          <w:szCs w:val="18"/>
          <w:lang w:val="it-IT"/>
        </w:rPr>
        <w:t>CIG _________</w:t>
      </w:r>
      <w:r w:rsidRPr="0045632A">
        <w:rPr>
          <w:rFonts w:ascii="Garamond" w:hAnsi="Garamond"/>
          <w:b/>
          <w:sz w:val="18"/>
          <w:szCs w:val="18"/>
          <w:lang w:val="it-IT"/>
        </w:rPr>
        <w:t xml:space="preserve"> – CUP</w:t>
      </w:r>
      <w:r>
        <w:rPr>
          <w:rFonts w:ascii="Garamond" w:hAnsi="Garamond"/>
          <w:b/>
          <w:sz w:val="18"/>
          <w:szCs w:val="18"/>
          <w:lang w:val="it-IT"/>
        </w:rPr>
        <w:t xml:space="preserve"> __________</w:t>
      </w:r>
    </w:p>
    <w:p w:rsidR="007D63F9" w:rsidRPr="007D63F9" w:rsidRDefault="007D63F9" w:rsidP="007D63F9">
      <w:pPr>
        <w:tabs>
          <w:tab w:val="left" w:pos="360"/>
        </w:tabs>
        <w:spacing w:before="60" w:after="60" w:line="360" w:lineRule="auto"/>
        <w:rPr>
          <w:rFonts w:ascii="Garamond" w:hAnsi="Garamond"/>
          <w:b/>
          <w:sz w:val="18"/>
          <w:szCs w:val="18"/>
          <w:lang w:val="it-IT"/>
        </w:rPr>
      </w:pPr>
    </w:p>
    <w:p w:rsidR="001D58F2" w:rsidRPr="006B2956" w:rsidRDefault="00B85A71" w:rsidP="00877164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Q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LE 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OG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RUPP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ND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:</w:t>
      </w:r>
    </w:p>
    <w:p w:rsidR="001D58F2" w:rsidRPr="006B2956" w:rsidRDefault="00B85A71" w:rsidP="00877164">
      <w:pPr>
        <w:spacing w:before="1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(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fare</w:t>
      </w:r>
      <w:r w:rsidRPr="006B2956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-3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-5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su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ll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ca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ll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-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che</w:t>
      </w:r>
      <w:r w:rsidRPr="006B2956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nt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a)</w:t>
      </w:r>
    </w:p>
    <w:p w:rsidR="001D58F2" w:rsidRPr="006B2956" w:rsidRDefault="001D58F2" w:rsidP="00877164">
      <w:pPr>
        <w:spacing w:before="15"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820"/>
        </w:tabs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GG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RUPP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EN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45632A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</w:t>
      </w:r>
      <w:r w:rsidRPr="0045632A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M</w:t>
      </w:r>
      <w:r w:rsidRPr="0045632A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</w:t>
      </w:r>
      <w:r w:rsidRPr="0045632A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45632A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</w:t>
      </w:r>
      <w:r w:rsidRPr="0045632A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45632A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NE</w:t>
      </w:r>
      <w:r w:rsidRPr="0045632A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45632A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bCs/>
          <w:spacing w:val="3"/>
          <w:sz w:val="18"/>
          <w:szCs w:val="18"/>
          <w:lang w:val="it-IT"/>
        </w:rPr>
        <w:t>(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art.</w:t>
      </w:r>
      <w:r w:rsidR="004D5FE4" w:rsidRPr="0045632A">
        <w:rPr>
          <w:rFonts w:ascii="Garamond" w:eastAsia="Arial" w:hAnsi="Garamond" w:cs="Arial"/>
          <w:i/>
          <w:sz w:val="18"/>
          <w:szCs w:val="18"/>
          <w:lang w:val="it-IT"/>
        </w:rPr>
        <w:t xml:space="preserve"> 6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5,</w:t>
      </w:r>
      <w:r w:rsidRPr="0045632A">
        <w:rPr>
          <w:rFonts w:ascii="Garamond" w:eastAsia="Arial" w:hAnsi="Garamond" w:cs="Arial"/>
          <w:i/>
          <w:spacing w:val="-7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="004D5FE4" w:rsidRPr="0045632A">
        <w:rPr>
          <w:rFonts w:ascii="Garamond" w:eastAsia="Arial" w:hAnsi="Garamond" w:cs="Arial"/>
          <w:i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2,</w:t>
      </w:r>
      <w:r w:rsidRPr="0045632A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proofErr w:type="spellStart"/>
      <w:r w:rsidRPr="0045632A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l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et</w:t>
      </w:r>
      <w:r w:rsidRPr="0045632A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t</w:t>
      </w:r>
      <w:proofErr w:type="spellEnd"/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45632A">
        <w:rPr>
          <w:rFonts w:ascii="Garamond" w:eastAsia="Arial" w:hAnsi="Garamond" w:cs="Arial"/>
          <w:i/>
          <w:spacing w:val="-3"/>
          <w:sz w:val="18"/>
          <w:szCs w:val="18"/>
          <w:lang w:val="it-IT"/>
        </w:rPr>
        <w:t xml:space="preserve"> </w:t>
      </w:r>
      <w:r w:rsidR="004D5FE4" w:rsidRPr="0045632A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)</w:t>
      </w:r>
      <w:r w:rsidRPr="0045632A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D.L</w:t>
      </w:r>
      <w:r w:rsidRPr="0045632A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g</w:t>
      </w:r>
      <w:r w:rsidRPr="0045632A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45632A">
        <w:rPr>
          <w:rFonts w:ascii="Garamond" w:eastAsia="Arial" w:hAnsi="Garamond" w:cs="Arial"/>
          <w:i/>
          <w:spacing w:val="-6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n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45632A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 xml:space="preserve"> </w:t>
      </w:r>
      <w:r w:rsidR="004D5FE4" w:rsidRPr="0045632A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>36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/</w:t>
      </w:r>
      <w:r w:rsidRPr="0045632A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2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0</w:t>
      </w:r>
      <w:r w:rsidR="004D5FE4" w:rsidRPr="0045632A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23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)</w:t>
      </w:r>
    </w:p>
    <w:p w:rsidR="001D58F2" w:rsidRPr="006B2956" w:rsidRDefault="00B85A71" w:rsidP="00877164">
      <w:pPr>
        <w:spacing w:after="0" w:line="21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vv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ero</w:t>
      </w:r>
    </w:p>
    <w:p w:rsidR="001D58F2" w:rsidRPr="0045632A" w:rsidRDefault="00B85A71" w:rsidP="00877164">
      <w:pPr>
        <w:tabs>
          <w:tab w:val="left" w:pos="820"/>
        </w:tabs>
        <w:spacing w:after="0" w:line="484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NS</w:t>
      </w:r>
      <w:r w:rsidRPr="006B2956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position w:val="4"/>
          <w:sz w:val="18"/>
          <w:szCs w:val="18"/>
          <w:lang w:val="it-IT"/>
        </w:rPr>
        <w:t>ZIO</w:t>
      </w:r>
      <w:r w:rsidRPr="006B2956">
        <w:rPr>
          <w:rFonts w:ascii="Garamond" w:eastAsia="Arial" w:hAnsi="Garamond" w:cs="Arial"/>
          <w:b/>
          <w:bCs/>
          <w:spacing w:val="2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RD</w:t>
      </w:r>
      <w:r w:rsidRPr="006B2956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spacing w:val="-8"/>
          <w:position w:val="4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2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b/>
          <w:bCs/>
          <w:position w:val="4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2"/>
          <w:position w:val="4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C</w:t>
      </w:r>
      <w:r w:rsidRPr="0045632A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O</w:t>
      </w:r>
      <w:r w:rsidRPr="0045632A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NC</w:t>
      </w:r>
      <w:r w:rsidRPr="0045632A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O</w:t>
      </w:r>
      <w:r w:rsidRPr="0045632A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RREN</w:t>
      </w:r>
      <w:r w:rsidRPr="0045632A">
        <w:rPr>
          <w:rFonts w:ascii="Garamond" w:eastAsia="Arial" w:hAnsi="Garamond" w:cs="Arial"/>
          <w:b/>
          <w:bCs/>
          <w:spacing w:val="-3"/>
          <w:position w:val="4"/>
          <w:sz w:val="18"/>
          <w:szCs w:val="18"/>
          <w:lang w:val="it-IT"/>
        </w:rPr>
        <w:t>T</w:t>
      </w:r>
      <w:r w:rsidRPr="0045632A">
        <w:rPr>
          <w:rFonts w:ascii="Garamond" w:eastAsia="Arial" w:hAnsi="Garamond" w:cs="Arial"/>
          <w:b/>
          <w:bCs/>
          <w:position w:val="4"/>
          <w:sz w:val="18"/>
          <w:szCs w:val="18"/>
          <w:lang w:val="it-IT"/>
        </w:rPr>
        <w:t>I</w:t>
      </w:r>
      <w:r w:rsidRPr="0045632A">
        <w:rPr>
          <w:rFonts w:ascii="Garamond" w:eastAsia="Arial" w:hAnsi="Garamond" w:cs="Arial"/>
          <w:b/>
          <w:bCs/>
          <w:spacing w:val="2"/>
          <w:position w:val="4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bCs/>
          <w:spacing w:val="5"/>
          <w:position w:val="4"/>
          <w:sz w:val="18"/>
          <w:szCs w:val="18"/>
          <w:lang w:val="it-IT"/>
        </w:rPr>
        <w:t>(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art</w:t>
      </w:r>
      <w:r w:rsidR="004D5FE4"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. 6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5,</w:t>
      </w:r>
      <w:r w:rsidRPr="0045632A">
        <w:rPr>
          <w:rFonts w:ascii="Garamond" w:eastAsia="Arial" w:hAnsi="Garamond" w:cs="Arial"/>
          <w:i/>
          <w:spacing w:val="-7"/>
          <w:position w:val="4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i/>
          <w:spacing w:val="1"/>
          <w:position w:val="4"/>
          <w:sz w:val="18"/>
          <w:szCs w:val="18"/>
          <w:lang w:val="it-IT"/>
        </w:rPr>
        <w:t>c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.</w:t>
      </w:r>
      <w:r w:rsidR="004D5FE4"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2,</w:t>
      </w:r>
      <w:r w:rsidRPr="0045632A">
        <w:rPr>
          <w:rFonts w:ascii="Garamond" w:eastAsia="Arial" w:hAnsi="Garamond" w:cs="Arial"/>
          <w:i/>
          <w:spacing w:val="-4"/>
          <w:position w:val="4"/>
          <w:sz w:val="18"/>
          <w:szCs w:val="18"/>
          <w:lang w:val="it-IT"/>
        </w:rPr>
        <w:t xml:space="preserve"> </w:t>
      </w:r>
      <w:proofErr w:type="spellStart"/>
      <w:r w:rsidRPr="0045632A">
        <w:rPr>
          <w:rFonts w:ascii="Garamond" w:eastAsia="Arial" w:hAnsi="Garamond" w:cs="Arial"/>
          <w:i/>
          <w:spacing w:val="-1"/>
          <w:position w:val="4"/>
          <w:sz w:val="18"/>
          <w:szCs w:val="18"/>
          <w:lang w:val="it-IT"/>
        </w:rPr>
        <w:t>l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et</w:t>
      </w:r>
      <w:r w:rsidRPr="0045632A">
        <w:rPr>
          <w:rFonts w:ascii="Garamond" w:eastAsia="Arial" w:hAnsi="Garamond" w:cs="Arial"/>
          <w:i/>
          <w:spacing w:val="-1"/>
          <w:position w:val="4"/>
          <w:sz w:val="18"/>
          <w:szCs w:val="18"/>
          <w:lang w:val="it-IT"/>
        </w:rPr>
        <w:t>t</w:t>
      </w:r>
      <w:proofErr w:type="spellEnd"/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.</w:t>
      </w:r>
      <w:r w:rsidR="004D5FE4"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 xml:space="preserve"> f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)</w:t>
      </w:r>
      <w:r w:rsidRPr="0045632A">
        <w:rPr>
          <w:rFonts w:ascii="Garamond" w:eastAsia="Arial" w:hAnsi="Garamond" w:cs="Arial"/>
          <w:i/>
          <w:spacing w:val="-2"/>
          <w:position w:val="4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D.L</w:t>
      </w:r>
      <w:r w:rsidRPr="0045632A">
        <w:rPr>
          <w:rFonts w:ascii="Garamond" w:eastAsia="Arial" w:hAnsi="Garamond" w:cs="Arial"/>
          <w:i/>
          <w:spacing w:val="-1"/>
          <w:position w:val="4"/>
          <w:sz w:val="18"/>
          <w:szCs w:val="18"/>
          <w:lang w:val="it-IT"/>
        </w:rPr>
        <w:t>g</w:t>
      </w:r>
      <w:r w:rsidRPr="0045632A">
        <w:rPr>
          <w:rFonts w:ascii="Garamond" w:eastAsia="Arial" w:hAnsi="Garamond" w:cs="Arial"/>
          <w:i/>
          <w:spacing w:val="1"/>
          <w:position w:val="4"/>
          <w:sz w:val="18"/>
          <w:szCs w:val="18"/>
          <w:lang w:val="it-IT"/>
        </w:rPr>
        <w:t>s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.</w:t>
      </w:r>
      <w:r w:rsidRPr="0045632A">
        <w:rPr>
          <w:rFonts w:ascii="Garamond" w:eastAsia="Arial" w:hAnsi="Garamond" w:cs="Arial"/>
          <w:i/>
          <w:spacing w:val="-6"/>
          <w:position w:val="4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i/>
          <w:spacing w:val="-1"/>
          <w:position w:val="4"/>
          <w:sz w:val="18"/>
          <w:szCs w:val="18"/>
          <w:lang w:val="it-IT"/>
        </w:rPr>
        <w:t>n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.</w:t>
      </w:r>
      <w:r w:rsidRPr="0045632A">
        <w:rPr>
          <w:rFonts w:ascii="Garamond" w:eastAsia="Arial" w:hAnsi="Garamond" w:cs="Arial"/>
          <w:i/>
          <w:spacing w:val="-2"/>
          <w:position w:val="4"/>
          <w:sz w:val="18"/>
          <w:szCs w:val="18"/>
          <w:lang w:val="it-IT"/>
        </w:rPr>
        <w:t xml:space="preserve"> </w:t>
      </w:r>
      <w:r w:rsidR="004D5FE4" w:rsidRPr="0045632A">
        <w:rPr>
          <w:rFonts w:ascii="Garamond" w:eastAsia="Arial" w:hAnsi="Garamond" w:cs="Arial"/>
          <w:i/>
          <w:spacing w:val="-2"/>
          <w:position w:val="4"/>
          <w:sz w:val="18"/>
          <w:szCs w:val="18"/>
          <w:lang w:val="it-IT"/>
        </w:rPr>
        <w:t>36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/</w:t>
      </w:r>
      <w:r w:rsidRPr="0045632A">
        <w:rPr>
          <w:rFonts w:ascii="Garamond" w:eastAsia="Arial" w:hAnsi="Garamond" w:cs="Arial"/>
          <w:i/>
          <w:spacing w:val="-1"/>
          <w:position w:val="4"/>
          <w:sz w:val="18"/>
          <w:szCs w:val="18"/>
          <w:lang w:val="it-IT"/>
        </w:rPr>
        <w:t>2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0</w:t>
      </w:r>
      <w:r w:rsidR="004D5FE4" w:rsidRPr="0045632A">
        <w:rPr>
          <w:rFonts w:ascii="Garamond" w:eastAsia="Arial" w:hAnsi="Garamond" w:cs="Arial"/>
          <w:i/>
          <w:spacing w:val="-1"/>
          <w:position w:val="4"/>
          <w:sz w:val="18"/>
          <w:szCs w:val="18"/>
          <w:lang w:val="it-IT"/>
        </w:rPr>
        <w:t>2</w:t>
      </w:r>
      <w:r w:rsidR="004D5FE4"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3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)</w:t>
      </w:r>
    </w:p>
    <w:p w:rsidR="001D58F2" w:rsidRPr="0045632A" w:rsidRDefault="00B85A71" w:rsidP="00877164">
      <w:pPr>
        <w:spacing w:after="0" w:line="215" w:lineRule="exact"/>
        <w:ind w:right="-20"/>
        <w:rPr>
          <w:rFonts w:ascii="Garamond" w:eastAsia="Arial" w:hAnsi="Garamond" w:cs="Arial"/>
          <w:sz w:val="18"/>
          <w:szCs w:val="18"/>
        </w:rPr>
      </w:pPr>
      <w:proofErr w:type="spellStart"/>
      <w:r w:rsidRPr="0045632A">
        <w:rPr>
          <w:rFonts w:ascii="Garamond" w:eastAsia="Arial" w:hAnsi="Garamond" w:cs="Arial"/>
          <w:i/>
          <w:sz w:val="18"/>
          <w:szCs w:val="18"/>
        </w:rPr>
        <w:t>o</w:t>
      </w:r>
      <w:r w:rsidRPr="0045632A">
        <w:rPr>
          <w:rFonts w:ascii="Garamond" w:eastAsia="Arial" w:hAnsi="Garamond" w:cs="Arial"/>
          <w:i/>
          <w:spacing w:val="1"/>
          <w:sz w:val="18"/>
          <w:szCs w:val="18"/>
        </w:rPr>
        <w:t>vv</w:t>
      </w:r>
      <w:r w:rsidRPr="0045632A">
        <w:rPr>
          <w:rFonts w:ascii="Garamond" w:eastAsia="Arial" w:hAnsi="Garamond" w:cs="Arial"/>
          <w:i/>
          <w:sz w:val="18"/>
          <w:szCs w:val="18"/>
        </w:rPr>
        <w:t>ero</w:t>
      </w:r>
      <w:proofErr w:type="spellEnd"/>
    </w:p>
    <w:p w:rsidR="00877164" w:rsidRPr="00877164" w:rsidRDefault="00B85A71" w:rsidP="00877164">
      <w:pPr>
        <w:tabs>
          <w:tab w:val="left" w:pos="820"/>
        </w:tabs>
        <w:spacing w:after="0" w:line="483" w:lineRule="exact"/>
        <w:ind w:right="-20"/>
        <w:rPr>
          <w:rFonts w:ascii="Garamond" w:eastAsia="Arial" w:hAnsi="Garamond" w:cs="Arial"/>
          <w:sz w:val="18"/>
          <w:szCs w:val="18"/>
        </w:rPr>
      </w:pPr>
      <w:r w:rsidRPr="0045632A">
        <w:rPr>
          <w:rFonts w:ascii="Garamond" w:eastAsia="Courier New" w:hAnsi="Garamond" w:cs="Courier New"/>
          <w:position w:val="4"/>
          <w:sz w:val="18"/>
          <w:szCs w:val="18"/>
        </w:rPr>
        <w:t>□</w:t>
      </w:r>
      <w:r w:rsidRPr="0045632A">
        <w:rPr>
          <w:rFonts w:ascii="Garamond" w:eastAsia="Courier New" w:hAnsi="Garamond" w:cs="Courier New"/>
          <w:position w:val="4"/>
          <w:sz w:val="18"/>
          <w:szCs w:val="18"/>
        </w:rPr>
        <w:tab/>
      </w:r>
      <w:r w:rsidRPr="0045632A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</w:rPr>
        <w:t>G.</w:t>
      </w:r>
      <w:r w:rsidRPr="0045632A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</w:rPr>
        <w:t>E</w:t>
      </w:r>
      <w:r w:rsidRPr="0045632A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</w:rPr>
        <w:t>.I.</w:t>
      </w:r>
      <w:r w:rsidRPr="0045632A">
        <w:rPr>
          <w:rFonts w:ascii="Garamond" w:eastAsia="Arial" w:hAnsi="Garamond" w:cs="Arial"/>
          <w:b/>
          <w:bCs/>
          <w:position w:val="4"/>
          <w:sz w:val="18"/>
          <w:szCs w:val="18"/>
        </w:rPr>
        <w:t xml:space="preserve">E </w:t>
      </w:r>
      <w:r w:rsidRPr="0045632A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</w:rPr>
        <w:t xml:space="preserve"> </w:t>
      </w:r>
      <w:r w:rsidRPr="0045632A">
        <w:rPr>
          <w:rFonts w:ascii="Garamond" w:eastAsia="Arial" w:hAnsi="Garamond" w:cs="Arial"/>
          <w:bCs/>
          <w:spacing w:val="2"/>
          <w:position w:val="4"/>
          <w:sz w:val="18"/>
          <w:szCs w:val="18"/>
        </w:rPr>
        <w:t>(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art. 65,</w:t>
      </w:r>
      <w:r w:rsidR="004D5FE4" w:rsidRPr="0045632A">
        <w:rPr>
          <w:rFonts w:ascii="Garamond" w:eastAsia="Arial" w:hAnsi="Garamond" w:cs="Arial"/>
          <w:i/>
          <w:spacing w:val="-7"/>
          <w:sz w:val="18"/>
          <w:szCs w:val="18"/>
        </w:rPr>
        <w:t xml:space="preserve"> </w:t>
      </w:r>
      <w:r w:rsidR="004D5FE4" w:rsidRPr="0045632A">
        <w:rPr>
          <w:rFonts w:ascii="Garamond" w:eastAsia="Arial" w:hAnsi="Garamond" w:cs="Arial"/>
          <w:i/>
          <w:spacing w:val="1"/>
          <w:sz w:val="18"/>
          <w:szCs w:val="18"/>
        </w:rPr>
        <w:t>c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. 2,</w:t>
      </w:r>
      <w:r w:rsidR="004D5FE4" w:rsidRPr="0045632A">
        <w:rPr>
          <w:rFonts w:ascii="Garamond" w:eastAsia="Arial" w:hAnsi="Garamond" w:cs="Arial"/>
          <w:i/>
          <w:spacing w:val="-4"/>
          <w:sz w:val="18"/>
          <w:szCs w:val="18"/>
        </w:rPr>
        <w:t xml:space="preserve"> </w:t>
      </w:r>
      <w:proofErr w:type="spellStart"/>
      <w:r w:rsidR="004D5FE4" w:rsidRPr="0045632A">
        <w:rPr>
          <w:rFonts w:ascii="Garamond" w:eastAsia="Arial" w:hAnsi="Garamond" w:cs="Arial"/>
          <w:i/>
          <w:spacing w:val="-1"/>
          <w:sz w:val="18"/>
          <w:szCs w:val="18"/>
        </w:rPr>
        <w:t>l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et</w:t>
      </w:r>
      <w:r w:rsidR="004D5FE4" w:rsidRPr="0045632A">
        <w:rPr>
          <w:rFonts w:ascii="Garamond" w:eastAsia="Arial" w:hAnsi="Garamond" w:cs="Arial"/>
          <w:i/>
          <w:spacing w:val="-1"/>
          <w:sz w:val="18"/>
          <w:szCs w:val="18"/>
        </w:rPr>
        <w:t>t</w:t>
      </w:r>
      <w:proofErr w:type="spellEnd"/>
      <w:r w:rsidR="004D5FE4" w:rsidRPr="0045632A">
        <w:rPr>
          <w:rFonts w:ascii="Garamond" w:eastAsia="Arial" w:hAnsi="Garamond" w:cs="Arial"/>
          <w:i/>
          <w:sz w:val="18"/>
          <w:szCs w:val="18"/>
        </w:rPr>
        <w:t>.</w:t>
      </w:r>
      <w:r w:rsidR="004D5FE4" w:rsidRPr="0045632A">
        <w:rPr>
          <w:rFonts w:ascii="Garamond" w:eastAsia="Arial" w:hAnsi="Garamond" w:cs="Arial"/>
          <w:i/>
          <w:spacing w:val="-3"/>
          <w:sz w:val="18"/>
          <w:szCs w:val="18"/>
        </w:rPr>
        <w:t xml:space="preserve"> h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)</w:t>
      </w:r>
      <w:r w:rsidR="004D5FE4" w:rsidRPr="0045632A">
        <w:rPr>
          <w:rFonts w:ascii="Garamond" w:eastAsia="Arial" w:hAnsi="Garamond" w:cs="Arial"/>
          <w:i/>
          <w:spacing w:val="-2"/>
          <w:sz w:val="18"/>
          <w:szCs w:val="18"/>
        </w:rPr>
        <w:t xml:space="preserve"> 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D.L</w:t>
      </w:r>
      <w:r w:rsidR="004D5FE4" w:rsidRPr="0045632A">
        <w:rPr>
          <w:rFonts w:ascii="Garamond" w:eastAsia="Arial" w:hAnsi="Garamond" w:cs="Arial"/>
          <w:i/>
          <w:spacing w:val="-1"/>
          <w:sz w:val="18"/>
          <w:szCs w:val="18"/>
        </w:rPr>
        <w:t>g</w:t>
      </w:r>
      <w:r w:rsidR="004D5FE4" w:rsidRPr="0045632A">
        <w:rPr>
          <w:rFonts w:ascii="Garamond" w:eastAsia="Arial" w:hAnsi="Garamond" w:cs="Arial"/>
          <w:i/>
          <w:spacing w:val="1"/>
          <w:sz w:val="18"/>
          <w:szCs w:val="18"/>
        </w:rPr>
        <w:t>s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.</w:t>
      </w:r>
      <w:r w:rsidR="004D5FE4" w:rsidRPr="0045632A">
        <w:rPr>
          <w:rFonts w:ascii="Garamond" w:eastAsia="Arial" w:hAnsi="Garamond" w:cs="Arial"/>
          <w:i/>
          <w:spacing w:val="-6"/>
          <w:sz w:val="18"/>
          <w:szCs w:val="18"/>
        </w:rPr>
        <w:t xml:space="preserve"> </w:t>
      </w:r>
      <w:r w:rsidR="004D5FE4" w:rsidRPr="0045632A">
        <w:rPr>
          <w:rFonts w:ascii="Garamond" w:eastAsia="Arial" w:hAnsi="Garamond" w:cs="Arial"/>
          <w:i/>
          <w:spacing w:val="-1"/>
          <w:sz w:val="18"/>
          <w:szCs w:val="18"/>
        </w:rPr>
        <w:t>n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.</w:t>
      </w:r>
      <w:r w:rsidR="004D5FE4" w:rsidRPr="0045632A">
        <w:rPr>
          <w:rFonts w:ascii="Garamond" w:eastAsia="Arial" w:hAnsi="Garamond" w:cs="Arial"/>
          <w:i/>
          <w:spacing w:val="-2"/>
          <w:sz w:val="18"/>
          <w:szCs w:val="18"/>
        </w:rPr>
        <w:t xml:space="preserve"> 36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/</w:t>
      </w:r>
      <w:r w:rsidR="004D5FE4" w:rsidRPr="0045632A">
        <w:rPr>
          <w:rFonts w:ascii="Garamond" w:eastAsia="Arial" w:hAnsi="Garamond" w:cs="Arial"/>
          <w:i/>
          <w:spacing w:val="-1"/>
          <w:sz w:val="18"/>
          <w:szCs w:val="18"/>
        </w:rPr>
        <w:t>2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0</w:t>
      </w:r>
      <w:r w:rsidR="004D5FE4" w:rsidRPr="0045632A">
        <w:rPr>
          <w:rFonts w:ascii="Garamond" w:eastAsia="Arial" w:hAnsi="Garamond" w:cs="Arial"/>
          <w:i/>
          <w:spacing w:val="-1"/>
          <w:sz w:val="18"/>
          <w:szCs w:val="18"/>
        </w:rPr>
        <w:t>23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</w:rPr>
        <w:t>)</w:t>
      </w:r>
    </w:p>
    <w:p w:rsidR="001D58F2" w:rsidRPr="00877164" w:rsidRDefault="00B85A71" w:rsidP="00877164">
      <w:pPr>
        <w:spacing w:before="120" w:after="120" w:line="240" w:lineRule="auto"/>
        <w:ind w:left="824"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(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fare</w:t>
      </w:r>
      <w:r w:rsidRPr="006B2956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-3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cr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-5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su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ll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ca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ll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-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che</w:t>
      </w:r>
      <w:r w:rsidRPr="006B2956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nt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a)</w:t>
      </w:r>
    </w:p>
    <w:p w:rsidR="001D58F2" w:rsidRPr="006B2956" w:rsidRDefault="00B85A71" w:rsidP="00877164">
      <w:pPr>
        <w:tabs>
          <w:tab w:val="left" w:pos="1520"/>
        </w:tabs>
        <w:spacing w:before="120" w:after="120" w:line="240" w:lineRule="auto"/>
        <w:ind w:left="824"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</w:p>
    <w:p w:rsidR="00877164" w:rsidRDefault="00877164" w:rsidP="00877164">
      <w:pPr>
        <w:spacing w:before="120" w:after="120" w:line="215" w:lineRule="exact"/>
        <w:ind w:left="824" w:right="-20"/>
        <w:rPr>
          <w:rFonts w:ascii="Garamond" w:eastAsia="Arial" w:hAnsi="Garamond" w:cs="Arial"/>
          <w:i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="00B85A71"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vv</w:t>
      </w:r>
      <w:r w:rsidR="00B85A71" w:rsidRPr="006B2956">
        <w:rPr>
          <w:rFonts w:ascii="Garamond" w:eastAsia="Arial" w:hAnsi="Garamond" w:cs="Arial"/>
          <w:i/>
          <w:sz w:val="18"/>
          <w:szCs w:val="18"/>
          <w:lang w:val="it-IT"/>
        </w:rPr>
        <w:t>ero</w:t>
      </w:r>
    </w:p>
    <w:p w:rsidR="001D58F2" w:rsidRDefault="00B85A71" w:rsidP="007D63F9">
      <w:pPr>
        <w:spacing w:before="120" w:after="120" w:line="215" w:lineRule="exact"/>
        <w:ind w:left="824"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b/>
          <w:bCs/>
          <w:spacing w:val="-3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-3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UEND</w:t>
      </w:r>
      <w:r w:rsidRPr="006B2956">
        <w:rPr>
          <w:rFonts w:ascii="Garamond" w:eastAsia="Arial" w:hAnsi="Garamond" w:cs="Arial"/>
          <w:b/>
          <w:bCs/>
          <w:position w:val="4"/>
          <w:sz w:val="18"/>
          <w:szCs w:val="18"/>
          <w:lang w:val="it-IT"/>
        </w:rPr>
        <w:t>O</w:t>
      </w:r>
    </w:p>
    <w:p w:rsidR="007D63F9" w:rsidRPr="007D63F9" w:rsidRDefault="007D63F9" w:rsidP="007D63F9">
      <w:pPr>
        <w:spacing w:before="120" w:after="120" w:line="21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</w:p>
    <w:p w:rsidR="001D58F2" w:rsidRPr="006B2956" w:rsidRDefault="00B85A71" w:rsidP="00877164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le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uen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ti i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mp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rese</w:t>
      </w:r>
      <w:r w:rsidRPr="006B2956">
        <w:rPr>
          <w:rFonts w:ascii="Garamond" w:eastAsia="Arial" w:hAnsi="Garamond" w:cs="Arial"/>
          <w:spacing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:</w:t>
      </w: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1^</w:t>
      </w:r>
      <w:r w:rsidRPr="006B2956">
        <w:rPr>
          <w:rFonts w:ascii="Garamond" w:eastAsia="Arial" w:hAnsi="Garamond" w:cs="Arial"/>
          <w:b/>
          <w:bCs/>
          <w:spacing w:val="-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ES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ND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</w:p>
    <w:p w:rsidR="001D58F2" w:rsidRPr="006B2956" w:rsidRDefault="001D58F2" w:rsidP="00877164">
      <w:pPr>
        <w:spacing w:before="15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9660"/>
        </w:tabs>
        <w:spacing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Den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1440"/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Con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n: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zz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8480"/>
          <w:tab w:val="left" w:pos="970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</w:t>
      </w:r>
      <w:r w:rsidRPr="006B2956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proofErr w:type="spellStart"/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v</w:t>
      </w:r>
      <w:proofErr w:type="spellEnd"/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.I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VA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al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rap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nte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5" w:after="0" w:line="1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 w:rsidP="00877164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spacing w:before="34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2^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ES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ND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</w:p>
    <w:p w:rsidR="001D58F2" w:rsidRPr="006B2956" w:rsidRDefault="001D58F2" w:rsidP="00877164">
      <w:pPr>
        <w:spacing w:before="15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9660"/>
        </w:tabs>
        <w:spacing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Den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1440"/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Con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n: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zz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8480"/>
          <w:tab w:val="left" w:pos="970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</w:t>
      </w:r>
      <w:r w:rsidRPr="006B2956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proofErr w:type="spellStart"/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v</w:t>
      </w:r>
      <w:proofErr w:type="spellEnd"/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.I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VA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9660"/>
        </w:tabs>
        <w:spacing w:before="34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spacing w:val="-1"/>
          <w:w w:val="99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pacing w:val="-1"/>
          <w:w w:val="99"/>
          <w:sz w:val="18"/>
          <w:szCs w:val="18"/>
          <w:lang w:val="it-IT"/>
        </w:rPr>
        <w:t>al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rap</w:t>
      </w:r>
      <w:r w:rsidRPr="006B2956">
        <w:rPr>
          <w:rFonts w:ascii="Garamond" w:eastAsia="Arial" w:hAnsi="Garamond" w:cs="Arial"/>
          <w:spacing w:val="-1"/>
          <w:w w:val="99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w w:val="99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1"/>
          <w:w w:val="99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w w:val="99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ta</w:t>
      </w:r>
      <w:r w:rsidRPr="006B2956">
        <w:rPr>
          <w:rFonts w:ascii="Garamond" w:eastAsia="Arial" w:hAnsi="Garamond" w:cs="Arial"/>
          <w:spacing w:val="-1"/>
          <w:w w:val="99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te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after="0"/>
        <w:rPr>
          <w:rFonts w:ascii="Garamond" w:hAnsi="Garamond"/>
          <w:sz w:val="18"/>
          <w:szCs w:val="18"/>
          <w:lang w:val="it-IT"/>
        </w:rPr>
        <w:sectPr w:rsidR="001D58F2" w:rsidRPr="006B2956" w:rsidSect="00241126">
          <w:pgSz w:w="11920" w:h="16860"/>
          <w:pgMar w:top="1417" w:right="1134" w:bottom="1134" w:left="1134" w:header="720" w:footer="720" w:gutter="0"/>
          <w:cols w:space="720"/>
          <w:docGrid w:linePitch="299"/>
        </w:sectPr>
      </w:pPr>
    </w:p>
    <w:p w:rsidR="001D58F2" w:rsidRPr="00393983" w:rsidRDefault="007D63F9" w:rsidP="00877164">
      <w:pPr>
        <w:spacing w:before="67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393983">
        <w:rPr>
          <w:rFonts w:ascii="Garamond" w:eastAsia="Arial" w:hAnsi="Garamond" w:cs="Arial"/>
          <w:b/>
          <w:bCs/>
          <w:noProof/>
          <w:position w:val="-1"/>
          <w:sz w:val="18"/>
          <w:szCs w:val="18"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5467034" wp14:editId="7A4B3E06">
                <wp:simplePos x="0" y="0"/>
                <wp:positionH relativeFrom="margin">
                  <wp:posOffset>-84760</wp:posOffset>
                </wp:positionH>
                <wp:positionV relativeFrom="paragraph">
                  <wp:posOffset>-121961</wp:posOffset>
                </wp:positionV>
                <wp:extent cx="6371590" cy="4096665"/>
                <wp:effectExtent l="0" t="0" r="10160" b="18415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1590" cy="40966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9" o:spid="_x0000_s1026" style="position:absolute;margin-left:-6.65pt;margin-top:-9.6pt;width:501.7pt;height:322.55pt;z-index:25167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" filled="f" strokecolor="black [3213]" strokeweight=".25pt">
                <w10:wrap anchorx="margin"/>
              </v:rect>
            </w:pict>
          </mc:Fallback>
        </mc:AlternateContent>
      </w:r>
    </w:p>
    <w:p w:rsidR="001D58F2" w:rsidRPr="006B2956" w:rsidRDefault="001D58F2" w:rsidP="00877164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before="10" w:after="0" w:line="28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>
      <w:pPr>
        <w:spacing w:before="32" w:after="0" w:line="240" w:lineRule="auto"/>
        <w:ind w:left="5738"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Fi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ma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Fi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rm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dig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it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ale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i</w:t>
      </w:r>
    </w:p>
    <w:p w:rsidR="001D58F2" w:rsidRPr="006B2956" w:rsidRDefault="001D58F2">
      <w:pPr>
        <w:spacing w:before="5" w:after="0" w:line="26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>
      <w:pPr>
        <w:tabs>
          <w:tab w:val="left" w:pos="9500"/>
        </w:tabs>
        <w:spacing w:after="0" w:line="248" w:lineRule="exact"/>
        <w:ind w:left="2440"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ar</w:t>
      </w:r>
      <w:r w:rsidRPr="006B2956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a/C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gru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>
      <w:pPr>
        <w:spacing w:before="1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BB194D" w:rsidRPr="00464ED7" w:rsidRDefault="00B85A71" w:rsidP="00464ED7">
      <w:pPr>
        <w:tabs>
          <w:tab w:val="left" w:pos="9480"/>
        </w:tabs>
        <w:spacing w:before="32" w:after="0" w:line="240" w:lineRule="auto"/>
        <w:ind w:left="3938" w:right="-20"/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</w:pP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b/>
          <w:bCs/>
          <w:i/>
          <w:spacing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nti</w:t>
      </w:r>
      <w:r w:rsidRPr="006B2956">
        <w:rPr>
          <w:rFonts w:ascii="Garamond" w:eastAsia="Arial" w:hAnsi="Garamond" w:cs="Arial"/>
          <w:b/>
          <w:bCs/>
          <w:i/>
          <w:spacing w:val="3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ab/>
      </w:r>
      <w:r w:rsidR="00BB194D"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 xml:space="preserve"> </w:t>
      </w:r>
    </w:p>
    <w:p w:rsidR="00464ED7" w:rsidRDefault="00464ED7">
      <w:pPr>
        <w:spacing w:before="3" w:after="0" w:line="225" w:lineRule="exact"/>
        <w:ind w:left="2939" w:right="-20"/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</w:pPr>
    </w:p>
    <w:p w:rsidR="001D58F2" w:rsidRPr="006B2956" w:rsidRDefault="00152DA5" w:rsidP="00152DA5">
      <w:pPr>
        <w:spacing w:before="3" w:after="0" w:line="225" w:lineRule="exact"/>
        <w:ind w:left="4678" w:right="-20"/>
        <w:rPr>
          <w:rFonts w:ascii="Garamond" w:eastAsia="Arial" w:hAnsi="Garamond" w:cs="Arial"/>
          <w:sz w:val="18"/>
          <w:szCs w:val="18"/>
          <w:lang w:val="it-IT"/>
        </w:rPr>
      </w:pPr>
      <w:r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 xml:space="preserve">   </w:t>
      </w:r>
      <w:r w:rsidR="00464ED7"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 xml:space="preserve">      </w:t>
      </w:r>
      <w:r w:rsidR="00BB194D"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 xml:space="preserve">                                                                                                </w:t>
      </w:r>
      <w:r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 xml:space="preserve">  </w:t>
      </w:r>
    </w:p>
    <w:p w:rsidR="00BB194D" w:rsidRDefault="00BB194D" w:rsidP="00BB194D">
      <w:pPr>
        <w:tabs>
          <w:tab w:val="left" w:pos="6611"/>
        </w:tabs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B194D" w:rsidP="00BB194D">
      <w:pPr>
        <w:tabs>
          <w:tab w:val="left" w:pos="6611"/>
        </w:tabs>
        <w:spacing w:after="0" w:line="200" w:lineRule="exact"/>
        <w:rPr>
          <w:rFonts w:ascii="Garamond" w:hAnsi="Garamond"/>
          <w:sz w:val="18"/>
          <w:szCs w:val="18"/>
          <w:lang w:val="it-IT"/>
        </w:rPr>
      </w:pPr>
      <w:r>
        <w:rPr>
          <w:rFonts w:ascii="Garamond" w:hAnsi="Garamond"/>
          <w:sz w:val="18"/>
          <w:szCs w:val="18"/>
          <w:lang w:val="it-IT"/>
        </w:rPr>
        <w:t xml:space="preserve">                                                                         </w:t>
      </w:r>
      <w:r w:rsidR="00152DA5">
        <w:rPr>
          <w:rFonts w:ascii="Garamond" w:hAnsi="Garamond"/>
          <w:sz w:val="18"/>
          <w:szCs w:val="18"/>
          <w:lang w:val="it-IT"/>
        </w:rPr>
        <w:t xml:space="preserve">                               </w:t>
      </w:r>
      <w:r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 xml:space="preserve">                                                                                                           </w:t>
      </w:r>
    </w:p>
    <w:p w:rsidR="00F62EC3" w:rsidRPr="006B2956" w:rsidRDefault="00F62EC3">
      <w:pPr>
        <w:spacing w:before="15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tbl>
      <w:tblPr>
        <w:tblpPr w:leftFromText="141" w:rightFromText="141" w:vertAnchor="text" w:horzAnchor="margin" w:tblpX="-142" w:tblpY="58"/>
        <w:tblW w:w="100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"/>
        <w:gridCol w:w="10060"/>
      </w:tblGrid>
      <w:tr w:rsidR="007D63F9" w:rsidRPr="006B2956" w:rsidTr="00464ED7">
        <w:trPr>
          <w:trHeight w:hRule="exact" w:val="353"/>
        </w:trPr>
        <w:tc>
          <w:tcPr>
            <w:tcW w:w="2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1F1F1"/>
          </w:tcPr>
          <w:p w:rsidR="007D63F9" w:rsidRPr="006B2956" w:rsidRDefault="007D63F9" w:rsidP="007D63F9">
            <w:pPr>
              <w:rPr>
                <w:rFonts w:ascii="Garamond" w:hAnsi="Garamond"/>
                <w:sz w:val="18"/>
                <w:szCs w:val="18"/>
                <w:lang w:val="it-IT"/>
              </w:rPr>
            </w:pPr>
          </w:p>
        </w:tc>
        <w:tc>
          <w:tcPr>
            <w:tcW w:w="100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:rsidR="007D63F9" w:rsidRPr="006B2956" w:rsidRDefault="007D63F9" w:rsidP="007D63F9">
            <w:pPr>
              <w:spacing w:before="15" w:after="0" w:line="240" w:lineRule="auto"/>
              <w:ind w:left="47" w:right="-20"/>
              <w:rPr>
                <w:rFonts w:ascii="Garamond" w:eastAsia="Arial" w:hAnsi="Garamond" w:cs="Arial"/>
                <w:sz w:val="18"/>
                <w:szCs w:val="18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AVVE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R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TENZE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PER LA C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-4"/>
                <w:sz w:val="18"/>
                <w:szCs w:val="18"/>
                <w:u w:val="single" w:color="000000"/>
              </w:rPr>
              <w:t>M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PI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AZ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NE</w:t>
            </w:r>
          </w:p>
        </w:tc>
      </w:tr>
      <w:tr w:rsidR="00464ED7" w:rsidRPr="006A3E7D" w:rsidTr="00464ED7">
        <w:trPr>
          <w:trHeight w:hRule="exact" w:val="2698"/>
        </w:trPr>
        <w:tc>
          <w:tcPr>
            <w:tcW w:w="2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1F1F1"/>
          </w:tcPr>
          <w:p w:rsidR="007D63F9" w:rsidRPr="006B2956" w:rsidRDefault="007D63F9" w:rsidP="007D63F9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0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7D63F9" w:rsidRPr="00EA019A" w:rsidRDefault="007D63F9" w:rsidP="007D63F9">
            <w:pPr>
              <w:spacing w:after="0" w:line="206" w:lineRule="exact"/>
              <w:ind w:left="47"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S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ez</w:t>
            </w:r>
            <w:r w:rsidRPr="006B2956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ne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1</w:t>
            </w:r>
            <w:r w:rsidRPr="006B2956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/C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-3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odul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llega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2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)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dev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esse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pila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cas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ecipa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:</w:t>
            </w:r>
          </w:p>
          <w:p w:rsidR="007D63F9" w:rsidRPr="00EA019A" w:rsidRDefault="007D63F9" w:rsidP="007D63F9">
            <w:pPr>
              <w:pStyle w:val="Paragrafoelenco"/>
              <w:numPr>
                <w:ilvl w:val="0"/>
                <w:numId w:val="4"/>
              </w:numPr>
              <w:tabs>
                <w:tab w:val="left" w:pos="320"/>
              </w:tabs>
              <w:spacing w:before="2" w:after="0" w:line="240" w:lineRule="auto"/>
              <w:ind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gg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uppa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te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conco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>(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rt.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65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.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2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proofErr w:type="spellEnd"/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. e)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odice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</w:t>
            </w:r>
          </w:p>
          <w:p w:rsidR="007D63F9" w:rsidRPr="00EA019A" w:rsidRDefault="007D63F9" w:rsidP="007D63F9">
            <w:pPr>
              <w:pStyle w:val="Paragrafoelenco"/>
              <w:numPr>
                <w:ilvl w:val="0"/>
                <w:numId w:val="4"/>
              </w:numPr>
              <w:tabs>
                <w:tab w:val="left" w:pos="320"/>
              </w:tabs>
              <w:spacing w:before="2" w:after="0" w:line="240" w:lineRule="auto"/>
              <w:ind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Co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nso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dina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conco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>(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rt.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65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.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2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proofErr w:type="spellEnd"/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. f)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odice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</w:t>
            </w:r>
          </w:p>
          <w:p w:rsidR="007D63F9" w:rsidRPr="00EA019A" w:rsidRDefault="007D63F9" w:rsidP="007D63F9">
            <w:pPr>
              <w:pStyle w:val="Paragrafoelenco"/>
              <w:numPr>
                <w:ilvl w:val="0"/>
                <w:numId w:val="4"/>
              </w:numPr>
              <w:tabs>
                <w:tab w:val="left" w:pos="320"/>
              </w:tabs>
              <w:spacing w:before="2" w:after="0" w:line="240" w:lineRule="auto"/>
              <w:ind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ogge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ch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hann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ipul</w:t>
            </w:r>
            <w:r w:rsidRPr="00EA019A"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to</w:t>
            </w:r>
            <w:r w:rsidRPr="00EA019A">
              <w:rPr>
                <w:rFonts w:ascii="Garamond" w:eastAsia="Arial" w:hAnsi="Garamond" w:cs="Arial"/>
                <w:i/>
                <w:spacing w:val="1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upp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eu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ope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7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econo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.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.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E.</w:t>
            </w:r>
            <w:r w:rsidRPr="00EA019A">
              <w:rPr>
                <w:rFonts w:ascii="Garamond" w:eastAsia="Arial" w:hAnsi="Garamond" w:cs="Arial"/>
                <w:i/>
                <w:spacing w:val="1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(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rt.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6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5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.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2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proofErr w:type="spellEnd"/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 h)</w:t>
            </w:r>
            <w:r w:rsidRPr="00EA019A">
              <w:rPr>
                <w:rFonts w:ascii="Garamond" w:eastAsia="Arial" w:hAnsi="Garamond" w:cs="Arial"/>
                <w:i/>
                <w:spacing w:val="7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 Co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dice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</w:t>
            </w:r>
          </w:p>
          <w:p w:rsidR="007D63F9" w:rsidRPr="006B2956" w:rsidRDefault="007D63F9" w:rsidP="007D63F9">
            <w:pPr>
              <w:spacing w:before="9" w:after="0" w:line="110" w:lineRule="exact"/>
              <w:rPr>
                <w:rFonts w:ascii="Garamond" w:hAnsi="Garamond"/>
                <w:sz w:val="18"/>
                <w:szCs w:val="18"/>
                <w:lang w:val="it-IT"/>
              </w:rPr>
            </w:pPr>
          </w:p>
          <w:p w:rsidR="007D63F9" w:rsidRPr="006B2956" w:rsidRDefault="007D63F9" w:rsidP="007D63F9">
            <w:pPr>
              <w:spacing w:after="0" w:line="240" w:lineRule="auto"/>
              <w:ind w:left="47"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De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v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esse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so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tosc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digi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al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:</w:t>
            </w:r>
          </w:p>
          <w:p w:rsidR="007D63F9" w:rsidRPr="006B2956" w:rsidRDefault="007D63F9" w:rsidP="007D63F9">
            <w:pPr>
              <w:pStyle w:val="Paragrafoelenco"/>
              <w:numPr>
                <w:ilvl w:val="0"/>
                <w:numId w:val="5"/>
              </w:numPr>
              <w:tabs>
                <w:tab w:val="left" w:pos="320"/>
              </w:tabs>
              <w:spacing w:before="18" w:after="0" w:line="206" w:lineRule="exact"/>
              <w:ind w:right="98"/>
              <w:jc w:val="both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cas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RTI,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conso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dina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G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EIE</w:t>
            </w:r>
            <w:r w:rsidRPr="006B2956">
              <w:rPr>
                <w:rFonts w:ascii="Garamond" w:eastAsia="Arial" w:hAnsi="Garamond" w:cs="Arial"/>
                <w:i/>
                <w:spacing w:val="9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già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u w:val="single" w:color="000000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cos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ui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2"/>
                <w:sz w:val="18"/>
                <w:szCs w:val="18"/>
                <w:u w:val="single" w:color="000000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: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legal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app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sz w:val="18"/>
                <w:szCs w:val="18"/>
                <w:lang w:val="it-IT"/>
              </w:rPr>
              <w:t>,</w:t>
            </w:r>
            <w:r w:rsidRPr="006B2956">
              <w:rPr>
                <w:rFonts w:ascii="Garamond" w:eastAsia="Arial" w:hAnsi="Garamond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5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ri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fi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dell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anda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/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capog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upp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</w:p>
          <w:p w:rsidR="007D63F9" w:rsidRPr="006B2956" w:rsidRDefault="007D63F9" w:rsidP="007D63F9">
            <w:pPr>
              <w:pStyle w:val="Paragrafoelenco"/>
              <w:numPr>
                <w:ilvl w:val="0"/>
                <w:numId w:val="5"/>
              </w:numPr>
              <w:tabs>
                <w:tab w:val="left" w:pos="320"/>
              </w:tabs>
              <w:spacing w:before="18" w:after="0" w:line="206" w:lineRule="exact"/>
              <w:ind w:right="98"/>
              <w:jc w:val="both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cas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RTI,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conso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dina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G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EIE</w:t>
            </w:r>
            <w:r w:rsidRPr="006B2956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no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  <w:lang w:val="it-IT"/>
              </w:rPr>
              <w:t>n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u w:val="single" w:color="000000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anco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  <w:lang w:val="it-IT"/>
              </w:rPr>
              <w:t>ra</w:t>
            </w:r>
            <w:r w:rsidRPr="006B2956">
              <w:rPr>
                <w:rFonts w:ascii="Garamond" w:eastAsia="Arial" w:hAnsi="Garamond" w:cs="Arial"/>
                <w:i/>
                <w:spacing w:val="5"/>
                <w:sz w:val="18"/>
                <w:szCs w:val="18"/>
                <w:u w:val="single" w:color="000000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cos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ui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2"/>
                <w:sz w:val="18"/>
                <w:szCs w:val="18"/>
                <w:u w:val="single" w:color="000000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: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legal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app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tra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ta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ri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 f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 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i i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sogge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’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even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ual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coop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ch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</w:t>
            </w:r>
            <w:r w:rsidRPr="006B2956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o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 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agg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uppa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to 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conso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dina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G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IE</w:t>
            </w:r>
          </w:p>
        </w:tc>
      </w:tr>
    </w:tbl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before="13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 w:rsidP="00464ED7">
      <w:pPr>
        <w:rPr>
          <w:rFonts w:ascii="Garamond" w:hAnsi="Garamond"/>
          <w:sz w:val="18"/>
          <w:szCs w:val="18"/>
          <w:lang w:val="it-IT"/>
        </w:rPr>
        <w:sectPr w:rsidR="001D58F2" w:rsidRPr="006B2956" w:rsidSect="00241126">
          <w:pgSz w:w="11920" w:h="16860"/>
          <w:pgMar w:top="1417" w:right="1134" w:bottom="1134" w:left="1134" w:header="720" w:footer="720" w:gutter="0"/>
          <w:cols w:space="720"/>
          <w:docGrid w:linePitch="299"/>
        </w:sectPr>
      </w:pPr>
    </w:p>
    <w:p w:rsidR="001D58F2" w:rsidRPr="00464ED7" w:rsidRDefault="00B85A71" w:rsidP="00464ED7">
      <w:pPr>
        <w:spacing w:before="120" w:after="120" w:line="240" w:lineRule="auto"/>
        <w:ind w:right="-23"/>
        <w:rPr>
          <w:rFonts w:ascii="Garamond" w:eastAsia="Arial" w:hAnsi="Garamond" w:cs="Arial"/>
          <w:b/>
          <w:bCs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lastRenderedPageBreak/>
        <w:t>SEZIONE</w:t>
      </w:r>
      <w:r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1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/D)</w:t>
      </w:r>
    </w:p>
    <w:p w:rsidR="001D58F2" w:rsidRDefault="00464ED7" w:rsidP="00F61E61">
      <w:pPr>
        <w:spacing w:before="120" w:after="120" w:line="240" w:lineRule="auto"/>
        <w:ind w:right="-23"/>
        <w:jc w:val="both"/>
        <w:rPr>
          <w:rFonts w:ascii="Garamond" w:eastAsia="Arial" w:hAnsi="Garamond" w:cs="Arial"/>
          <w:b/>
          <w:bCs/>
          <w:sz w:val="18"/>
          <w:szCs w:val="18"/>
          <w:lang w:val="it-IT"/>
        </w:rPr>
      </w:pPr>
      <w:r>
        <w:rPr>
          <w:rFonts w:ascii="Garamond" w:eastAsia="Arial" w:hAnsi="Garamond" w:cs="Arial"/>
          <w:b/>
          <w:bCs/>
          <w:sz w:val="18"/>
          <w:szCs w:val="18"/>
          <w:lang w:val="it-IT"/>
        </w:rPr>
        <w:t>DA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OMP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IL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RE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>
        <w:rPr>
          <w:rFonts w:ascii="Garamond" w:eastAsia="Arial" w:hAnsi="Garamond" w:cs="Arial"/>
          <w:b/>
          <w:bCs/>
          <w:sz w:val="18"/>
          <w:szCs w:val="18"/>
          <w:lang w:val="it-IT"/>
        </w:rPr>
        <w:t>IN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AS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O DI 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PA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TE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CI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PA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ZI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NE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>
        <w:rPr>
          <w:rFonts w:ascii="Garamond" w:eastAsia="Arial" w:hAnsi="Garamond" w:cs="Arial"/>
          <w:b/>
          <w:bCs/>
          <w:sz w:val="18"/>
          <w:szCs w:val="18"/>
          <w:lang w:val="it-IT"/>
        </w:rPr>
        <w:t>DI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AGG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EGA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ZI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NI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>
        <w:rPr>
          <w:rFonts w:ascii="Garamond" w:eastAsia="Arial" w:hAnsi="Garamond" w:cs="Arial"/>
          <w:b/>
          <w:bCs/>
          <w:sz w:val="18"/>
          <w:szCs w:val="18"/>
          <w:lang w:val="it-IT"/>
        </w:rPr>
        <w:t>DI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MP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ES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A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D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T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A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L C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T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ATT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DI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="00B85A71" w:rsidRPr="00464ED7">
        <w:rPr>
          <w:rFonts w:ascii="Garamond" w:eastAsia="Arial" w:hAnsi="Garamond" w:cs="Arial"/>
          <w:b/>
          <w:bCs/>
          <w:sz w:val="18"/>
          <w:szCs w:val="18"/>
          <w:lang w:val="it-IT"/>
        </w:rPr>
        <w:t>ET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</w:p>
    <w:p w:rsidR="00963F26" w:rsidRPr="00963F26" w:rsidRDefault="006B5305" w:rsidP="00963F26">
      <w:pPr>
        <w:spacing w:before="120" w:after="120" w:line="240" w:lineRule="auto"/>
        <w:ind w:right="-23"/>
        <w:rPr>
          <w:rFonts w:ascii="Garamond" w:eastAsia="Arial" w:hAnsi="Garamond" w:cs="Arial"/>
          <w:b/>
          <w:bCs/>
          <w:sz w:val="18"/>
          <w:szCs w:val="18"/>
          <w:lang w:val="it-IT"/>
        </w:rPr>
      </w:pPr>
      <w:r>
        <w:rPr>
          <w:rFonts w:ascii="Garamond" w:eastAsia="Arial" w:hAnsi="Garamond" w:cs="Arial"/>
          <w:b/>
          <w:bCs/>
          <w:noProof/>
          <w:position w:val="-1"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2155608" wp14:editId="079219E5">
                <wp:simplePos x="0" y="0"/>
                <wp:positionH relativeFrom="margin">
                  <wp:posOffset>-97155</wp:posOffset>
                </wp:positionH>
                <wp:positionV relativeFrom="paragraph">
                  <wp:posOffset>52070</wp:posOffset>
                </wp:positionV>
                <wp:extent cx="6371590" cy="8199120"/>
                <wp:effectExtent l="0" t="0" r="10160" b="11430"/>
                <wp:wrapNone/>
                <wp:docPr id="10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1590" cy="81991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0" o:spid="_x0000_s1026" style="position:absolute;margin-left:-7.65pt;margin-top:4.1pt;width:501.7pt;height:645.6pt;z-index:25167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" filled="f" strokecolor="black [3213]" strokeweight=".25pt">
                <w10:wrap anchorx="margin"/>
              </v:rect>
            </w:pict>
          </mc:Fallback>
        </mc:AlternateContent>
      </w:r>
    </w:p>
    <w:p w:rsidR="001D58F2" w:rsidRPr="006B2956" w:rsidRDefault="00B85A71" w:rsidP="00464ED7">
      <w:pPr>
        <w:spacing w:before="32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ce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 pa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rt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 de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ll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a R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pacing w:val="2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pacing w:val="-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PRESE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:</w:t>
      </w:r>
    </w:p>
    <w:p w:rsidR="001D58F2" w:rsidRPr="006B2956" w:rsidRDefault="001D58F2" w:rsidP="00464ED7">
      <w:pPr>
        <w:spacing w:before="13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9660"/>
        </w:tabs>
        <w:spacing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Den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="00464ED7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1440"/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Con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n: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zz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8480"/>
          <w:tab w:val="left" w:pos="970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</w:t>
      </w:r>
      <w:r w:rsidRPr="006B2956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proofErr w:type="spellStart"/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v</w:t>
      </w:r>
      <w:proofErr w:type="spellEnd"/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.I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VA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after="0" w:line="11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 w:rsidP="00464ED7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spacing w:before="32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v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 la se</w:t>
      </w:r>
      <w:r w:rsidRPr="006B2956">
        <w:rPr>
          <w:rFonts w:ascii="Garamond" w:eastAsia="Arial" w:hAnsi="Garamond" w:cs="Arial"/>
          <w:spacing w:val="2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nte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ura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2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uri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di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ca</w:t>
      </w:r>
      <w:r w:rsidRPr="006B2956">
        <w:rPr>
          <w:rFonts w:ascii="Garamond" w:eastAsia="Arial" w:hAnsi="Garamond" w:cs="Arial"/>
          <w:spacing w:val="3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(f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c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ro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s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la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case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c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he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i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nt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ssa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)</w:t>
      </w:r>
    </w:p>
    <w:p w:rsidR="001D58F2" w:rsidRPr="006B2956" w:rsidRDefault="001D58F2" w:rsidP="00464ED7">
      <w:pPr>
        <w:spacing w:before="1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820"/>
        </w:tabs>
        <w:spacing w:after="0" w:line="240" w:lineRule="auto"/>
        <w:ind w:right="-23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A </w:t>
      </w:r>
      <w:r w:rsidRPr="006B2956">
        <w:rPr>
          <w:rFonts w:ascii="Garamond" w:eastAsia="Arial" w:hAnsi="Garamond" w:cs="Arial"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DI </w:t>
      </w:r>
      <w:r w:rsidRPr="006B2956">
        <w:rPr>
          <w:rFonts w:ascii="Garamond" w:eastAsia="Arial" w:hAnsi="Garamond" w:cs="Arial"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ANO </w:t>
      </w:r>
      <w:r w:rsidRPr="006B2956">
        <w:rPr>
          <w:rFonts w:ascii="Garamond" w:eastAsia="Arial" w:hAnsi="Garamond" w:cs="Arial"/>
          <w:spacing w:val="45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N </w:t>
      </w:r>
      <w:r w:rsidRPr="006B2956">
        <w:rPr>
          <w:rFonts w:ascii="Garamond" w:eastAsia="Arial" w:hAnsi="Garamond" w:cs="Arial"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ERE </w:t>
      </w:r>
      <w:r w:rsidRPr="006B2956">
        <w:rPr>
          <w:rFonts w:ascii="Garamond" w:eastAsia="Arial" w:hAnsi="Garamond" w:cs="Arial"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DI </w:t>
      </w:r>
      <w:r w:rsidRPr="006B2956">
        <w:rPr>
          <w:rFonts w:ascii="Garamond" w:eastAsia="Arial" w:hAnsi="Garamond" w:cs="Arial"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RAPP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ESE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ANZA </w:t>
      </w:r>
      <w:r w:rsidRPr="006B2956">
        <w:rPr>
          <w:rFonts w:ascii="Garamond" w:eastAsia="Arial" w:hAnsi="Garamond" w:cs="Arial"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OGG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IV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A’</w:t>
      </w:r>
    </w:p>
    <w:p w:rsidR="001D58F2" w:rsidRPr="006B2956" w:rsidRDefault="00B85A71" w:rsidP="00464ED7">
      <w:pPr>
        <w:spacing w:after="0" w:line="210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IURIDICA (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cd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: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E-S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OGG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O)</w:t>
      </w:r>
    </w:p>
    <w:p w:rsidR="001D58F2" w:rsidRDefault="00836E58" w:rsidP="00464ED7">
      <w:pPr>
        <w:spacing w:before="2" w:after="0" w:line="240" w:lineRule="auto"/>
        <w:ind w:right="-20"/>
        <w:rPr>
          <w:rFonts w:ascii="Garamond" w:eastAsia="Arial" w:hAnsi="Garamond" w:cs="Arial"/>
          <w:i/>
          <w:sz w:val="18"/>
          <w:szCs w:val="18"/>
          <w:lang w:val="it-IT"/>
        </w:rPr>
      </w:pPr>
      <w:r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="00B85A71"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vv</w:t>
      </w:r>
      <w:r w:rsidR="00B85A71" w:rsidRPr="006B2956">
        <w:rPr>
          <w:rFonts w:ascii="Garamond" w:eastAsia="Arial" w:hAnsi="Garamond" w:cs="Arial"/>
          <w:i/>
          <w:sz w:val="18"/>
          <w:szCs w:val="18"/>
          <w:lang w:val="it-IT"/>
        </w:rPr>
        <w:t>ero</w:t>
      </w:r>
    </w:p>
    <w:p w:rsidR="00836E58" w:rsidRPr="006B2956" w:rsidRDefault="00836E58" w:rsidP="00464ED7">
      <w:pPr>
        <w:spacing w:before="2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</w:p>
    <w:p w:rsidR="001D58F2" w:rsidRDefault="00B85A71" w:rsidP="00464ED7">
      <w:pPr>
        <w:tabs>
          <w:tab w:val="left" w:pos="820"/>
        </w:tabs>
        <w:spacing w:after="0" w:line="240" w:lineRule="auto"/>
        <w:ind w:right="-23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ab/>
      </w:r>
      <w:r w:rsidRPr="004D5FE4">
        <w:rPr>
          <w:rFonts w:ascii="Garamond" w:eastAsia="Arial" w:hAnsi="Garamond" w:cs="Arial"/>
          <w:sz w:val="18"/>
          <w:szCs w:val="18"/>
          <w:lang w:val="it-IT"/>
        </w:rPr>
        <w:t xml:space="preserve">RETE   DOTATA   DI   ORGANO   COMUNE   CON   POTERE   DI   RAPPRESENTANZA   MA   PRIVA   </w:t>
      </w:r>
      <w:r w:rsidR="004D5FE4" w:rsidRPr="004D5FE4">
        <w:rPr>
          <w:rFonts w:ascii="Garamond" w:eastAsia="Arial" w:hAnsi="Garamond" w:cs="Arial"/>
          <w:sz w:val="18"/>
          <w:szCs w:val="18"/>
          <w:lang w:val="it-IT"/>
        </w:rPr>
        <w:t xml:space="preserve">DI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S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>OGG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>TT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IV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>IT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A’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 xml:space="preserve"> 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IURIDICA 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>(cd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: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RE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E-C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N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RA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>TTO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)</w:t>
      </w:r>
    </w:p>
    <w:p w:rsidR="00836E58" w:rsidRPr="006B2956" w:rsidRDefault="00836E58" w:rsidP="00464ED7">
      <w:pPr>
        <w:tabs>
          <w:tab w:val="left" w:pos="820"/>
        </w:tabs>
        <w:spacing w:after="0" w:line="240" w:lineRule="auto"/>
        <w:ind w:right="-23"/>
        <w:rPr>
          <w:rFonts w:ascii="Garamond" w:eastAsia="Arial" w:hAnsi="Garamond" w:cs="Arial"/>
          <w:sz w:val="18"/>
          <w:szCs w:val="18"/>
          <w:lang w:val="it-IT"/>
        </w:rPr>
      </w:pPr>
    </w:p>
    <w:p w:rsidR="001D58F2" w:rsidRPr="006B2956" w:rsidRDefault="00B85A71" w:rsidP="00464ED7">
      <w:pPr>
        <w:spacing w:before="1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vv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ero</w:t>
      </w:r>
    </w:p>
    <w:p w:rsidR="001D58F2" w:rsidRPr="006B2956" w:rsidRDefault="00B85A71" w:rsidP="00464ED7">
      <w:pPr>
        <w:tabs>
          <w:tab w:val="left" w:pos="820"/>
        </w:tabs>
        <w:spacing w:after="0" w:line="483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spacing w:val="-2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15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2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12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DI</w:t>
      </w:r>
      <w:r w:rsidRPr="006B2956">
        <w:rPr>
          <w:rFonts w:ascii="Garamond" w:eastAsia="Arial" w:hAnsi="Garamond" w:cs="Arial"/>
          <w:spacing w:val="12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ANO</w:t>
      </w:r>
      <w:r w:rsidRPr="006B2956">
        <w:rPr>
          <w:rFonts w:ascii="Garamond" w:eastAsia="Arial" w:hAnsi="Garamond" w:cs="Arial"/>
          <w:spacing w:val="11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4"/>
          <w:position w:val="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14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PRIVO</w:t>
      </w:r>
      <w:r w:rsidRPr="006B2956">
        <w:rPr>
          <w:rFonts w:ascii="Garamond" w:eastAsia="Arial" w:hAnsi="Garamond" w:cs="Arial"/>
          <w:spacing w:val="11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DI</w:t>
      </w:r>
      <w:r w:rsidRPr="006B2956">
        <w:rPr>
          <w:rFonts w:ascii="Garamond" w:eastAsia="Arial" w:hAnsi="Garamond" w:cs="Arial"/>
          <w:spacing w:val="12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ERE</w:t>
      </w:r>
      <w:r w:rsidRPr="006B2956">
        <w:rPr>
          <w:rFonts w:ascii="Garamond" w:eastAsia="Arial" w:hAnsi="Garamond" w:cs="Arial"/>
          <w:spacing w:val="12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DI</w:t>
      </w:r>
      <w:r w:rsidRPr="006B2956">
        <w:rPr>
          <w:rFonts w:ascii="Garamond" w:eastAsia="Arial" w:hAnsi="Garamond" w:cs="Arial"/>
          <w:spacing w:val="12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RAPP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ESE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-2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ANZA</w:t>
      </w:r>
      <w:r w:rsidRPr="006B2956">
        <w:rPr>
          <w:rFonts w:ascii="Garamond" w:eastAsia="Arial" w:hAnsi="Garamond" w:cs="Arial"/>
          <w:spacing w:val="13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VVE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12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SPR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VVIS</w:t>
      </w:r>
      <w:r w:rsidRPr="006B2956">
        <w:rPr>
          <w:rFonts w:ascii="Garamond" w:eastAsia="Arial" w:hAnsi="Garamond" w:cs="Arial"/>
          <w:spacing w:val="-2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A</w:t>
      </w:r>
    </w:p>
    <w:p w:rsidR="001D58F2" w:rsidRPr="006B2956" w:rsidRDefault="00B85A71" w:rsidP="00464ED7">
      <w:pPr>
        <w:spacing w:after="0" w:line="192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z w:val="18"/>
          <w:szCs w:val="18"/>
          <w:lang w:val="it-IT"/>
        </w:rPr>
        <w:t>DI O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RG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ANO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VVE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CON 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ANO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 PRIVO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DEI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Q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UISI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DI Q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ICAZ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NE</w:t>
      </w:r>
    </w:p>
    <w:p w:rsidR="001D58F2" w:rsidRPr="006B2956" w:rsidRDefault="001D58F2" w:rsidP="00464ED7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 w:rsidP="00464ED7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spacing w:after="0" w:line="240" w:lineRule="auto"/>
        <w:jc w:val="center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H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DE</w:t>
      </w:r>
    </w:p>
    <w:p w:rsidR="002164C9" w:rsidRPr="006B2956" w:rsidRDefault="002164C9" w:rsidP="00464ED7">
      <w:pPr>
        <w:spacing w:before="4" w:after="0" w:line="260" w:lineRule="exact"/>
        <w:rPr>
          <w:rFonts w:ascii="Garamond" w:hAnsi="Garamond"/>
          <w:sz w:val="18"/>
          <w:szCs w:val="18"/>
          <w:lang w:val="it-IT"/>
        </w:rPr>
      </w:pPr>
    </w:p>
    <w:p w:rsidR="004F6839" w:rsidRPr="00754E67" w:rsidRDefault="004F6839" w:rsidP="004F6839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>
        <w:rPr>
          <w:rFonts w:ascii="Garamond" w:hAnsi="Garamond"/>
          <w:b/>
          <w:sz w:val="18"/>
          <w:szCs w:val="18"/>
          <w:lang w:val="it-IT"/>
        </w:rPr>
        <w:t xml:space="preserve">DI PARTECIPARE ALLA </w:t>
      </w:r>
      <w:r w:rsidRPr="00754E67">
        <w:rPr>
          <w:rFonts w:ascii="Garamond" w:hAnsi="Garamond"/>
          <w:b/>
          <w:sz w:val="18"/>
          <w:szCs w:val="18"/>
          <w:lang w:val="it-IT"/>
        </w:rPr>
        <w:t xml:space="preserve">PROCEDURA NEGOZIATA PER AFFIDAMENTO </w:t>
      </w:r>
      <w:r>
        <w:rPr>
          <w:rFonts w:ascii="Garamond" w:hAnsi="Garamond"/>
          <w:b/>
          <w:sz w:val="18"/>
          <w:szCs w:val="18"/>
          <w:lang w:val="it-IT"/>
        </w:rPr>
        <w:t xml:space="preserve">DELLA </w:t>
      </w:r>
      <w:r w:rsidRPr="005F4126">
        <w:rPr>
          <w:rFonts w:ascii="Garamond" w:hAnsi="Garamond"/>
          <w:b/>
          <w:sz w:val="18"/>
          <w:szCs w:val="18"/>
          <w:lang w:val="it-IT"/>
        </w:rPr>
        <w:t>FORNITURA E STARTUP DI APPARATI IPERCONVERGENTI PER L’UPGRADE DELL’INFRASTRUTTURA NUTANIX NEL SITO A DI O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>R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>A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>S</w:t>
      </w:r>
      <w:r w:rsidR="00923B09">
        <w:rPr>
          <w:rFonts w:ascii="Garamond" w:hAnsi="Garamond"/>
          <w:b/>
          <w:sz w:val="18"/>
          <w:szCs w:val="18"/>
          <w:lang w:val="it-IT"/>
        </w:rPr>
        <w:t>.</w:t>
      </w:r>
      <w:r w:rsidRPr="005F4126">
        <w:rPr>
          <w:rFonts w:ascii="Garamond" w:hAnsi="Garamond"/>
          <w:b/>
          <w:sz w:val="18"/>
          <w:szCs w:val="18"/>
          <w:lang w:val="it-IT"/>
        </w:rPr>
        <w:t xml:space="preserve"> S.P.A., COMPRENSIVA DELLE RELATIVE LICENZE E SUPPORTO PER 36 MESI</w:t>
      </w:r>
    </w:p>
    <w:p w:rsidR="004F6839" w:rsidRPr="00D7681E" w:rsidRDefault="004F6839" w:rsidP="004F6839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>
        <w:rPr>
          <w:rFonts w:ascii="Garamond" w:hAnsi="Garamond"/>
          <w:b/>
          <w:sz w:val="18"/>
          <w:szCs w:val="18"/>
          <w:lang w:val="it-IT"/>
        </w:rPr>
        <w:t>CIG _________</w:t>
      </w:r>
      <w:r w:rsidRPr="0045632A">
        <w:rPr>
          <w:rFonts w:ascii="Garamond" w:hAnsi="Garamond"/>
          <w:b/>
          <w:sz w:val="18"/>
          <w:szCs w:val="18"/>
          <w:lang w:val="it-IT"/>
        </w:rPr>
        <w:t xml:space="preserve"> – CUP</w:t>
      </w:r>
      <w:r>
        <w:rPr>
          <w:rFonts w:ascii="Garamond" w:hAnsi="Garamond"/>
          <w:b/>
          <w:sz w:val="18"/>
          <w:szCs w:val="18"/>
          <w:lang w:val="it-IT"/>
        </w:rPr>
        <w:t xml:space="preserve"> __________</w:t>
      </w:r>
    </w:p>
    <w:p w:rsidR="001D58F2" w:rsidRPr="006B2956" w:rsidRDefault="001D58F2" w:rsidP="00464ED7">
      <w:pPr>
        <w:spacing w:before="2" w:after="0" w:line="28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Q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LE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(f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c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ro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s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la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case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c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he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i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nt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ssa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)</w:t>
      </w:r>
    </w:p>
    <w:p w:rsidR="001D58F2" w:rsidRPr="006B2956" w:rsidRDefault="001D58F2" w:rsidP="00464ED7">
      <w:pPr>
        <w:spacing w:before="4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1520"/>
        </w:tabs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NO</w:t>
      </w:r>
      <w:r w:rsidRPr="006B2956">
        <w:rPr>
          <w:rFonts w:ascii="Garamond" w:eastAsia="Arial" w:hAnsi="Garamond" w:cs="Arial"/>
          <w:spacing w:val="-8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MUNE</w:t>
      </w:r>
    </w:p>
    <w:p w:rsidR="001D58F2" w:rsidRPr="006B2956" w:rsidRDefault="00B85A71" w:rsidP="00464ED7">
      <w:pPr>
        <w:spacing w:after="0" w:line="21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vv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ero</w:t>
      </w:r>
    </w:p>
    <w:p w:rsidR="001D58F2" w:rsidRPr="006B2956" w:rsidRDefault="00B85A71" w:rsidP="00464ED7">
      <w:pPr>
        <w:tabs>
          <w:tab w:val="left" w:pos="1520"/>
        </w:tabs>
        <w:spacing w:after="0" w:line="483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NDA</w:t>
      </w:r>
      <w:r w:rsidRPr="006B2956">
        <w:rPr>
          <w:rFonts w:ascii="Garamond" w:eastAsia="Arial" w:hAnsi="Garamond" w:cs="Arial"/>
          <w:spacing w:val="2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RI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/C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AP</w:t>
      </w:r>
      <w:r w:rsidRPr="006B2956">
        <w:rPr>
          <w:rFonts w:ascii="Garamond" w:eastAsia="Arial" w:hAnsi="Garamond" w:cs="Arial"/>
          <w:spacing w:val="1"/>
          <w:position w:val="4"/>
          <w:sz w:val="18"/>
          <w:szCs w:val="18"/>
          <w:lang w:val="it-IT"/>
        </w:rPr>
        <w:t>OG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RUP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O</w:t>
      </w:r>
    </w:p>
    <w:p w:rsidR="001D58F2" w:rsidRPr="006B2956" w:rsidRDefault="001D58F2" w:rsidP="00464ED7">
      <w:pPr>
        <w:spacing w:before="18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con 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 se</w:t>
      </w:r>
      <w:r w:rsidRPr="006B2956">
        <w:rPr>
          <w:rFonts w:ascii="Garamond" w:eastAsia="Arial" w:hAnsi="Garamond" w:cs="Arial"/>
          <w:spacing w:val="2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nti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IM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PRES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ND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:</w:t>
      </w:r>
    </w:p>
    <w:p w:rsidR="001D58F2" w:rsidRPr="006B2956" w:rsidRDefault="00B85A71" w:rsidP="00464ED7">
      <w:pPr>
        <w:spacing w:before="4" w:after="0" w:line="206" w:lineRule="exact"/>
        <w:ind w:right="76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(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indica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i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te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ch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pa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ecipan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all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ga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ra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speci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icand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deno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ina</w:t>
      </w:r>
      <w:r w:rsidRPr="006B2956">
        <w:rPr>
          <w:rFonts w:ascii="Garamond" w:eastAsia="Arial" w:hAnsi="Garamond" w:cs="Arial"/>
          <w:i/>
          <w:spacing w:val="-6"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ion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dell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singol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42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42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 xml:space="preserve">te 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andan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i/>
          <w:spacing w:val="3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:</w:t>
      </w:r>
    </w:p>
    <w:p w:rsidR="001D58F2" w:rsidRPr="006B2956" w:rsidRDefault="001D58F2" w:rsidP="00464ED7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 w:rsidP="00464ED7">
      <w:pPr>
        <w:spacing w:before="4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1^</w:t>
      </w:r>
      <w:r w:rsidRPr="006B2956">
        <w:rPr>
          <w:rFonts w:ascii="Garamond" w:eastAsia="Arial" w:hAnsi="Garamond" w:cs="Arial"/>
          <w:b/>
          <w:bCs/>
          <w:spacing w:val="-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ES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ND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</w:p>
    <w:p w:rsidR="001D58F2" w:rsidRPr="006B2956" w:rsidRDefault="001D58F2" w:rsidP="00464ED7">
      <w:pPr>
        <w:spacing w:before="7"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9660"/>
        </w:tabs>
        <w:spacing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Den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5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5" w:after="0" w:line="17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1420"/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Con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sed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ab/>
        <w:t>V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3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zz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5" w:after="0" w:line="17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8420"/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</w:t>
      </w:r>
      <w:r w:rsidRPr="006B2956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proofErr w:type="spellStart"/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v</w:t>
      </w:r>
      <w:proofErr w:type="spellEnd"/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5" w:after="0" w:line="17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.I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VA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1" w:after="0" w:line="17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9640"/>
        </w:tabs>
        <w:spacing w:before="37" w:after="0" w:line="203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Legal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app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esen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an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te</w:t>
      </w:r>
      <w:r w:rsidRPr="006B2956">
        <w:rPr>
          <w:rFonts w:ascii="Garamond" w:eastAsia="Arial" w:hAnsi="Garamond" w:cs="Arial"/>
          <w:spacing w:val="5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5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Default="001D58F2" w:rsidP="00464ED7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963F26" w:rsidRPr="006B2956" w:rsidRDefault="00963F26" w:rsidP="00464ED7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963F26" w:rsidP="00464ED7">
      <w:pPr>
        <w:spacing w:before="34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>
        <w:rPr>
          <w:rFonts w:ascii="Garamond" w:eastAsia="Arial" w:hAnsi="Garamond" w:cs="Arial"/>
          <w:b/>
          <w:bCs/>
          <w:noProof/>
          <w:position w:val="-1"/>
          <w:sz w:val="18"/>
          <w:szCs w:val="18"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E4BA3FC" wp14:editId="46DED0F0">
                <wp:simplePos x="0" y="0"/>
                <wp:positionH relativeFrom="margin">
                  <wp:posOffset>-72885</wp:posOffset>
                </wp:positionH>
                <wp:positionV relativeFrom="paragraph">
                  <wp:posOffset>-133837</wp:posOffset>
                </wp:positionV>
                <wp:extent cx="6371590" cy="5575465"/>
                <wp:effectExtent l="0" t="0" r="10160" b="25400"/>
                <wp:wrapNone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1590" cy="55754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1" o:spid="_x0000_s1026" style="position:absolute;margin-left:-5.75pt;margin-top:-10.55pt;width:501.7pt;height:439pt;z-index:25168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" filled="f" strokecolor="black [3213]" strokeweight=".25pt">
                <w10:wrap anchorx="margin"/>
              </v:rect>
            </w:pict>
          </mc:Fallback>
        </mc:AlternateConten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2^</w:t>
      </w:r>
      <w:r w:rsidR="00B85A71"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="00B85A71" w:rsidRPr="006B2956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="00B85A71"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="00B85A71"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ES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spacing w:val="-16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="00B85A71"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</w:t>
      </w:r>
      <w:r w:rsidR="00B85A71"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="00B85A71"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S</w:t>
      </w:r>
      <w:r w:rsidR="00B85A71"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spacing w:val="-16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="00B85A71"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ND</w:t>
      </w:r>
      <w:r w:rsidR="00B85A71"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="00B85A71"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</w:p>
    <w:p w:rsidR="001D58F2" w:rsidRPr="006B2956" w:rsidRDefault="001D58F2" w:rsidP="00464ED7">
      <w:pPr>
        <w:spacing w:before="7"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9660"/>
        </w:tabs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Den</w:t>
      </w:r>
      <w:r w:rsidRPr="006B2956">
        <w:rPr>
          <w:rFonts w:ascii="Garamond" w:eastAsia="Arial" w:hAnsi="Garamond" w:cs="Arial"/>
          <w:spacing w:val="-1"/>
          <w:w w:val="99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4"/>
          <w:w w:val="99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pacing w:val="-1"/>
          <w:w w:val="99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-1"/>
          <w:w w:val="99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ione</w:t>
      </w:r>
      <w:r w:rsidRPr="006B2956">
        <w:rPr>
          <w:rFonts w:ascii="Garamond" w:eastAsia="Arial" w:hAnsi="Garamond" w:cs="Arial"/>
          <w:w w:val="99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u w:val="single" w:color="000000"/>
          <w:lang w:val="it-IT"/>
        </w:rPr>
        <w:tab/>
      </w:r>
    </w:p>
    <w:p w:rsidR="00464ED7" w:rsidRDefault="00464ED7" w:rsidP="00464ED7">
      <w:pPr>
        <w:spacing w:before="5" w:after="0" w:line="170" w:lineRule="exact"/>
        <w:rPr>
          <w:rFonts w:ascii="Garamond" w:hAnsi="Garamond"/>
          <w:sz w:val="18"/>
          <w:szCs w:val="18"/>
          <w:lang w:val="it-IT"/>
        </w:rPr>
      </w:pPr>
    </w:p>
    <w:p w:rsidR="00464ED7" w:rsidRPr="006B2956" w:rsidRDefault="00464ED7" w:rsidP="00464ED7">
      <w:pPr>
        <w:tabs>
          <w:tab w:val="left" w:pos="1420"/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Con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sed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ab/>
        <w:t>V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3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zz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464ED7" w:rsidRPr="006B2956" w:rsidRDefault="00464ED7" w:rsidP="00464ED7">
      <w:pPr>
        <w:spacing w:before="5" w:after="0" w:line="17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8560"/>
          <w:tab w:val="left" w:pos="980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</w:t>
      </w:r>
      <w:r w:rsidRPr="006B2956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proofErr w:type="spellStart"/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v</w:t>
      </w:r>
      <w:proofErr w:type="spellEnd"/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6" w:after="0" w:line="17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980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.I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VA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2" w:after="0" w:line="17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9780"/>
        </w:tabs>
        <w:spacing w:before="37" w:after="0" w:line="203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Legal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app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esen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an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te</w:t>
      </w:r>
      <w:r w:rsidRPr="006B2956">
        <w:rPr>
          <w:rFonts w:ascii="Garamond" w:eastAsia="Arial" w:hAnsi="Garamond" w:cs="Arial"/>
          <w:spacing w:val="5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 w:rsidP="00464ED7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>
      <w:pPr>
        <w:spacing w:before="32" w:after="0" w:line="240" w:lineRule="auto"/>
        <w:ind w:left="6621"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Fi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ma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Fi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me</w:t>
      </w:r>
      <w:r w:rsidRPr="006B2956">
        <w:rPr>
          <w:rFonts w:ascii="Garamond" w:eastAsia="Arial" w:hAnsi="Garamond" w:cs="Arial"/>
          <w:b/>
          <w:bCs/>
          <w:i/>
          <w:spacing w:val="2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dig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it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ale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i</w:t>
      </w:r>
    </w:p>
    <w:p w:rsidR="001D58F2" w:rsidRPr="006B2956" w:rsidRDefault="001D58F2">
      <w:pPr>
        <w:spacing w:before="13"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>
      <w:pPr>
        <w:tabs>
          <w:tab w:val="left" w:pos="9800"/>
        </w:tabs>
        <w:spacing w:after="0" w:line="248" w:lineRule="exact"/>
        <w:ind w:left="2752"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ar</w:t>
      </w:r>
      <w:r w:rsidRPr="006B2956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a/C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gru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>
      <w:pPr>
        <w:spacing w:before="5" w:after="0" w:line="18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464ED7" w:rsidP="00464ED7">
      <w:pPr>
        <w:tabs>
          <w:tab w:val="left" w:pos="9800"/>
        </w:tabs>
        <w:spacing w:before="32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                                                                                          </w:t>
      </w:r>
      <w:r w:rsidR="00B85A71"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M</w:t>
      </w:r>
      <w:r w:rsidR="00B85A71"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i/>
          <w:spacing w:val="-1"/>
          <w:sz w:val="18"/>
          <w:szCs w:val="18"/>
          <w:lang w:val="it-IT"/>
        </w:rPr>
        <w:t>n</w:t>
      </w:r>
      <w:r w:rsidR="00B85A71"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d</w:t>
      </w:r>
      <w:r w:rsidR="00B85A71" w:rsidRPr="006B2956">
        <w:rPr>
          <w:rFonts w:ascii="Garamond" w:eastAsia="Arial" w:hAnsi="Garamond" w:cs="Arial"/>
          <w:b/>
          <w:bCs/>
          <w:i/>
          <w:spacing w:val="-1"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nt</w:t>
      </w:r>
      <w:r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i</w:t>
      </w:r>
      <w:r w:rsidR="00B85A71" w:rsidRPr="006B2956"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ab/>
      </w:r>
    </w:p>
    <w:p w:rsidR="00464ED7" w:rsidRPr="006B2956" w:rsidRDefault="00464ED7" w:rsidP="00464ED7">
      <w:pPr>
        <w:tabs>
          <w:tab w:val="left" w:pos="9800"/>
        </w:tabs>
        <w:spacing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>
        <w:rPr>
          <w:rFonts w:ascii="Garamond" w:hAnsi="Garamond"/>
          <w:sz w:val="18"/>
          <w:szCs w:val="18"/>
          <w:lang w:val="it-IT"/>
        </w:rPr>
        <w:t xml:space="preserve">                                                                                                             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u w:val="single" w:color="000000"/>
          <w:lang w:val="it-IT"/>
        </w:rPr>
        <w:tab/>
      </w:r>
    </w:p>
    <w:p w:rsidR="00464ED7" w:rsidRPr="006B2956" w:rsidRDefault="00464ED7" w:rsidP="00464ED7">
      <w:pPr>
        <w:spacing w:before="5" w:after="0" w:line="180" w:lineRule="exact"/>
        <w:rPr>
          <w:rFonts w:ascii="Garamond" w:hAnsi="Garamond"/>
          <w:sz w:val="18"/>
          <w:szCs w:val="18"/>
          <w:lang w:val="it-IT"/>
        </w:rPr>
      </w:pPr>
    </w:p>
    <w:p w:rsidR="001D58F2" w:rsidRPr="00464ED7" w:rsidRDefault="00464ED7" w:rsidP="00464ED7">
      <w:pPr>
        <w:tabs>
          <w:tab w:val="center" w:pos="4826"/>
        </w:tabs>
        <w:spacing w:before="13" w:after="0" w:line="240" w:lineRule="exact"/>
        <w:rPr>
          <w:rFonts w:ascii="Garamond" w:hAnsi="Garamond"/>
          <w:sz w:val="18"/>
          <w:szCs w:val="18"/>
          <w:u w:val="single"/>
          <w:lang w:val="it-IT"/>
        </w:rPr>
      </w:pPr>
      <w:r>
        <w:rPr>
          <w:rFonts w:ascii="Garamond" w:hAnsi="Garamond"/>
          <w:sz w:val="18"/>
          <w:szCs w:val="18"/>
          <w:lang w:val="it-IT"/>
        </w:rPr>
        <w:t xml:space="preserve">              </w:t>
      </w:r>
      <w:r>
        <w:rPr>
          <w:rFonts w:ascii="Garamond" w:hAnsi="Garamond"/>
          <w:sz w:val="18"/>
          <w:szCs w:val="18"/>
          <w:lang w:val="it-IT"/>
        </w:rPr>
        <w:tab/>
        <w:t xml:space="preserve">  </w:t>
      </w:r>
      <w:r>
        <w:rPr>
          <w:rFonts w:ascii="Garamond" w:hAnsi="Garamond"/>
          <w:sz w:val="18"/>
          <w:szCs w:val="18"/>
          <w:u w:val="single"/>
          <w:lang w:val="it-IT"/>
        </w:rPr>
        <w:t xml:space="preserve">                                                                                                                 </w:t>
      </w:r>
    </w:p>
    <w:p w:rsidR="001D58F2" w:rsidRPr="006B2956" w:rsidRDefault="001D58F2">
      <w:pPr>
        <w:spacing w:before="4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tbl>
      <w:tblPr>
        <w:tblW w:w="10178" w:type="dxa"/>
        <w:tblInd w:w="-142" w:type="dxa"/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246"/>
        <w:gridCol w:w="9932"/>
      </w:tblGrid>
      <w:tr w:rsidR="001D58F2" w:rsidRPr="006B2956" w:rsidTr="00806093">
        <w:trPr>
          <w:trHeight w:hRule="exact" w:val="353"/>
        </w:trPr>
        <w:tc>
          <w:tcPr>
            <w:tcW w:w="246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6B2956" w:rsidRDefault="001D58F2">
            <w:pPr>
              <w:rPr>
                <w:rFonts w:ascii="Garamond" w:hAnsi="Garamond"/>
                <w:sz w:val="18"/>
                <w:szCs w:val="18"/>
                <w:lang w:val="it-IT"/>
              </w:rPr>
            </w:pPr>
          </w:p>
        </w:tc>
        <w:tc>
          <w:tcPr>
            <w:tcW w:w="99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6B2956" w:rsidRDefault="00B85A71">
            <w:pPr>
              <w:spacing w:before="15" w:after="0" w:line="240" w:lineRule="auto"/>
              <w:ind w:left="47" w:right="-20"/>
              <w:rPr>
                <w:rFonts w:ascii="Garamond" w:eastAsia="Arial" w:hAnsi="Garamond" w:cs="Arial"/>
                <w:sz w:val="18"/>
                <w:szCs w:val="18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AVVE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R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TENZE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PER LA C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-4"/>
                <w:sz w:val="18"/>
                <w:szCs w:val="18"/>
                <w:u w:val="single" w:color="000000"/>
              </w:rPr>
              <w:t>M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PI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AZ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NE:</w:t>
            </w:r>
          </w:p>
        </w:tc>
      </w:tr>
      <w:tr w:rsidR="001D58F2" w:rsidRPr="006A3E7D" w:rsidTr="00806093">
        <w:trPr>
          <w:trHeight w:hRule="exact" w:val="3500"/>
        </w:trPr>
        <w:tc>
          <w:tcPr>
            <w:tcW w:w="246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EA019A" w:rsidRDefault="001D58F2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1D58F2" w:rsidRPr="00EA019A" w:rsidRDefault="00B85A71">
            <w:pPr>
              <w:spacing w:before="3" w:after="0" w:line="206" w:lineRule="exact"/>
              <w:ind w:left="47" w:right="112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7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20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ez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1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/D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pacing w:val="1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odul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7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llega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to</w:t>
            </w:r>
            <w:r w:rsidRPr="00EA019A">
              <w:rPr>
                <w:rFonts w:ascii="Garamond" w:eastAsia="Arial" w:hAnsi="Garamond" w:cs="Arial"/>
                <w:i/>
                <w:spacing w:val="18"/>
                <w:sz w:val="18"/>
                <w:szCs w:val="18"/>
                <w:lang w:val="it-IT"/>
              </w:rPr>
              <w:t xml:space="preserve"> </w:t>
            </w:r>
            <w:r w:rsidR="00EA019A" w:rsidRPr="00EA019A">
              <w:rPr>
                <w:rFonts w:ascii="Garamond" w:eastAsia="Arial" w:hAnsi="Garamond" w:cs="Arial"/>
                <w:i/>
                <w:spacing w:val="18"/>
                <w:sz w:val="18"/>
                <w:szCs w:val="18"/>
                <w:lang w:val="it-IT"/>
              </w:rPr>
              <w:t>2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</w:t>
            </w:r>
            <w:r w:rsidRPr="00EA019A">
              <w:rPr>
                <w:rFonts w:ascii="Garamond" w:eastAsia="Arial" w:hAnsi="Garamond" w:cs="Arial"/>
                <w:i/>
                <w:spacing w:val="17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dev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7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esse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i/>
                <w:spacing w:val="17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pila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ta</w:t>
            </w:r>
            <w:r w:rsidRPr="00EA019A">
              <w:rPr>
                <w:rFonts w:ascii="Garamond" w:eastAsia="Arial" w:hAnsi="Garamond" w:cs="Arial"/>
                <w:i/>
                <w:spacing w:val="1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cas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ecipa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:</w:t>
            </w:r>
            <w:r w:rsidRPr="00EA019A">
              <w:rPr>
                <w:rFonts w:ascii="Garamond" w:eastAsia="Arial" w:hAnsi="Garamond" w:cs="Arial"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agg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ega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tra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(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="00836E58"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. 6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5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r w:rsidR="00836E58"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2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proofErr w:type="spellEnd"/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="00836E58"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odice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</w:t>
            </w:r>
          </w:p>
          <w:p w:rsidR="001D58F2" w:rsidRPr="00EA019A" w:rsidRDefault="00B85A71">
            <w:pPr>
              <w:spacing w:after="0" w:line="203" w:lineRule="exact"/>
              <w:ind w:left="47"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De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v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esse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so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tosc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digi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al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:</w:t>
            </w:r>
          </w:p>
          <w:p w:rsidR="001D58F2" w:rsidRPr="00EA019A" w:rsidRDefault="00B85A71" w:rsidP="002164C9">
            <w:pPr>
              <w:pStyle w:val="Paragrafoelenco"/>
              <w:numPr>
                <w:ilvl w:val="0"/>
                <w:numId w:val="6"/>
              </w:numPr>
              <w:tabs>
                <w:tab w:val="left" w:pos="320"/>
              </w:tabs>
              <w:spacing w:before="18" w:after="0" w:line="206" w:lineRule="exact"/>
              <w:ind w:right="99"/>
              <w:jc w:val="both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la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rete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è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org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pr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ese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tti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v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ità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uri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24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sens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i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dell</w:t>
            </w:r>
            <w:r w:rsidRPr="00EA019A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’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rt.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3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mm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>4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-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qua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er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proofErr w:type="spellEnd"/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1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0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f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ebb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2009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5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ecipa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dev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esse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tosc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l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ope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econo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ch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ives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fun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gan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une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;</w:t>
            </w:r>
          </w:p>
          <w:p w:rsidR="001D58F2" w:rsidRPr="00EA019A" w:rsidRDefault="00B85A71" w:rsidP="002164C9">
            <w:pPr>
              <w:pStyle w:val="Paragrafoelenco"/>
              <w:numPr>
                <w:ilvl w:val="0"/>
                <w:numId w:val="6"/>
              </w:numPr>
              <w:tabs>
                <w:tab w:val="left" w:pos="320"/>
              </w:tabs>
              <w:spacing w:after="0" w:line="239" w:lineRule="auto"/>
              <w:ind w:right="98"/>
              <w:jc w:val="both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la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rete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è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org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pr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ese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è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pri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v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tti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v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ità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uri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2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i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sens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dell</w:t>
            </w:r>
            <w:r w:rsidRPr="00EA019A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’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rt.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3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mm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>4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-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qua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er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l </w:t>
            </w:r>
            <w:proofErr w:type="spellStart"/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proofErr w:type="spellEnd"/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1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0 f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ebb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o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2009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.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5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i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</w:t>
            </w:r>
            <w:r w:rsidRPr="00EA019A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pa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dev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esse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tosc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dall</w:t>
            </w:r>
            <w:r w:rsidRPr="00EA019A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’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ch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ives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f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un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gan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nonch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é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ognun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dell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l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ch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ecipan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all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ga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</w:p>
          <w:p w:rsidR="001D58F2" w:rsidRPr="00EA019A" w:rsidRDefault="00B85A71" w:rsidP="007A2DDC">
            <w:pPr>
              <w:pStyle w:val="Paragrafoelenco"/>
              <w:numPr>
                <w:ilvl w:val="0"/>
                <w:numId w:val="6"/>
              </w:numPr>
              <w:tabs>
                <w:tab w:val="left" w:pos="320"/>
              </w:tabs>
              <w:spacing w:before="2" w:after="0" w:line="240" w:lineRule="auto"/>
              <w:ind w:right="100"/>
              <w:jc w:val="both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la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rete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è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org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5"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v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pr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ese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la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rete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è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29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pro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vv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29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 org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ne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’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org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è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pri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v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q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is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iti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q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ua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fi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caz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h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ies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 xml:space="preserve">r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ass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me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 xml:space="preserve">re la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ves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ma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da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ecipa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dev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esse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tosc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dall</w:t>
            </w:r>
            <w:r w:rsidRPr="00EA019A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’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all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 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ch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 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ives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quali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f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i 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anda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ovve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n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cas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o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i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ecipa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nell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 f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 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agg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uppa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to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ognun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dell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i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ch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all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ga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.</w:t>
            </w:r>
          </w:p>
        </w:tc>
      </w:tr>
    </w:tbl>
    <w:p w:rsidR="001D58F2" w:rsidRPr="006B2956" w:rsidRDefault="001D58F2">
      <w:pPr>
        <w:spacing w:after="0"/>
        <w:jc w:val="both"/>
        <w:rPr>
          <w:rFonts w:ascii="Garamond" w:hAnsi="Garamond"/>
          <w:sz w:val="18"/>
          <w:szCs w:val="18"/>
          <w:lang w:val="it-IT"/>
        </w:rPr>
        <w:sectPr w:rsidR="001D58F2" w:rsidRPr="006B2956" w:rsidSect="00241126">
          <w:pgSz w:w="11920" w:h="16860"/>
          <w:pgMar w:top="1417" w:right="1134" w:bottom="1134" w:left="1134" w:header="720" w:footer="720" w:gutter="0"/>
          <w:cols w:space="720"/>
          <w:docGrid w:linePitch="299"/>
        </w:sectPr>
      </w:pPr>
    </w:p>
    <w:p w:rsidR="00264F46" w:rsidRDefault="00264F46" w:rsidP="007A2DDC">
      <w:pPr>
        <w:spacing w:before="71" w:after="0" w:line="240" w:lineRule="auto"/>
        <w:ind w:right="-20"/>
        <w:rPr>
          <w:rFonts w:ascii="Garamond" w:eastAsia="Arial" w:hAnsi="Garamond" w:cs="Arial"/>
          <w:b/>
          <w:bCs/>
          <w:sz w:val="18"/>
          <w:szCs w:val="18"/>
          <w:lang w:val="it-IT"/>
        </w:rPr>
      </w:pPr>
      <w:bookmarkStart w:id="0" w:name="_GoBack"/>
      <w:bookmarkEnd w:id="0"/>
    </w:p>
    <w:sectPr w:rsidR="00264F46" w:rsidSect="00241126">
      <w:pgSz w:w="11920" w:h="16860"/>
      <w:pgMar w:top="1417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2A2" w:rsidRDefault="002F12A2" w:rsidP="002F12A2">
      <w:pPr>
        <w:spacing w:after="0" w:line="240" w:lineRule="auto"/>
      </w:pPr>
      <w:r>
        <w:separator/>
      </w:r>
    </w:p>
  </w:endnote>
  <w:endnote w:type="continuationSeparator" w:id="0">
    <w:p w:rsidR="002F12A2" w:rsidRDefault="002F12A2" w:rsidP="002F1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2A2" w:rsidRDefault="002F12A2" w:rsidP="002F12A2">
      <w:pPr>
        <w:spacing w:after="0" w:line="240" w:lineRule="auto"/>
      </w:pPr>
      <w:r>
        <w:separator/>
      </w:r>
    </w:p>
  </w:footnote>
  <w:footnote w:type="continuationSeparator" w:id="0">
    <w:p w:rsidR="002F12A2" w:rsidRDefault="002F12A2" w:rsidP="002F12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B183A"/>
    <w:multiLevelType w:val="hybridMultilevel"/>
    <w:tmpl w:val="62107FEC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">
    <w:nsid w:val="1EBA7457"/>
    <w:multiLevelType w:val="hybridMultilevel"/>
    <w:tmpl w:val="E6B079CC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">
    <w:nsid w:val="23C90795"/>
    <w:multiLevelType w:val="hybridMultilevel"/>
    <w:tmpl w:val="0292DB46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">
    <w:nsid w:val="67AD1992"/>
    <w:multiLevelType w:val="hybridMultilevel"/>
    <w:tmpl w:val="53CEA0A2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>
    <w:nsid w:val="683451B6"/>
    <w:multiLevelType w:val="hybridMultilevel"/>
    <w:tmpl w:val="EC6A2F6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5">
    <w:nsid w:val="72602A44"/>
    <w:multiLevelType w:val="hybridMultilevel"/>
    <w:tmpl w:val="6A7C741E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8F2"/>
    <w:rsid w:val="000107D6"/>
    <w:rsid w:val="000F7DB3"/>
    <w:rsid w:val="00117934"/>
    <w:rsid w:val="00152DA5"/>
    <w:rsid w:val="001D58F2"/>
    <w:rsid w:val="002164C9"/>
    <w:rsid w:val="00241126"/>
    <w:rsid w:val="00264F46"/>
    <w:rsid w:val="002F12A2"/>
    <w:rsid w:val="003175D7"/>
    <w:rsid w:val="00384D13"/>
    <w:rsid w:val="00393983"/>
    <w:rsid w:val="00393FCB"/>
    <w:rsid w:val="003C3018"/>
    <w:rsid w:val="0045632A"/>
    <w:rsid w:val="00464ED7"/>
    <w:rsid w:val="004D5FE4"/>
    <w:rsid w:val="004F6839"/>
    <w:rsid w:val="00502ECD"/>
    <w:rsid w:val="00562DB2"/>
    <w:rsid w:val="005D68CE"/>
    <w:rsid w:val="005F4126"/>
    <w:rsid w:val="00637DD9"/>
    <w:rsid w:val="0069304A"/>
    <w:rsid w:val="006A3E7D"/>
    <w:rsid w:val="006B2956"/>
    <w:rsid w:val="006B5305"/>
    <w:rsid w:val="00754E67"/>
    <w:rsid w:val="007A2DDC"/>
    <w:rsid w:val="007D63F9"/>
    <w:rsid w:val="00806093"/>
    <w:rsid w:val="00822FF9"/>
    <w:rsid w:val="00826B9C"/>
    <w:rsid w:val="00836E58"/>
    <w:rsid w:val="00877164"/>
    <w:rsid w:val="009120C9"/>
    <w:rsid w:val="00923B09"/>
    <w:rsid w:val="00963F26"/>
    <w:rsid w:val="009B04B2"/>
    <w:rsid w:val="009E69AE"/>
    <w:rsid w:val="00A118B3"/>
    <w:rsid w:val="00A3087A"/>
    <w:rsid w:val="00AD2F5D"/>
    <w:rsid w:val="00AE04D3"/>
    <w:rsid w:val="00B54EFC"/>
    <w:rsid w:val="00B85A71"/>
    <w:rsid w:val="00BB194D"/>
    <w:rsid w:val="00C542D6"/>
    <w:rsid w:val="00D24E87"/>
    <w:rsid w:val="00D3107E"/>
    <w:rsid w:val="00D7681E"/>
    <w:rsid w:val="00DB1A24"/>
    <w:rsid w:val="00E11B92"/>
    <w:rsid w:val="00E154E7"/>
    <w:rsid w:val="00E66F5F"/>
    <w:rsid w:val="00E8393B"/>
    <w:rsid w:val="00EA019A"/>
    <w:rsid w:val="00F61E61"/>
    <w:rsid w:val="00F62EC3"/>
    <w:rsid w:val="00FB1AFE"/>
    <w:rsid w:val="00FD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paragraph" w:styleId="Titolo1">
    <w:name w:val="heading 1"/>
    <w:basedOn w:val="Normale"/>
    <w:next w:val="Titolo2"/>
    <w:link w:val="Titolo1Carattere"/>
    <w:qFormat/>
    <w:rsid w:val="00B85A71"/>
    <w:pPr>
      <w:keepNext/>
      <w:keepLines/>
      <w:widowControl/>
      <w:spacing w:before="100" w:beforeAutospacing="1" w:after="100" w:afterAutospacing="1"/>
      <w:jc w:val="center"/>
      <w:outlineLvl w:val="0"/>
    </w:pPr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85A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85A71"/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85A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B85A7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F12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12A2"/>
  </w:style>
  <w:style w:type="paragraph" w:styleId="Pidipagina">
    <w:name w:val="footer"/>
    <w:basedOn w:val="Normale"/>
    <w:link w:val="PidipaginaCarattere"/>
    <w:uiPriority w:val="99"/>
    <w:unhideWhenUsed/>
    <w:rsid w:val="002F12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12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paragraph" w:styleId="Titolo1">
    <w:name w:val="heading 1"/>
    <w:basedOn w:val="Normale"/>
    <w:next w:val="Titolo2"/>
    <w:link w:val="Titolo1Carattere"/>
    <w:qFormat/>
    <w:rsid w:val="00B85A71"/>
    <w:pPr>
      <w:keepNext/>
      <w:keepLines/>
      <w:widowControl/>
      <w:spacing w:before="100" w:beforeAutospacing="1" w:after="100" w:afterAutospacing="1"/>
      <w:jc w:val="center"/>
      <w:outlineLvl w:val="0"/>
    </w:pPr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85A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85A71"/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85A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B85A7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F12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12A2"/>
  </w:style>
  <w:style w:type="paragraph" w:styleId="Pidipagina">
    <w:name w:val="footer"/>
    <w:basedOn w:val="Normale"/>
    <w:link w:val="PidipaginaCarattere"/>
    <w:uiPriority w:val="99"/>
    <w:unhideWhenUsed/>
    <w:rsid w:val="002F12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1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1DE66CFD</Template>
  <TotalTime>279</TotalTime>
  <Pages>8</Pages>
  <Words>1436</Words>
  <Characters>8189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ATTESTAZIONE DI SOPRALLUOGO</vt:lpstr>
    </vt:vector>
  </TitlesOfParts>
  <Company>ULSS7</Company>
  <LinksUpToDate>false</LinksUpToDate>
  <CharactersWithSpaces>9606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ATTESTAZIONE DI SOPRALLUOGO</dc:title>
  <dc:creator>Sistemi Informativi</dc:creator>
  <cp:lastModifiedBy>Elisa Tolfo</cp:lastModifiedBy>
  <cp:revision>45</cp:revision>
  <dcterms:created xsi:type="dcterms:W3CDTF">2019-02-26T10:56:00Z</dcterms:created>
  <dcterms:modified xsi:type="dcterms:W3CDTF">2024-04-08T09:24:00Z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2018-12-14T00:00:00Z</vt:filetime>
  </property>
  <property fmtid="{D5CDD505-2E9C-101B-9397-08002B2CF9AE}" pid="3" name="LastSaved">
    <vt:filetime>2019-02-26T00:00:00Z</vt:filetime>
  </property>
</Properties>
</file>